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3"/>
        <w:gridCol w:w="2535"/>
        <w:gridCol w:w="2286"/>
        <w:gridCol w:w="1584"/>
        <w:gridCol w:w="3060"/>
        <w:gridCol w:w="1350"/>
        <w:gridCol w:w="1260"/>
        <w:gridCol w:w="450"/>
      </w:tblGrid>
      <w:tr w:rsidR="00655251" w:rsidRPr="00571F1A" w:rsidTr="00D420AE">
        <w:tc>
          <w:tcPr>
            <w:tcW w:w="1263" w:type="dxa"/>
            <w:shd w:val="clear" w:color="auto" w:fill="CCC0D9"/>
          </w:tcPr>
          <w:p w:rsidR="00655251" w:rsidRPr="00571F1A" w:rsidRDefault="00655251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</w:t>
            </w:r>
            <w:r w:rsidRPr="00571F1A">
              <w:rPr>
                <w:sz w:val="20"/>
                <w:szCs w:val="20"/>
              </w:rPr>
              <w:t xml:space="preserve">Ref ID </w:t>
            </w:r>
          </w:p>
        </w:tc>
        <w:tc>
          <w:tcPr>
            <w:tcW w:w="2535" w:type="dxa"/>
            <w:shd w:val="clear" w:color="auto" w:fill="CCC0D9"/>
          </w:tcPr>
          <w:p w:rsidR="00655251" w:rsidRPr="00571F1A" w:rsidRDefault="00655251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Name</w:t>
            </w:r>
          </w:p>
        </w:tc>
        <w:tc>
          <w:tcPr>
            <w:tcW w:w="2286" w:type="dxa"/>
            <w:shd w:val="clear" w:color="auto" w:fill="CCC0D9"/>
          </w:tcPr>
          <w:p w:rsidR="00655251" w:rsidRPr="00571F1A" w:rsidRDefault="00655251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1584" w:type="dxa"/>
            <w:shd w:val="clear" w:color="auto" w:fill="CCC0D9"/>
          </w:tcPr>
          <w:p w:rsidR="00655251" w:rsidRPr="00571F1A" w:rsidRDefault="00655251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was purchased</w:t>
            </w:r>
          </w:p>
        </w:tc>
        <w:tc>
          <w:tcPr>
            <w:tcW w:w="3060" w:type="dxa"/>
            <w:shd w:val="clear" w:color="auto" w:fill="CCC0D9"/>
          </w:tcPr>
          <w:p w:rsidR="00655251" w:rsidRDefault="00655251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website URL</w:t>
            </w:r>
          </w:p>
        </w:tc>
        <w:tc>
          <w:tcPr>
            <w:tcW w:w="1350" w:type="dxa"/>
            <w:shd w:val="clear" w:color="auto" w:fill="CCC0D9"/>
          </w:tcPr>
          <w:p w:rsidR="00655251" w:rsidRDefault="00655251" w:rsidP="003055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Visit/</w:t>
            </w:r>
            <w:r>
              <w:rPr>
                <w:sz w:val="20"/>
                <w:szCs w:val="20"/>
              </w:rPr>
              <w:br/>
              <w:t>Purchase</w:t>
            </w:r>
            <w:r>
              <w:rPr>
                <w:sz w:val="20"/>
                <w:szCs w:val="20"/>
              </w:rPr>
              <w:br/>
            </w:r>
            <w:r w:rsidR="00305513">
              <w:rPr>
                <w:sz w:val="20"/>
                <w:szCs w:val="20"/>
              </w:rPr>
              <w:t>mm/</w:t>
            </w:r>
            <w:proofErr w:type="spellStart"/>
            <w:r w:rsidRPr="00655251">
              <w:rPr>
                <w:sz w:val="20"/>
                <w:szCs w:val="20"/>
              </w:rPr>
              <w:t>dd</w:t>
            </w:r>
            <w:proofErr w:type="spellEnd"/>
            <w:r w:rsidR="00305513">
              <w:rPr>
                <w:sz w:val="20"/>
                <w:szCs w:val="20"/>
              </w:rPr>
              <w:t>/</w:t>
            </w:r>
            <w:proofErr w:type="spellStart"/>
            <w:r w:rsidRPr="00655251">
              <w:rPr>
                <w:sz w:val="20"/>
                <w:szCs w:val="20"/>
              </w:rPr>
              <w:t>yy</w:t>
            </w:r>
            <w:proofErr w:type="spellEnd"/>
          </w:p>
        </w:tc>
        <w:tc>
          <w:tcPr>
            <w:tcW w:w="1260" w:type="dxa"/>
            <w:shd w:val="clear" w:color="auto" w:fill="CCC0D9"/>
          </w:tcPr>
          <w:p w:rsidR="00655251" w:rsidRPr="00571F1A" w:rsidRDefault="00305513" w:rsidP="001C04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Entered </w:t>
            </w:r>
            <w:r>
              <w:rPr>
                <w:sz w:val="20"/>
                <w:szCs w:val="20"/>
              </w:rPr>
              <w:br/>
              <w:t xml:space="preserve"> mm/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655251">
              <w:rPr>
                <w:sz w:val="20"/>
                <w:szCs w:val="20"/>
              </w:rPr>
              <w:t>yy</w:t>
            </w:r>
            <w:proofErr w:type="spellEnd"/>
          </w:p>
        </w:tc>
        <w:tc>
          <w:tcPr>
            <w:tcW w:w="450" w:type="dxa"/>
            <w:shd w:val="clear" w:color="auto" w:fill="CCC0D9"/>
          </w:tcPr>
          <w:p w:rsidR="00655251" w:rsidRPr="00571F1A" w:rsidRDefault="00655251" w:rsidP="001C040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71F1A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D420AE" w:rsidRPr="00571F1A" w:rsidTr="00FA38E0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05111F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1C040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0AE" w:rsidRPr="00571F1A" w:rsidTr="00D5758A">
        <w:tc>
          <w:tcPr>
            <w:tcW w:w="1263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D420AE" w:rsidRPr="00571F1A" w:rsidRDefault="00D420AE" w:rsidP="00571F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376135" w:rsidRDefault="00376135"/>
    <w:sectPr w:rsidR="00376135" w:rsidSect="004D49F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04" w:rsidRDefault="00D92004" w:rsidP="00AF10C9">
      <w:pPr>
        <w:spacing w:after="0" w:line="240" w:lineRule="auto"/>
      </w:pPr>
      <w:r>
        <w:separator/>
      </w:r>
    </w:p>
  </w:endnote>
  <w:endnote w:type="continuationSeparator" w:id="0">
    <w:p w:rsidR="00D92004" w:rsidRDefault="00D92004" w:rsidP="00AF1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04" w:rsidRDefault="00D92004" w:rsidP="00AF10C9">
      <w:pPr>
        <w:spacing w:after="0" w:line="240" w:lineRule="auto"/>
      </w:pPr>
      <w:r>
        <w:separator/>
      </w:r>
    </w:p>
  </w:footnote>
  <w:footnote w:type="continuationSeparator" w:id="0">
    <w:p w:rsidR="00D92004" w:rsidRDefault="00D92004" w:rsidP="00AF1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7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246"/>
      <w:gridCol w:w="2552"/>
      <w:gridCol w:w="2286"/>
      <w:gridCol w:w="1584"/>
      <w:gridCol w:w="3060"/>
      <w:gridCol w:w="1350"/>
      <w:gridCol w:w="1269"/>
      <w:gridCol w:w="441"/>
    </w:tblGrid>
    <w:tr w:rsidR="00655251" w:rsidRPr="00571F1A" w:rsidTr="00655251">
      <w:tc>
        <w:tcPr>
          <w:tcW w:w="1246" w:type="dxa"/>
          <w:shd w:val="clear" w:color="auto" w:fill="CCC0D9"/>
        </w:tcPr>
        <w:p w:rsidR="00655251" w:rsidRPr="00571F1A" w:rsidRDefault="00655251" w:rsidP="00EA44A4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Your </w:t>
          </w:r>
          <w:r w:rsidRPr="00571F1A">
            <w:rPr>
              <w:sz w:val="20"/>
              <w:szCs w:val="20"/>
            </w:rPr>
            <w:t xml:space="preserve">Ref ID </w:t>
          </w:r>
        </w:p>
      </w:tc>
      <w:tc>
        <w:tcPr>
          <w:tcW w:w="2552" w:type="dxa"/>
          <w:shd w:val="clear" w:color="auto" w:fill="CCC0D9"/>
        </w:tcPr>
        <w:p w:rsidR="00655251" w:rsidRPr="00571F1A" w:rsidRDefault="00655251" w:rsidP="00EA44A4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Business Name</w:t>
          </w:r>
        </w:p>
      </w:tc>
      <w:tc>
        <w:tcPr>
          <w:tcW w:w="2286" w:type="dxa"/>
          <w:shd w:val="clear" w:color="auto" w:fill="CCC0D9"/>
        </w:tcPr>
        <w:p w:rsidR="00655251" w:rsidRPr="00571F1A" w:rsidRDefault="00655251" w:rsidP="00EA44A4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Address</w:t>
          </w:r>
        </w:p>
      </w:tc>
      <w:tc>
        <w:tcPr>
          <w:tcW w:w="1584" w:type="dxa"/>
          <w:shd w:val="clear" w:color="auto" w:fill="CCC0D9"/>
        </w:tcPr>
        <w:p w:rsidR="00655251" w:rsidRPr="00571F1A" w:rsidRDefault="00655251" w:rsidP="00EA44A4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What was purchased</w:t>
          </w:r>
        </w:p>
      </w:tc>
      <w:tc>
        <w:tcPr>
          <w:tcW w:w="3060" w:type="dxa"/>
          <w:shd w:val="clear" w:color="auto" w:fill="CCC0D9"/>
        </w:tcPr>
        <w:p w:rsidR="00655251" w:rsidRDefault="00655251" w:rsidP="00EA44A4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Business website URL</w:t>
          </w:r>
        </w:p>
      </w:tc>
      <w:tc>
        <w:tcPr>
          <w:tcW w:w="1350" w:type="dxa"/>
          <w:shd w:val="clear" w:color="auto" w:fill="CCC0D9"/>
        </w:tcPr>
        <w:p w:rsidR="00655251" w:rsidRDefault="00655251" w:rsidP="00655251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Date of Visit/</w:t>
          </w:r>
          <w:r>
            <w:rPr>
              <w:sz w:val="20"/>
              <w:szCs w:val="20"/>
            </w:rPr>
            <w:br/>
            <w:t>Purchase</w:t>
          </w:r>
          <w:r>
            <w:rPr>
              <w:sz w:val="20"/>
              <w:szCs w:val="20"/>
            </w:rPr>
            <w:br/>
          </w:r>
          <w:r w:rsidR="00305513">
            <w:rPr>
              <w:sz w:val="20"/>
              <w:szCs w:val="20"/>
            </w:rPr>
            <w:t>mm/</w:t>
          </w:r>
          <w:proofErr w:type="spellStart"/>
          <w:r w:rsidR="00305513">
            <w:rPr>
              <w:sz w:val="20"/>
              <w:szCs w:val="20"/>
            </w:rPr>
            <w:t>dd</w:t>
          </w:r>
          <w:proofErr w:type="spellEnd"/>
          <w:r w:rsidR="00305513">
            <w:rPr>
              <w:sz w:val="20"/>
              <w:szCs w:val="20"/>
            </w:rPr>
            <w:t>/</w:t>
          </w:r>
          <w:proofErr w:type="spellStart"/>
          <w:r w:rsidRPr="00655251">
            <w:rPr>
              <w:sz w:val="20"/>
              <w:szCs w:val="20"/>
            </w:rPr>
            <w:t>yy</w:t>
          </w:r>
          <w:proofErr w:type="spellEnd"/>
        </w:p>
      </w:tc>
      <w:tc>
        <w:tcPr>
          <w:tcW w:w="1269" w:type="dxa"/>
          <w:shd w:val="clear" w:color="auto" w:fill="CCC0D9"/>
        </w:tcPr>
        <w:p w:rsidR="00655251" w:rsidRPr="00571F1A" w:rsidRDefault="00305513" w:rsidP="00655251">
          <w:pPr>
            <w:spacing w:after="0"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Date Entered </w:t>
          </w:r>
          <w:r>
            <w:rPr>
              <w:sz w:val="20"/>
              <w:szCs w:val="20"/>
            </w:rPr>
            <w:br/>
            <w:t xml:space="preserve"> mm/</w:t>
          </w:r>
          <w:proofErr w:type="spellStart"/>
          <w:r>
            <w:rPr>
              <w:sz w:val="20"/>
              <w:szCs w:val="20"/>
            </w:rPr>
            <w:t>dd</w:t>
          </w:r>
          <w:proofErr w:type="spellEnd"/>
          <w:r>
            <w:rPr>
              <w:sz w:val="20"/>
              <w:szCs w:val="20"/>
            </w:rPr>
            <w:t>/</w:t>
          </w:r>
          <w:proofErr w:type="spellStart"/>
          <w:r w:rsidR="00655251">
            <w:rPr>
              <w:sz w:val="20"/>
              <w:szCs w:val="20"/>
            </w:rPr>
            <w:t>yy</w:t>
          </w:r>
          <w:proofErr w:type="spellEnd"/>
        </w:p>
      </w:tc>
      <w:tc>
        <w:tcPr>
          <w:tcW w:w="441" w:type="dxa"/>
          <w:shd w:val="clear" w:color="auto" w:fill="CCC0D9"/>
        </w:tcPr>
        <w:p w:rsidR="00655251" w:rsidRPr="00571F1A" w:rsidRDefault="00655251" w:rsidP="00EA44A4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571F1A">
            <w:rPr>
              <w:b/>
              <w:bCs/>
              <w:sz w:val="20"/>
              <w:szCs w:val="20"/>
            </w:rPr>
            <w:t>X</w:t>
          </w:r>
        </w:p>
      </w:tc>
    </w:tr>
  </w:tbl>
  <w:p w:rsidR="00AF10C9" w:rsidRDefault="00655251">
    <w:pPr>
      <w:pStyle w:val="Header"/>
    </w:pPr>
    <w:r>
      <w:rPr>
        <w:b/>
        <w:bCs/>
      </w:rPr>
      <w:t>My Perfect Pages Business Recommendations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EA2"/>
    <w:rsid w:val="000F0B10"/>
    <w:rsid w:val="0015523D"/>
    <w:rsid w:val="00272728"/>
    <w:rsid w:val="002D5CE6"/>
    <w:rsid w:val="003053C3"/>
    <w:rsid w:val="00305513"/>
    <w:rsid w:val="003543BE"/>
    <w:rsid w:val="00376135"/>
    <w:rsid w:val="003C71AD"/>
    <w:rsid w:val="00463060"/>
    <w:rsid w:val="004A3EA2"/>
    <w:rsid w:val="004D49F4"/>
    <w:rsid w:val="00571F1A"/>
    <w:rsid w:val="005B624F"/>
    <w:rsid w:val="00655251"/>
    <w:rsid w:val="006F7072"/>
    <w:rsid w:val="0070420B"/>
    <w:rsid w:val="007D3DD9"/>
    <w:rsid w:val="00823260"/>
    <w:rsid w:val="0087760F"/>
    <w:rsid w:val="00960106"/>
    <w:rsid w:val="00A3057E"/>
    <w:rsid w:val="00AF10C9"/>
    <w:rsid w:val="00B11DF0"/>
    <w:rsid w:val="00B45DC6"/>
    <w:rsid w:val="00D420AE"/>
    <w:rsid w:val="00D92004"/>
    <w:rsid w:val="00DB05EB"/>
    <w:rsid w:val="00DD2CDB"/>
    <w:rsid w:val="00E008CA"/>
    <w:rsid w:val="00EA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0C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1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10C9"/>
    <w:rPr>
      <w:color w:val="0000FF"/>
      <w:u w:val="single"/>
    </w:rPr>
  </w:style>
  <w:style w:type="character" w:styleId="Strong">
    <w:name w:val="Strong"/>
    <w:basedOn w:val="DefaultParagraphFont"/>
    <w:qFormat/>
    <w:rsid w:val="00AF10C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AF1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10C9"/>
  </w:style>
  <w:style w:type="paragraph" w:styleId="Footer">
    <w:name w:val="footer"/>
    <w:basedOn w:val="Normal"/>
    <w:link w:val="FooterChar"/>
    <w:uiPriority w:val="99"/>
    <w:semiHidden/>
    <w:unhideWhenUsed/>
    <w:rsid w:val="00AF1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1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~HASSAN%20to%20do\Multi_us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63758-DBD8-4FF0-8C56-DFC0E3DB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Multi_use_Template</Template>
  <TotalTime>21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templates</cp:keywords>
  <cp:lastModifiedBy>user</cp:lastModifiedBy>
  <cp:revision>4</cp:revision>
  <dcterms:created xsi:type="dcterms:W3CDTF">2014-01-23T20:40:00Z</dcterms:created>
  <dcterms:modified xsi:type="dcterms:W3CDTF">2014-01-23T21:01:00Z</dcterms:modified>
</cp:coreProperties>
</file>