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Style w:val="style154"/>
        <w:tblpPr w:leftFromText="180" w:rightFromText="180" w:topFromText="0" w:bottomFromText="0" w:vertAnchor="page" w:horzAnchor="page" w:tblpX="3124" w:tblpY="854"/>
        <w:tblW w:w="3702" w:type="pct"/>
        <w:tblLayout w:type="fixed"/>
        <w:tblCellMar>
          <w:left w:w="0" w:type="dxa"/>
          <w:bottom w:w="432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3708"/>
        <w:gridCol w:w="3222"/>
      </w:tblGrid>
      <w:tr>
        <w:trPr>
          <w:trHeight w:val="1224" w:hRule="atLeast"/>
        </w:trPr>
        <w:tc>
          <w:tcPr>
            <w:tcW w:w="3709" w:type="dxa"/>
            <w:tcBorders/>
            <w:vAlign w:val="bottom"/>
          </w:tcPr>
          <w:p>
            <w:pPr>
              <w:pStyle w:val="style62"/>
              <w:rPr/>
            </w:pPr>
            <w:r>
              <w:rPr>
                <w:lang w:val="en-US"/>
              </w:rPr>
              <w:t>M. ALIP</w:t>
            </w:r>
          </w:p>
        </w:tc>
        <w:tc>
          <w:tcPr>
            <w:tcW w:w="3222" w:type="dxa"/>
            <w:tcBorders/>
            <w:vAlign w:val="bottom"/>
          </w:tcPr>
          <w:tbl>
            <w:tblPr>
              <w:tblStyle w:val="style154"/>
              <w:tblW w:w="360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Contact information table"/>
            </w:tblPr>
            <w:tblGrid>
              <w:gridCol w:w="3252"/>
              <w:gridCol w:w="348"/>
            </w:tblGrid>
            <w:tr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top w:w="0" w:type="dxa"/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……</w:t>
                  </w:r>
                  <w:r>
                    <w:t>………………………………………</w:t>
                  </w:r>
                  <w:r>
                    <w:t>……..</w:t>
                  </w:r>
                </w:p>
              </w:tc>
              <w:tc>
                <w:tcPr>
                  <w:tcW w:w="348" w:type="dxa"/>
                  <w:tcBorders/>
                  <w:tcMar>
                    <w:top w:w="0" w:type="dxa"/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18871" cy="118871"/>
                            <wp:effectExtent l="0" t="0" r="0" b="0"/>
                            <wp:docPr id="1026" name="Address icon" descr="Address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18871" cy="118871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2846" h="2833" stroke="1">
                                          <a:moveTo>
                                            <a:pt x="1418" y="0"/>
                                          </a:moveTo>
                                          <a:lnTo>
                                            <a:pt x="1443" y="3"/>
                                          </a:lnTo>
                                          <a:lnTo>
                                            <a:pt x="1468" y="11"/>
                                          </a:lnTo>
                                          <a:lnTo>
                                            <a:pt x="1493" y="23"/>
                                          </a:lnTo>
                                          <a:lnTo>
                                            <a:pt x="1520" y="39"/>
                                          </a:lnTo>
                                          <a:lnTo>
                                            <a:pt x="1547" y="60"/>
                                          </a:lnTo>
                                          <a:lnTo>
                                            <a:pt x="1575" y="85"/>
                                          </a:lnTo>
                                          <a:lnTo>
                                            <a:pt x="1607" y="115"/>
                                          </a:lnTo>
                                          <a:lnTo>
                                            <a:pt x="1642" y="147"/>
                                          </a:lnTo>
                                          <a:lnTo>
                                            <a:pt x="1678" y="181"/>
                                          </a:lnTo>
                                          <a:lnTo>
                                            <a:pt x="1717" y="218"/>
                                          </a:lnTo>
                                          <a:lnTo>
                                            <a:pt x="1757" y="256"/>
                                          </a:lnTo>
                                          <a:lnTo>
                                            <a:pt x="1799" y="295"/>
                                          </a:lnTo>
                                          <a:lnTo>
                                            <a:pt x="1842" y="337"/>
                                          </a:lnTo>
                                          <a:lnTo>
                                            <a:pt x="1886" y="379"/>
                                          </a:lnTo>
                                          <a:lnTo>
                                            <a:pt x="1931" y="422"/>
                                          </a:lnTo>
                                          <a:lnTo>
                                            <a:pt x="1977" y="467"/>
                                          </a:lnTo>
                                          <a:lnTo>
                                            <a:pt x="2024" y="512"/>
                                          </a:lnTo>
                                          <a:lnTo>
                                            <a:pt x="2071" y="558"/>
                                          </a:lnTo>
                                          <a:lnTo>
                                            <a:pt x="2118" y="603"/>
                                          </a:lnTo>
                                          <a:lnTo>
                                            <a:pt x="2165" y="649"/>
                                          </a:lnTo>
                                          <a:lnTo>
                                            <a:pt x="2213" y="695"/>
                                          </a:lnTo>
                                          <a:lnTo>
                                            <a:pt x="2259" y="741"/>
                                          </a:lnTo>
                                          <a:lnTo>
                                            <a:pt x="2306" y="787"/>
                                          </a:lnTo>
                                          <a:lnTo>
                                            <a:pt x="2351" y="831"/>
                                          </a:lnTo>
                                          <a:lnTo>
                                            <a:pt x="2397" y="875"/>
                                          </a:lnTo>
                                          <a:lnTo>
                                            <a:pt x="2440" y="918"/>
                                          </a:lnTo>
                                          <a:lnTo>
                                            <a:pt x="2482" y="960"/>
                                          </a:lnTo>
                                          <a:lnTo>
                                            <a:pt x="2524" y="1001"/>
                                          </a:lnTo>
                                          <a:lnTo>
                                            <a:pt x="2563" y="1040"/>
                                          </a:lnTo>
                                          <a:lnTo>
                                            <a:pt x="2601" y="1077"/>
                                          </a:lnTo>
                                          <a:lnTo>
                                            <a:pt x="2637" y="1113"/>
                                          </a:lnTo>
                                          <a:lnTo>
                                            <a:pt x="2671" y="1147"/>
                                          </a:lnTo>
                                          <a:lnTo>
                                            <a:pt x="2702" y="1178"/>
                                          </a:lnTo>
                                          <a:lnTo>
                                            <a:pt x="2731" y="1207"/>
                                          </a:lnTo>
                                          <a:lnTo>
                                            <a:pt x="2757" y="1234"/>
                                          </a:lnTo>
                                          <a:lnTo>
                                            <a:pt x="2780" y="1257"/>
                                          </a:lnTo>
                                          <a:lnTo>
                                            <a:pt x="2800" y="1278"/>
                                          </a:lnTo>
                                          <a:lnTo>
                                            <a:pt x="2816" y="1296"/>
                                          </a:lnTo>
                                          <a:lnTo>
                                            <a:pt x="2829" y="1310"/>
                                          </a:lnTo>
                                          <a:lnTo>
                                            <a:pt x="2839" y="1321"/>
                                          </a:lnTo>
                                          <a:lnTo>
                                            <a:pt x="2846" y="1329"/>
                                          </a:lnTo>
                                          <a:lnTo>
                                            <a:pt x="2801" y="1332"/>
                                          </a:lnTo>
                                          <a:lnTo>
                                            <a:pt x="2757" y="1334"/>
                                          </a:lnTo>
                                          <a:lnTo>
                                            <a:pt x="2711" y="1336"/>
                                          </a:lnTo>
                                          <a:lnTo>
                                            <a:pt x="2667" y="1338"/>
                                          </a:lnTo>
                                          <a:lnTo>
                                            <a:pt x="2625" y="1339"/>
                                          </a:lnTo>
                                          <a:lnTo>
                                            <a:pt x="2584" y="1340"/>
                                          </a:lnTo>
                                          <a:lnTo>
                                            <a:pt x="2548" y="1341"/>
                                          </a:lnTo>
                                          <a:lnTo>
                                            <a:pt x="2515" y="1342"/>
                                          </a:lnTo>
                                          <a:lnTo>
                                            <a:pt x="2488" y="1343"/>
                                          </a:lnTo>
                                          <a:lnTo>
                                            <a:pt x="2467" y="1345"/>
                                          </a:lnTo>
                                          <a:lnTo>
                                            <a:pt x="2467" y="1478"/>
                                          </a:lnTo>
                                          <a:lnTo>
                                            <a:pt x="2467" y="1613"/>
                                          </a:lnTo>
                                          <a:lnTo>
                                            <a:pt x="2467" y="2513"/>
                                          </a:lnTo>
                                          <a:lnTo>
                                            <a:pt x="2467" y="2566"/>
                                          </a:lnTo>
                                          <a:lnTo>
                                            <a:pt x="2465" y="2611"/>
                                          </a:lnTo>
                                          <a:lnTo>
                                            <a:pt x="2462" y="2651"/>
                                          </a:lnTo>
                                          <a:lnTo>
                                            <a:pt x="2456" y="2686"/>
                                          </a:lnTo>
                                          <a:lnTo>
                                            <a:pt x="2448" y="2716"/>
                                          </a:lnTo>
                                          <a:lnTo>
                                            <a:pt x="2437" y="2741"/>
                                          </a:lnTo>
                                          <a:lnTo>
                                            <a:pt x="2422" y="2763"/>
                                          </a:lnTo>
                                          <a:lnTo>
                                            <a:pt x="2405" y="2781"/>
                                          </a:lnTo>
                                          <a:lnTo>
                                            <a:pt x="2383" y="2796"/>
                                          </a:lnTo>
                                          <a:lnTo>
                                            <a:pt x="2358" y="2808"/>
                                          </a:lnTo>
                                          <a:lnTo>
                                            <a:pt x="2328" y="2817"/>
                                          </a:lnTo>
                                          <a:lnTo>
                                            <a:pt x="2295" y="2824"/>
                                          </a:lnTo>
                                          <a:lnTo>
                                            <a:pt x="2256" y="2830"/>
                                          </a:lnTo>
                                          <a:lnTo>
                                            <a:pt x="2238" y="2832"/>
                                          </a:lnTo>
                                          <a:lnTo>
                                            <a:pt x="2215" y="2833"/>
                                          </a:lnTo>
                                          <a:lnTo>
                                            <a:pt x="2188" y="2833"/>
                                          </a:lnTo>
                                          <a:lnTo>
                                            <a:pt x="2157" y="2833"/>
                                          </a:lnTo>
                                          <a:lnTo>
                                            <a:pt x="2126" y="2832"/>
                                          </a:lnTo>
                                          <a:lnTo>
                                            <a:pt x="2095" y="2831"/>
                                          </a:lnTo>
                                          <a:lnTo>
                                            <a:pt x="2066" y="2831"/>
                                          </a:lnTo>
                                          <a:lnTo>
                                            <a:pt x="2039" y="2830"/>
                                          </a:lnTo>
                                          <a:lnTo>
                                            <a:pt x="2018" y="2830"/>
                                          </a:lnTo>
                                          <a:lnTo>
                                            <a:pt x="1983" y="2829"/>
                                          </a:lnTo>
                                          <a:lnTo>
                                            <a:pt x="1951" y="2827"/>
                                          </a:lnTo>
                                          <a:lnTo>
                                            <a:pt x="1925" y="2822"/>
                                          </a:lnTo>
                                          <a:lnTo>
                                            <a:pt x="1903" y="2814"/>
                                          </a:lnTo>
                                          <a:lnTo>
                                            <a:pt x="1885" y="2803"/>
                                          </a:lnTo>
                                          <a:lnTo>
                                            <a:pt x="1870" y="2788"/>
                                          </a:lnTo>
                                          <a:lnTo>
                                            <a:pt x="1858" y="2769"/>
                                          </a:lnTo>
                                          <a:lnTo>
                                            <a:pt x="1848" y="2744"/>
                                          </a:lnTo>
                                          <a:lnTo>
                                            <a:pt x="1840" y="2715"/>
                                          </a:lnTo>
                                          <a:lnTo>
                                            <a:pt x="1835" y="2680"/>
                                          </a:lnTo>
                                          <a:lnTo>
                                            <a:pt x="1831" y="2639"/>
                                          </a:lnTo>
                                          <a:lnTo>
                                            <a:pt x="1828" y="2591"/>
                                          </a:lnTo>
                                          <a:lnTo>
                                            <a:pt x="1826" y="2536"/>
                                          </a:lnTo>
                                          <a:lnTo>
                                            <a:pt x="1825" y="2500"/>
                                          </a:lnTo>
                                          <a:lnTo>
                                            <a:pt x="1825" y="2460"/>
                                          </a:lnTo>
                                          <a:lnTo>
                                            <a:pt x="1824" y="2416"/>
                                          </a:lnTo>
                                          <a:lnTo>
                                            <a:pt x="1823" y="2370"/>
                                          </a:lnTo>
                                          <a:lnTo>
                                            <a:pt x="1823" y="2323"/>
                                          </a:lnTo>
                                          <a:lnTo>
                                            <a:pt x="1822" y="2273"/>
                                          </a:lnTo>
                                          <a:lnTo>
                                            <a:pt x="1822" y="2224"/>
                                          </a:lnTo>
                                          <a:lnTo>
                                            <a:pt x="1821" y="2173"/>
                                          </a:lnTo>
                                          <a:lnTo>
                                            <a:pt x="1821" y="2124"/>
                                          </a:lnTo>
                                          <a:lnTo>
                                            <a:pt x="1821" y="2076"/>
                                          </a:lnTo>
                                          <a:lnTo>
                                            <a:pt x="1821" y="2030"/>
                                          </a:lnTo>
                                          <a:lnTo>
                                            <a:pt x="1821" y="1985"/>
                                          </a:lnTo>
                                          <a:lnTo>
                                            <a:pt x="1821" y="1945"/>
                                          </a:lnTo>
                                          <a:lnTo>
                                            <a:pt x="1821" y="1908"/>
                                          </a:lnTo>
                                          <a:lnTo>
                                            <a:pt x="1821" y="1874"/>
                                          </a:lnTo>
                                          <a:lnTo>
                                            <a:pt x="1821" y="1846"/>
                                          </a:lnTo>
                                          <a:lnTo>
                                            <a:pt x="1821" y="1823"/>
                                          </a:lnTo>
                                          <a:lnTo>
                                            <a:pt x="1822" y="1807"/>
                                          </a:lnTo>
                                          <a:lnTo>
                                            <a:pt x="1822" y="1797"/>
                                          </a:lnTo>
                                          <a:lnTo>
                                            <a:pt x="1822" y="1763"/>
                                          </a:lnTo>
                                          <a:lnTo>
                                            <a:pt x="1818" y="1733"/>
                                          </a:lnTo>
                                          <a:lnTo>
                                            <a:pt x="1811" y="1707"/>
                                          </a:lnTo>
                                          <a:lnTo>
                                            <a:pt x="1800" y="1684"/>
                                          </a:lnTo>
                                          <a:lnTo>
                                            <a:pt x="1786" y="1664"/>
                                          </a:lnTo>
                                          <a:lnTo>
                                            <a:pt x="1769" y="1646"/>
                                          </a:lnTo>
                                          <a:lnTo>
                                            <a:pt x="1750" y="1631"/>
                                          </a:lnTo>
                                          <a:lnTo>
                                            <a:pt x="1728" y="1618"/>
                                          </a:lnTo>
                                          <a:lnTo>
                                            <a:pt x="1704" y="1608"/>
                                          </a:lnTo>
                                          <a:lnTo>
                                            <a:pt x="1678" y="1599"/>
                                          </a:lnTo>
                                          <a:lnTo>
                                            <a:pt x="1651" y="1592"/>
                                          </a:lnTo>
                                          <a:lnTo>
                                            <a:pt x="1622" y="1587"/>
                                          </a:lnTo>
                                          <a:lnTo>
                                            <a:pt x="1591" y="1583"/>
                                          </a:lnTo>
                                          <a:lnTo>
                                            <a:pt x="1561" y="1581"/>
                                          </a:lnTo>
                                          <a:lnTo>
                                            <a:pt x="1529" y="1579"/>
                                          </a:lnTo>
                                          <a:lnTo>
                                            <a:pt x="1496" y="1578"/>
                                          </a:lnTo>
                                          <a:lnTo>
                                            <a:pt x="1463" y="1577"/>
                                          </a:lnTo>
                                          <a:lnTo>
                                            <a:pt x="1431" y="1577"/>
                                          </a:lnTo>
                                          <a:lnTo>
                                            <a:pt x="1398" y="1577"/>
                                          </a:lnTo>
                                          <a:lnTo>
                                            <a:pt x="1361" y="1578"/>
                                          </a:lnTo>
                                          <a:lnTo>
                                            <a:pt x="1324" y="1579"/>
                                          </a:lnTo>
                                          <a:lnTo>
                                            <a:pt x="1289" y="1582"/>
                                          </a:lnTo>
                                          <a:lnTo>
                                            <a:pt x="1253" y="1586"/>
                                          </a:lnTo>
                                          <a:lnTo>
                                            <a:pt x="1220" y="1591"/>
                                          </a:lnTo>
                                          <a:lnTo>
                                            <a:pt x="1188" y="1598"/>
                                          </a:lnTo>
                                          <a:lnTo>
                                            <a:pt x="1157" y="1606"/>
                                          </a:lnTo>
                                          <a:lnTo>
                                            <a:pt x="1129" y="1617"/>
                                          </a:lnTo>
                                          <a:lnTo>
                                            <a:pt x="1103" y="1629"/>
                                          </a:lnTo>
                                          <a:lnTo>
                                            <a:pt x="1080" y="1643"/>
                                          </a:lnTo>
                                          <a:lnTo>
                                            <a:pt x="1058" y="1660"/>
                                          </a:lnTo>
                                          <a:lnTo>
                                            <a:pt x="1041" y="1678"/>
                                          </a:lnTo>
                                          <a:lnTo>
                                            <a:pt x="1028" y="1699"/>
                                          </a:lnTo>
                                          <a:lnTo>
                                            <a:pt x="1018" y="1723"/>
                                          </a:lnTo>
                                          <a:lnTo>
                                            <a:pt x="1012" y="1748"/>
                                          </a:lnTo>
                                          <a:lnTo>
                                            <a:pt x="1010" y="1778"/>
                                          </a:lnTo>
                                          <a:lnTo>
                                            <a:pt x="1012" y="1940"/>
                                          </a:lnTo>
                                          <a:lnTo>
                                            <a:pt x="1011" y="2103"/>
                                          </a:lnTo>
                                          <a:lnTo>
                                            <a:pt x="1010" y="2265"/>
                                          </a:lnTo>
                                          <a:lnTo>
                                            <a:pt x="1011" y="2427"/>
                                          </a:lnTo>
                                          <a:lnTo>
                                            <a:pt x="1015" y="2590"/>
                                          </a:lnTo>
                                          <a:lnTo>
                                            <a:pt x="1015" y="2630"/>
                                          </a:lnTo>
                                          <a:lnTo>
                                            <a:pt x="1013" y="2666"/>
                                          </a:lnTo>
                                          <a:lnTo>
                                            <a:pt x="1009" y="2697"/>
                                          </a:lnTo>
                                          <a:lnTo>
                                            <a:pt x="1001" y="2723"/>
                                          </a:lnTo>
                                          <a:lnTo>
                                            <a:pt x="990" y="2746"/>
                                          </a:lnTo>
                                          <a:lnTo>
                                            <a:pt x="976" y="2767"/>
                                          </a:lnTo>
                                          <a:lnTo>
                                            <a:pt x="959" y="2783"/>
                                          </a:lnTo>
                                          <a:lnTo>
                                            <a:pt x="936" y="2796"/>
                                          </a:lnTo>
                                          <a:lnTo>
                                            <a:pt x="910" y="2807"/>
                                          </a:lnTo>
                                          <a:lnTo>
                                            <a:pt x="880" y="2815"/>
                                          </a:lnTo>
                                          <a:lnTo>
                                            <a:pt x="845" y="2822"/>
                                          </a:lnTo>
                                          <a:lnTo>
                                            <a:pt x="804" y="2826"/>
                                          </a:lnTo>
                                          <a:lnTo>
                                            <a:pt x="760" y="2829"/>
                                          </a:lnTo>
                                          <a:lnTo>
                                            <a:pt x="600" y="2829"/>
                                          </a:lnTo>
                                          <a:lnTo>
                                            <a:pt x="562" y="2828"/>
                                          </a:lnTo>
                                          <a:lnTo>
                                            <a:pt x="528" y="2824"/>
                                          </a:lnTo>
                                          <a:lnTo>
                                            <a:pt x="496" y="2817"/>
                                          </a:lnTo>
                                          <a:lnTo>
                                            <a:pt x="468" y="2806"/>
                                          </a:lnTo>
                                          <a:lnTo>
                                            <a:pt x="444" y="2793"/>
                                          </a:lnTo>
                                          <a:lnTo>
                                            <a:pt x="423" y="2776"/>
                                          </a:lnTo>
                                          <a:lnTo>
                                            <a:pt x="406" y="2755"/>
                                          </a:lnTo>
                                          <a:lnTo>
                                            <a:pt x="391" y="2731"/>
                                          </a:lnTo>
                                          <a:lnTo>
                                            <a:pt x="380" y="2703"/>
                                          </a:lnTo>
                                          <a:lnTo>
                                            <a:pt x="373" y="2672"/>
                                          </a:lnTo>
                                          <a:lnTo>
                                            <a:pt x="369" y="2636"/>
                                          </a:lnTo>
                                          <a:lnTo>
                                            <a:pt x="368" y="2596"/>
                                          </a:lnTo>
                                          <a:lnTo>
                                            <a:pt x="372" y="2285"/>
                                          </a:lnTo>
                                          <a:lnTo>
                                            <a:pt x="372" y="1973"/>
                                          </a:lnTo>
                                          <a:lnTo>
                                            <a:pt x="371" y="1662"/>
                                          </a:lnTo>
                                          <a:lnTo>
                                            <a:pt x="371" y="1350"/>
                                          </a:lnTo>
                                          <a:lnTo>
                                            <a:pt x="370" y="1351"/>
                                          </a:lnTo>
                                          <a:lnTo>
                                            <a:pt x="362" y="1351"/>
                                          </a:lnTo>
                                          <a:lnTo>
                                            <a:pt x="348" y="1352"/>
                                          </a:lnTo>
                                          <a:lnTo>
                                            <a:pt x="330" y="1352"/>
                                          </a:lnTo>
                                          <a:lnTo>
                                            <a:pt x="308" y="1352"/>
                                          </a:lnTo>
                                          <a:lnTo>
                                            <a:pt x="281" y="1353"/>
                                          </a:lnTo>
                                          <a:lnTo>
                                            <a:pt x="252" y="1353"/>
                                          </a:lnTo>
                                          <a:lnTo>
                                            <a:pt x="222" y="1353"/>
                                          </a:lnTo>
                                          <a:lnTo>
                                            <a:pt x="191" y="1353"/>
                                          </a:lnTo>
                                          <a:lnTo>
                                            <a:pt x="159" y="1353"/>
                                          </a:lnTo>
                                          <a:lnTo>
                                            <a:pt x="129" y="1352"/>
                                          </a:lnTo>
                                          <a:lnTo>
                                            <a:pt x="100" y="1352"/>
                                          </a:lnTo>
                                          <a:lnTo>
                                            <a:pt x="73" y="1352"/>
                                          </a:lnTo>
                                          <a:lnTo>
                                            <a:pt x="48" y="1352"/>
                                          </a:lnTo>
                                          <a:lnTo>
                                            <a:pt x="29" y="1352"/>
                                          </a:lnTo>
                                          <a:lnTo>
                                            <a:pt x="13" y="1352"/>
                                          </a:lnTo>
                                          <a:lnTo>
                                            <a:pt x="4" y="1352"/>
                                          </a:lnTo>
                                          <a:lnTo>
                                            <a:pt x="0" y="1352"/>
                                          </a:lnTo>
                                          <a:lnTo>
                                            <a:pt x="5" y="1345"/>
                                          </a:lnTo>
                                          <a:lnTo>
                                            <a:pt x="14" y="1334"/>
                                          </a:lnTo>
                                          <a:lnTo>
                                            <a:pt x="26" y="1319"/>
                                          </a:lnTo>
                                          <a:lnTo>
                                            <a:pt x="42" y="1301"/>
                                          </a:lnTo>
                                          <a:lnTo>
                                            <a:pt x="61" y="1280"/>
                                          </a:lnTo>
                                          <a:lnTo>
                                            <a:pt x="84" y="1256"/>
                                          </a:lnTo>
                                          <a:lnTo>
                                            <a:pt x="109" y="1230"/>
                                          </a:lnTo>
                                          <a:lnTo>
                                            <a:pt x="137" y="1199"/>
                                          </a:lnTo>
                                          <a:lnTo>
                                            <a:pt x="167" y="1168"/>
                                          </a:lnTo>
                                          <a:lnTo>
                                            <a:pt x="201" y="1134"/>
                                          </a:lnTo>
                                          <a:lnTo>
                                            <a:pt x="236" y="1097"/>
                                          </a:lnTo>
                                          <a:lnTo>
                                            <a:pt x="272" y="1059"/>
                                          </a:lnTo>
                                          <a:lnTo>
                                            <a:pt x="312" y="1019"/>
                                          </a:lnTo>
                                          <a:lnTo>
                                            <a:pt x="352" y="977"/>
                                          </a:lnTo>
                                          <a:lnTo>
                                            <a:pt x="394" y="934"/>
                                          </a:lnTo>
                                          <a:lnTo>
                                            <a:pt x="438" y="891"/>
                                          </a:lnTo>
                                          <a:lnTo>
                                            <a:pt x="482" y="845"/>
                                          </a:lnTo>
                                          <a:lnTo>
                                            <a:pt x="528" y="800"/>
                                          </a:lnTo>
                                          <a:lnTo>
                                            <a:pt x="574" y="753"/>
                                          </a:lnTo>
                                          <a:lnTo>
                                            <a:pt x="621" y="706"/>
                                          </a:lnTo>
                                          <a:lnTo>
                                            <a:pt x="668" y="660"/>
                                          </a:lnTo>
                                          <a:lnTo>
                                            <a:pt x="714" y="612"/>
                                          </a:lnTo>
                                          <a:lnTo>
                                            <a:pt x="762" y="566"/>
                                          </a:lnTo>
                                          <a:lnTo>
                                            <a:pt x="809" y="518"/>
                                          </a:lnTo>
                                          <a:lnTo>
                                            <a:pt x="856" y="473"/>
                                          </a:lnTo>
                                          <a:lnTo>
                                            <a:pt x="901" y="427"/>
                                          </a:lnTo>
                                          <a:lnTo>
                                            <a:pt x="946" y="383"/>
                                          </a:lnTo>
                                          <a:lnTo>
                                            <a:pt x="991" y="340"/>
                                          </a:lnTo>
                                          <a:lnTo>
                                            <a:pt x="1033" y="297"/>
                                          </a:lnTo>
                                          <a:lnTo>
                                            <a:pt x="1076" y="257"/>
                                          </a:lnTo>
                                          <a:lnTo>
                                            <a:pt x="1116" y="218"/>
                                          </a:lnTo>
                                          <a:lnTo>
                                            <a:pt x="1154" y="180"/>
                                          </a:lnTo>
                                          <a:lnTo>
                                            <a:pt x="1191" y="145"/>
                                          </a:lnTo>
                                          <a:lnTo>
                                            <a:pt x="1225" y="112"/>
                                          </a:lnTo>
                                          <a:lnTo>
                                            <a:pt x="1257" y="81"/>
                                          </a:lnTo>
                                          <a:lnTo>
                                            <a:pt x="1287" y="55"/>
                                          </a:lnTo>
                                          <a:lnTo>
                                            <a:pt x="1315" y="34"/>
                                          </a:lnTo>
                                          <a:lnTo>
                                            <a:pt x="1342" y="18"/>
                                          </a:lnTo>
                                          <a:lnTo>
                                            <a:pt x="1367" y="7"/>
                                          </a:lnTo>
                                          <a:lnTo>
                                            <a:pt x="1392" y="1"/>
                                          </a:lnTo>
                                          <a:lnTo>
                                            <a:pt x="1418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26" coordsize="2846,2833" path="m1418,0l1443,3l1468,11l1493,23l1520,39l1547,60l1575,85l1607,115l1642,147l1678,181l1717,218l1757,256l1799,295l1842,337l1886,379l1931,422l1977,467l2024,512l2071,558l2118,603l2165,649l2213,695l2259,741l2306,787l2351,831l2397,875l2440,918l2482,960l2524,1001l2563,1040l2601,1077l2637,1113l2671,1147l2702,1178l2731,1207l2757,1234l2780,1257l2800,1278l2816,1296l2829,1310l2839,1321l2846,1329l2801,1332l2757,1334l2711,1336l2667,1338l2625,1339l2584,1340l2548,1341l2515,1342l2488,1343l2467,1345l2467,1478l2467,1613l2467,2513l2467,2566l2465,2611l2462,2651l2456,2686l2448,2716l2437,2741l2422,2763l2405,2781l2383,2796l2358,2808l2328,2817l2295,2824l2256,2830l2238,2832l2215,2833l2188,2833l2157,2833l2126,2832l2095,2831l2066,2831l2039,2830l2018,2830l1983,2829l1951,2827l1925,2822l1903,2814l1885,2803l1870,2788l1858,2769l1848,2744l1840,2715l1835,2680l1831,2639l1828,2591l1826,2536l1825,2500l1825,2460l1824,2416l1823,2370l1823,2323l1822,2273l1822,2224l1821,2173l1821,2124l1821,2076l1821,2030l1821,1985l1821,1945l1821,1908l1821,1874l1821,1846l1821,1823l1822,1807l1822,1797l1822,1763l1818,1733l1811,1707l1800,1684l1786,1664l1769,1646l1750,1631l1728,1618l1704,1608l1678,1599l1651,1592l1622,1587l1591,1583l1561,1581l1529,1579l1496,1578l1463,1577l1431,1577l1398,1577l1361,1578l1324,1579l1289,1582l1253,1586l1220,1591l1188,1598l1157,1606l1129,1617l1103,1629l1080,1643l1058,1660l1041,1678l1028,1699l1018,1723l1012,1748l1010,1778l1012,1940l1011,2103l1010,2265l1011,2427l1015,2590l1015,2630l1013,2666l1009,2697l1001,2723l990,2746l976,2767l959,2783l936,2796l910,2807l880,2815l845,2822l804,2826l760,2829l600,2829l562,2828l528,2824l496,2817l468,2806l444,2793l423,2776l406,2755l391,2731l380,2703l373,2672l369,2636l368,2596l372,2285l372,1973l371,1662l371,1350l370,1351l362,1351l348,1352l330,1352l308,1352l281,1353l252,1353l222,1353l191,1353l159,1353l129,1352l100,1352l73,1352l48,1352l29,1352l13,1352l4,1352l0,1352l5,1345l14,1334l26,1319l42,1301l61,1280l84,1256l109,1230l137,1199l167,1168l201,1134l236,1097l272,1059l312,1019l352,977l394,934l438,891l482,845l528,800l574,753l621,706l668,660l714,612l762,566l809,518l856,473l901,427l946,383l991,340l1033,297l1076,257l1116,218l1154,180l1191,145l1225,112l1257,81l1287,55l1315,34l1342,18l1367,7l1392,1l1418,0xe" fillcolor="#007fab" stroked="f" alt="Address icon" style="margin-left:0.0pt;margin-top:0.0pt;width:9.36pt;height:9.36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2846,2833" o:connectlocs="1493,23;1607,115;1757,256;1931,422;2118,603;2306,787;2482,960;2637,1113;2757,1234;2829,1310;2757,1334;2584,1340;2467,1345;2467,2566;2448,2716;2383,2796;2256,2830;2157,2833;2039,2830;1925,2822;1858,2769;1831,2639;1825,2460;1822,2273;1821,2076;1821,1908;1822,1807;1811,1707;1750,1631;1651,1592;1529,1579;1398,1577;1253,1586;1129,1617;1041,1678;1010,1778;1011,2427;1009,2697;959,2783;845,2822;562,2828;444,2793;380,2703;372,2285;370,1351;308,1352;191,1353;73,1352;4,1352;26,1319;109,1230;236,1097;394,934;574,753;762,566;946,383;1116,218;1257,81;1367,7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  <w:tr>
              <w:tblPrEx/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……</w:t>
                  </w:r>
                  <w:r>
                    <w:t>……………………………………..</w:t>
                  </w:r>
                  <w:r>
                    <w:t>………</w:t>
                  </w:r>
                </w:p>
              </w:tc>
              <w:tc>
                <w:tcPr>
                  <w:tcW w:w="348" w:type="dxa"/>
                  <w:tcBorders/>
                  <w:tcMar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09727" cy="109727"/>
                            <wp:effectExtent l="0" t="0" r="5080" b="5080"/>
                            <wp:docPr id="1028" name="Telephone icon" descr="Phone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09727" cy="10972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2552" h="2616" stroke="1">
                                          <a:moveTo>
                                            <a:pt x="410" y="0"/>
                                          </a:moveTo>
                                          <a:lnTo>
                                            <a:pt x="443" y="2"/>
                                          </a:lnTo>
                                          <a:lnTo>
                                            <a:pt x="477" y="11"/>
                                          </a:lnTo>
                                          <a:lnTo>
                                            <a:pt x="511" y="26"/>
                                          </a:lnTo>
                                          <a:lnTo>
                                            <a:pt x="545" y="48"/>
                                          </a:lnTo>
                                          <a:lnTo>
                                            <a:pt x="580" y="77"/>
                                          </a:lnTo>
                                          <a:lnTo>
                                            <a:pt x="634" y="132"/>
                                          </a:lnTo>
                                          <a:lnTo>
                                            <a:pt x="688" y="186"/>
                                          </a:lnTo>
                                          <a:lnTo>
                                            <a:pt x="742" y="241"/>
                                          </a:lnTo>
                                          <a:lnTo>
                                            <a:pt x="798" y="294"/>
                                          </a:lnTo>
                                          <a:lnTo>
                                            <a:pt x="829" y="324"/>
                                          </a:lnTo>
                                          <a:lnTo>
                                            <a:pt x="854" y="356"/>
                                          </a:lnTo>
                                          <a:lnTo>
                                            <a:pt x="875" y="387"/>
                                          </a:lnTo>
                                          <a:lnTo>
                                            <a:pt x="890" y="418"/>
                                          </a:lnTo>
                                          <a:lnTo>
                                            <a:pt x="900" y="449"/>
                                          </a:lnTo>
                                          <a:lnTo>
                                            <a:pt x="904" y="480"/>
                                          </a:lnTo>
                                          <a:lnTo>
                                            <a:pt x="901" y="510"/>
                                          </a:lnTo>
                                          <a:lnTo>
                                            <a:pt x="892" y="540"/>
                                          </a:lnTo>
                                          <a:lnTo>
                                            <a:pt x="878" y="571"/>
                                          </a:lnTo>
                                          <a:lnTo>
                                            <a:pt x="857" y="600"/>
                                          </a:lnTo>
                                          <a:lnTo>
                                            <a:pt x="830" y="629"/>
                                          </a:lnTo>
                                          <a:lnTo>
                                            <a:pt x="797" y="658"/>
                                          </a:lnTo>
                                          <a:lnTo>
                                            <a:pt x="758" y="690"/>
                                          </a:lnTo>
                                          <a:lnTo>
                                            <a:pt x="727" y="723"/>
                                          </a:lnTo>
                                          <a:lnTo>
                                            <a:pt x="702" y="755"/>
                                          </a:lnTo>
                                          <a:lnTo>
                                            <a:pt x="683" y="789"/>
                                          </a:lnTo>
                                          <a:lnTo>
                                            <a:pt x="669" y="823"/>
                                          </a:lnTo>
                                          <a:lnTo>
                                            <a:pt x="661" y="856"/>
                                          </a:lnTo>
                                          <a:lnTo>
                                            <a:pt x="659" y="890"/>
                                          </a:lnTo>
                                          <a:lnTo>
                                            <a:pt x="663" y="925"/>
                                          </a:lnTo>
                                          <a:lnTo>
                                            <a:pt x="672" y="959"/>
                                          </a:lnTo>
                                          <a:lnTo>
                                            <a:pt x="687" y="992"/>
                                          </a:lnTo>
                                          <a:lnTo>
                                            <a:pt x="707" y="1027"/>
                                          </a:lnTo>
                                          <a:lnTo>
                                            <a:pt x="731" y="1060"/>
                                          </a:lnTo>
                                          <a:lnTo>
                                            <a:pt x="760" y="1093"/>
                                          </a:lnTo>
                                          <a:lnTo>
                                            <a:pt x="918" y="1253"/>
                                          </a:lnTo>
                                          <a:lnTo>
                                            <a:pt x="1077" y="1409"/>
                                          </a:lnTo>
                                          <a:lnTo>
                                            <a:pt x="1239" y="1565"/>
                                          </a:lnTo>
                                          <a:lnTo>
                                            <a:pt x="1402" y="1718"/>
                                          </a:lnTo>
                                          <a:lnTo>
                                            <a:pt x="1566" y="1870"/>
                                          </a:lnTo>
                                          <a:lnTo>
                                            <a:pt x="1598" y="1897"/>
                                          </a:lnTo>
                                          <a:lnTo>
                                            <a:pt x="1630" y="1918"/>
                                          </a:lnTo>
                                          <a:lnTo>
                                            <a:pt x="1662" y="1933"/>
                                          </a:lnTo>
                                          <a:lnTo>
                                            <a:pt x="1695" y="1943"/>
                                          </a:lnTo>
                                          <a:lnTo>
                                            <a:pt x="1727" y="1946"/>
                                          </a:lnTo>
                                          <a:lnTo>
                                            <a:pt x="1759" y="1944"/>
                                          </a:lnTo>
                                          <a:lnTo>
                                            <a:pt x="1792" y="1936"/>
                                          </a:lnTo>
                                          <a:lnTo>
                                            <a:pt x="1823" y="1921"/>
                                          </a:lnTo>
                                          <a:lnTo>
                                            <a:pt x="1854" y="1899"/>
                                          </a:lnTo>
                                          <a:lnTo>
                                            <a:pt x="1884" y="1871"/>
                                          </a:lnTo>
                                          <a:lnTo>
                                            <a:pt x="1914" y="1836"/>
                                          </a:lnTo>
                                          <a:lnTo>
                                            <a:pt x="1948" y="1796"/>
                                          </a:lnTo>
                                          <a:lnTo>
                                            <a:pt x="1982" y="1763"/>
                                          </a:lnTo>
                                          <a:lnTo>
                                            <a:pt x="2018" y="1737"/>
                                          </a:lnTo>
                                          <a:lnTo>
                                            <a:pt x="2052" y="1719"/>
                                          </a:lnTo>
                                          <a:lnTo>
                                            <a:pt x="2086" y="1708"/>
                                          </a:lnTo>
                                          <a:lnTo>
                                            <a:pt x="2121" y="1703"/>
                                          </a:lnTo>
                                          <a:lnTo>
                                            <a:pt x="2155" y="1705"/>
                                          </a:lnTo>
                                          <a:lnTo>
                                            <a:pt x="2189" y="1714"/>
                                          </a:lnTo>
                                          <a:lnTo>
                                            <a:pt x="2222" y="1728"/>
                                          </a:lnTo>
                                          <a:lnTo>
                                            <a:pt x="2256" y="1749"/>
                                          </a:lnTo>
                                          <a:lnTo>
                                            <a:pt x="2288" y="1776"/>
                                          </a:lnTo>
                                          <a:lnTo>
                                            <a:pt x="2320" y="1810"/>
                                          </a:lnTo>
                                          <a:lnTo>
                                            <a:pt x="2353" y="1848"/>
                                          </a:lnTo>
                                          <a:lnTo>
                                            <a:pt x="2509" y="2031"/>
                                          </a:lnTo>
                                          <a:lnTo>
                                            <a:pt x="2529" y="2061"/>
                                          </a:lnTo>
                                          <a:lnTo>
                                            <a:pt x="2542" y="2090"/>
                                          </a:lnTo>
                                          <a:lnTo>
                                            <a:pt x="2550" y="2121"/>
                                          </a:lnTo>
                                          <a:lnTo>
                                            <a:pt x="2552" y="2149"/>
                                          </a:lnTo>
                                          <a:lnTo>
                                            <a:pt x="2551" y="2176"/>
                                          </a:lnTo>
                                          <a:lnTo>
                                            <a:pt x="2546" y="2202"/>
                                          </a:lnTo>
                                          <a:lnTo>
                                            <a:pt x="2538" y="2228"/>
                                          </a:lnTo>
                                          <a:lnTo>
                                            <a:pt x="2528" y="2250"/>
                                          </a:lnTo>
                                          <a:lnTo>
                                            <a:pt x="2517" y="2270"/>
                                          </a:lnTo>
                                          <a:lnTo>
                                            <a:pt x="2506" y="2287"/>
                                          </a:lnTo>
                                          <a:lnTo>
                                            <a:pt x="2494" y="2302"/>
                                          </a:lnTo>
                                          <a:lnTo>
                                            <a:pt x="2484" y="2313"/>
                                          </a:lnTo>
                                          <a:lnTo>
                                            <a:pt x="2475" y="2321"/>
                                          </a:lnTo>
                                          <a:lnTo>
                                            <a:pt x="2473" y="2322"/>
                                          </a:lnTo>
                                          <a:lnTo>
                                            <a:pt x="2467" y="2327"/>
                                          </a:lnTo>
                                          <a:lnTo>
                                            <a:pt x="2458" y="2336"/>
                                          </a:lnTo>
                                          <a:lnTo>
                                            <a:pt x="2445" y="2347"/>
                                          </a:lnTo>
                                          <a:lnTo>
                                            <a:pt x="2430" y="2360"/>
                                          </a:lnTo>
                                          <a:lnTo>
                                            <a:pt x="2412" y="2374"/>
                                          </a:lnTo>
                                          <a:lnTo>
                                            <a:pt x="2392" y="2390"/>
                                          </a:lnTo>
                                          <a:lnTo>
                                            <a:pt x="2371" y="2408"/>
                                          </a:lnTo>
                                          <a:lnTo>
                                            <a:pt x="2347" y="2426"/>
                                          </a:lnTo>
                                          <a:lnTo>
                                            <a:pt x="2322" y="2444"/>
                                          </a:lnTo>
                                          <a:lnTo>
                                            <a:pt x="2296" y="2464"/>
                                          </a:lnTo>
                                          <a:lnTo>
                                            <a:pt x="2269" y="2482"/>
                                          </a:lnTo>
                                          <a:lnTo>
                                            <a:pt x="2243" y="2500"/>
                                          </a:lnTo>
                                          <a:lnTo>
                                            <a:pt x="2214" y="2517"/>
                                          </a:lnTo>
                                          <a:lnTo>
                                            <a:pt x="2187" y="2532"/>
                                          </a:lnTo>
                                          <a:lnTo>
                                            <a:pt x="2161" y="2546"/>
                                          </a:lnTo>
                                          <a:lnTo>
                                            <a:pt x="2135" y="2558"/>
                                          </a:lnTo>
                                          <a:lnTo>
                                            <a:pt x="2109" y="2567"/>
                                          </a:lnTo>
                                          <a:lnTo>
                                            <a:pt x="2058" y="2583"/>
                                          </a:lnTo>
                                          <a:lnTo>
                                            <a:pt x="2010" y="2595"/>
                                          </a:lnTo>
                                          <a:lnTo>
                                            <a:pt x="1964" y="2605"/>
                                          </a:lnTo>
                                          <a:lnTo>
                                            <a:pt x="1923" y="2611"/>
                                          </a:lnTo>
                                          <a:lnTo>
                                            <a:pt x="1884" y="2615"/>
                                          </a:lnTo>
                                          <a:lnTo>
                                            <a:pt x="1848" y="2616"/>
                                          </a:lnTo>
                                          <a:lnTo>
                                            <a:pt x="1814" y="2615"/>
                                          </a:lnTo>
                                          <a:lnTo>
                                            <a:pt x="1782" y="2611"/>
                                          </a:lnTo>
                                          <a:lnTo>
                                            <a:pt x="1752" y="2606"/>
                                          </a:lnTo>
                                          <a:lnTo>
                                            <a:pt x="1723" y="2599"/>
                                          </a:lnTo>
                                          <a:lnTo>
                                            <a:pt x="1695" y="2591"/>
                                          </a:lnTo>
                                          <a:lnTo>
                                            <a:pt x="1668" y="2581"/>
                                          </a:lnTo>
                                          <a:lnTo>
                                            <a:pt x="1641" y="2570"/>
                                          </a:lnTo>
                                          <a:lnTo>
                                            <a:pt x="1615" y="2558"/>
                                          </a:lnTo>
                                          <a:lnTo>
                                            <a:pt x="1589" y="2544"/>
                                          </a:lnTo>
                                          <a:lnTo>
                                            <a:pt x="1561" y="2531"/>
                                          </a:lnTo>
                                          <a:lnTo>
                                            <a:pt x="1534" y="2517"/>
                                          </a:lnTo>
                                          <a:lnTo>
                                            <a:pt x="1439" y="2469"/>
                                          </a:lnTo>
                                          <a:lnTo>
                                            <a:pt x="1347" y="2418"/>
                                          </a:lnTo>
                                          <a:lnTo>
                                            <a:pt x="1256" y="2367"/>
                                          </a:lnTo>
                                          <a:lnTo>
                                            <a:pt x="1167" y="2314"/>
                                          </a:lnTo>
                                          <a:lnTo>
                                            <a:pt x="1081" y="2260"/>
                                          </a:lnTo>
                                          <a:lnTo>
                                            <a:pt x="997" y="2203"/>
                                          </a:lnTo>
                                          <a:lnTo>
                                            <a:pt x="916" y="2146"/>
                                          </a:lnTo>
                                          <a:lnTo>
                                            <a:pt x="838" y="2085"/>
                                          </a:lnTo>
                                          <a:lnTo>
                                            <a:pt x="762" y="2024"/>
                                          </a:lnTo>
                                          <a:lnTo>
                                            <a:pt x="689" y="1959"/>
                                          </a:lnTo>
                                          <a:lnTo>
                                            <a:pt x="619" y="1893"/>
                                          </a:lnTo>
                                          <a:lnTo>
                                            <a:pt x="551" y="1823"/>
                                          </a:lnTo>
                                          <a:lnTo>
                                            <a:pt x="488" y="1751"/>
                                          </a:lnTo>
                                          <a:lnTo>
                                            <a:pt x="426" y="1677"/>
                                          </a:lnTo>
                                          <a:lnTo>
                                            <a:pt x="369" y="1600"/>
                                          </a:lnTo>
                                          <a:lnTo>
                                            <a:pt x="314" y="1520"/>
                                          </a:lnTo>
                                          <a:lnTo>
                                            <a:pt x="263" y="1436"/>
                                          </a:lnTo>
                                          <a:lnTo>
                                            <a:pt x="214" y="1351"/>
                                          </a:lnTo>
                                          <a:lnTo>
                                            <a:pt x="170" y="1261"/>
                                          </a:lnTo>
                                          <a:lnTo>
                                            <a:pt x="130" y="1168"/>
                                          </a:lnTo>
                                          <a:lnTo>
                                            <a:pt x="92" y="1072"/>
                                          </a:lnTo>
                                          <a:lnTo>
                                            <a:pt x="59" y="972"/>
                                          </a:lnTo>
                                          <a:lnTo>
                                            <a:pt x="29" y="868"/>
                                          </a:lnTo>
                                          <a:lnTo>
                                            <a:pt x="14" y="801"/>
                                          </a:lnTo>
                                          <a:lnTo>
                                            <a:pt x="4" y="734"/>
                                          </a:lnTo>
                                          <a:lnTo>
                                            <a:pt x="0" y="669"/>
                                          </a:lnTo>
                                          <a:lnTo>
                                            <a:pt x="2" y="606"/>
                                          </a:lnTo>
                                          <a:lnTo>
                                            <a:pt x="11" y="543"/>
                                          </a:lnTo>
                                          <a:lnTo>
                                            <a:pt x="23" y="483"/>
                                          </a:lnTo>
                                          <a:lnTo>
                                            <a:pt x="41" y="423"/>
                                          </a:lnTo>
                                          <a:lnTo>
                                            <a:pt x="63" y="365"/>
                                          </a:lnTo>
                                          <a:lnTo>
                                            <a:pt x="91" y="307"/>
                                          </a:lnTo>
                                          <a:lnTo>
                                            <a:pt x="124" y="252"/>
                                          </a:lnTo>
                                          <a:lnTo>
                                            <a:pt x="160" y="197"/>
                                          </a:lnTo>
                                          <a:lnTo>
                                            <a:pt x="201" y="144"/>
                                          </a:lnTo>
                                          <a:lnTo>
                                            <a:pt x="247" y="92"/>
                                          </a:lnTo>
                                          <a:lnTo>
                                            <a:pt x="279" y="61"/>
                                          </a:lnTo>
                                          <a:lnTo>
                                            <a:pt x="311" y="36"/>
                                          </a:lnTo>
                                          <a:lnTo>
                                            <a:pt x="345" y="18"/>
                                          </a:lnTo>
                                          <a:lnTo>
                                            <a:pt x="377" y="6"/>
                                          </a:lnTo>
                                          <a:lnTo>
                                            <a:pt x="41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28" coordsize="2552,2616" path="m410,0l443,2l477,11l511,26l545,48l580,77l634,132l688,186l742,241l798,294l829,324l854,356l875,387l890,418l900,449l904,480l901,510l892,540l878,571l857,600l830,629l797,658l758,690l727,723l702,755l683,789l669,823l661,856l659,890l663,925l672,959l687,992l707,1027l731,1060l760,1093l918,1253l1077,1409l1239,1565l1402,1718l1566,1870l1598,1897l1630,1918l1662,1933l1695,1943l1727,1946l1759,1944l1792,1936l1823,1921l1854,1899l1884,1871l1914,1836l1948,1796l1982,1763l2018,1737l2052,1719l2086,1708l2121,1703l2155,1705l2189,1714l2222,1728l2256,1749l2288,1776l2320,1810l2353,1848l2509,2031l2529,2061l2542,2090l2550,2121l2552,2149l2551,2176l2546,2202l2538,2228l2528,2250l2517,2270l2506,2287l2494,2302l2484,2313l2475,2321l2473,2322l2467,2327l2458,2336l2445,2347l2430,2360l2412,2374l2392,2390l2371,2408l2347,2426l2322,2444l2296,2464l2269,2482l2243,2500l2214,2517l2187,2532l2161,2546l2135,2558l2109,2567l2058,2583l2010,2595l1964,2605l1923,2611l1884,2615l1848,2616l1814,2615l1782,2611l1752,2606l1723,2599l1695,2591l1668,2581l1641,2570l1615,2558l1589,2544l1561,2531l1534,2517l1439,2469l1347,2418l1256,2367l1167,2314l1081,2260l997,2203l916,2146l838,2085l762,2024l689,1959l619,1893l551,1823l488,1751l426,1677l369,1600l314,1520l263,1436l214,1351l170,1261l130,1168l92,1072l59,972l29,868l14,801l4,734l0,669l2,606l11,543l23,483l41,423l63,365l91,307l124,252l160,197l201,144l247,92l279,61l311,36l345,18l377,6l410,0xe" fillcolor="#007fab" stroked="f" alt="Phone icon" style="margin-left:0.0pt;margin-top:0.0pt;width:8.64pt;height:8.64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2552,2616" o:connectlocs="477,11;580,77;742,241;854,356;900,449;892,540;830,629;727,723;669,823;663,925;707,1027;918,1253;1402,1718;1630,1918;1727,1946;1823,1921;1914,1836;2018,1737;2121,1703;2222,1728;2320,1810;2529,2061;2552,2149;2538,2228;2506,2287;2475,2321;2458,2336;2412,2374;2347,2426;2269,2482;2187,2532;2109,2567;1964,2605;1848,2616;1752,2606;1668,2581;1589,2544;1439,2469;1167,2314;916,2146;689,1959;488,1751;314,1520;170,1261;59,972;4,734;11,543;63,365;160,197;279,61;377,6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  <w:tr>
              <w:tblPrEx/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</w:t>
                  </w:r>
                  <w:r>
                    <w:t>………………………………………..</w:t>
                  </w:r>
                  <w:r>
                    <w:t>………</w:t>
                  </w:r>
                </w:p>
              </w:tc>
              <w:tc>
                <w:tcPr>
                  <w:tcW w:w="348" w:type="dxa"/>
                  <w:tcBorders/>
                  <w:tcMar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37160" cy="91440"/>
                            <wp:effectExtent l="0" t="0" r="0" b="3810"/>
                            <wp:docPr id="1030" name="Freeform 5" descr="Email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37160" cy="91440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120" h="80" stroke="1">
                                          <a:moveTo>
                                            <a:pt x="108" y="21"/>
                                          </a:moveTo>
                                          <a:lnTo>
                                            <a:pt x="108" y="21"/>
                                          </a:lnTo>
                                          <a:lnTo>
                                            <a:pt x="60" y="58"/>
                                          </a:lnTo>
                                          <a:lnTo>
                                            <a:pt x="12" y="21"/>
                                          </a:lnTo>
                                          <a:cubicBezTo>
                                            <a:pt x="11" y="20"/>
                                            <a:pt x="11" y="19"/>
                                            <a:pt x="12" y="18"/>
                                          </a:cubicBezTo>
                                          <a:cubicBezTo>
                                            <a:pt x="13" y="16"/>
                                            <a:pt x="14" y="16"/>
                                            <a:pt x="16" y="17"/>
                                          </a:cubicBezTo>
                                          <a:lnTo>
                                            <a:pt x="60" y="51"/>
                                          </a:lnTo>
                                          <a:lnTo>
                                            <a:pt x="104" y="17"/>
                                          </a:lnTo>
                                          <a:cubicBezTo>
                                            <a:pt x="105" y="16"/>
                                            <a:pt x="107" y="16"/>
                                            <a:pt x="108" y="18"/>
                                          </a:cubicBezTo>
                                          <a:cubicBezTo>
                                            <a:pt x="109" y="19"/>
                                            <a:pt x="109" y="20"/>
                                            <a:pt x="108" y="21"/>
                                          </a:cubicBezTo>
                                          <a:lnTo>
                                            <a:pt x="108" y="21"/>
                                          </a:lnTo>
                                          <a:close/>
                                          <a:moveTo>
                                            <a:pt x="114" y="0"/>
                                          </a:moveTo>
                                          <a:lnTo>
                                            <a:pt x="114" y="0"/>
                                          </a:lnTo>
                                          <a:lnTo>
                                            <a:pt x="6" y="0"/>
                                          </a:lnTo>
                                          <a:cubicBezTo>
                                            <a:pt x="3" y="0"/>
                                            <a:pt x="0" y="3"/>
                                            <a:pt x="0" y="6"/>
                                          </a:cubicBezTo>
                                          <a:lnTo>
                                            <a:pt x="0" y="74"/>
                                          </a:lnTo>
                                          <a:cubicBezTo>
                                            <a:pt x="0" y="77"/>
                                            <a:pt x="3" y="80"/>
                                            <a:pt x="6" y="80"/>
                                          </a:cubicBezTo>
                                          <a:lnTo>
                                            <a:pt x="114" y="80"/>
                                          </a:lnTo>
                                          <a:cubicBezTo>
                                            <a:pt x="117" y="80"/>
                                            <a:pt x="120" y="77"/>
                                            <a:pt x="120" y="74"/>
                                          </a:cubicBezTo>
                                          <a:lnTo>
                                            <a:pt x="120" y="6"/>
                                          </a:lnTo>
                                          <a:cubicBezTo>
                                            <a:pt x="120" y="3"/>
                                            <a:pt x="117" y="0"/>
                                            <a:pt x="114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30" coordsize="120,80" path="m108,21l108,21l60,58l12,21c11,20,11,19,12,18c13,16,14,16,16,17l60,51l104,17c105,16,107,16,108,18c109,19,109,20,108,21l108,21xm114,0l114,0l6,0c3,0,0,3,0,6l0,74c0,77,3,80,6,80l114,80c117,80,120,77,120,74l120,6c120,3,117,0,114,0xe" fillcolor="#007fab" stroked="f" alt="Email icon" style="margin-left:0.0pt;margin-top:0.0pt;width:10.8pt;height:7.2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120,80" o:connectlocs="108,21;108,21;60,58;12,21;12,18;16,17;60,51;104,17;108,18;108,21;108,21;114,0;114,0;6,0;0,6;0,74;6,80;114,80;120,74;120,6;114,0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  <w:tr>
              <w:tblPrEx/>
              <w:trPr>
                <w:trHeight w:val="395" w:hRule="atLeast"/>
              </w:trPr>
              <w:tc>
                <w:tcPr>
                  <w:tcW w:w="3252" w:type="dxa"/>
                  <w:tcBorders/>
                  <w:tcMar>
                    <w:left w:w="720" w:type="dxa"/>
                    <w:right w:w="29" w:type="dxa"/>
                  </w:tcMar>
                </w:tcPr>
                <w:p>
                  <w:pPr>
                    <w:pStyle w:val="style4103"/>
                    <w:framePr w:hSpace="180" w:wrap="around" w:hAnchor="page" w:vAnchor="page" w:x="3124" w:y="854"/>
                    <w:rPr/>
                  </w:pPr>
                  <w:r>
                    <w:t>……</w:t>
                  </w:r>
                  <w:r>
                    <w:t>……………………………………..</w:t>
                  </w:r>
                  <w:r>
                    <w:t>………</w:t>
                  </w:r>
                </w:p>
              </w:tc>
              <w:tc>
                <w:tcPr>
                  <w:tcW w:w="348" w:type="dxa"/>
                  <w:tcBorders/>
                  <w:tcMar>
                    <w:left w:w="0" w:type="dxa"/>
                    <w:right w:w="0" w:type="dxa"/>
                  </w:tcMar>
                </w:tcPr>
                <w:p>
                  <w:pPr>
                    <w:pStyle w:val="style4241"/>
                    <w:framePr w:hSpace="180" w:wrap="around" w:hAnchor="page" w:vAnchor="page" w:x="3124" w:y="854"/>
                    <w:rPr/>
                  </w:pP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inline distL="0" distT="0" distB="0" distR="0">
                            <wp:extent cx="109727" cy="109727"/>
                            <wp:effectExtent l="0" t="0" r="5080" b="5080"/>
                            <wp:docPr id="1032" name="LinkedIn icon" descr="LinkedIn icon"/>
                            <wp:cNvGraphicFramePr>
                              <a:graphicFrameLocks xmlns:a="http://schemas.openxmlformats.org/drawingml/2006/main" noChangeAspect="false" noSelect="false" noResize="false" noGrp="false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 rot="0">
                                      <a:off x="0" y="0"/>
                                      <a:ext cx="109727" cy="109727"/>
                                    </a:xfrm>
                                    <a:custGeom>
                                      <a:avLst/>
                                      <a:gdLst/>
                                      <a:ahLst/>
                                      <a:rect l="l" t="t" r="r" b="b"/>
                                      <a:pathLst>
                                        <a:path w="2616" h="2610" stroke="1">
                                          <a:moveTo>
                                            <a:pt x="419" y="978"/>
                                          </a:moveTo>
                                          <a:lnTo>
                                            <a:pt x="404" y="978"/>
                                          </a:lnTo>
                                          <a:lnTo>
                                            <a:pt x="394" y="981"/>
                                          </a:lnTo>
                                          <a:lnTo>
                                            <a:pt x="390" y="985"/>
                                          </a:lnTo>
                                          <a:lnTo>
                                            <a:pt x="388" y="995"/>
                                          </a:lnTo>
                                          <a:lnTo>
                                            <a:pt x="387" y="1010"/>
                                          </a:lnTo>
                                          <a:lnTo>
                                            <a:pt x="387" y="1600"/>
                                          </a:lnTo>
                                          <a:lnTo>
                                            <a:pt x="387" y="2196"/>
                                          </a:lnTo>
                                          <a:lnTo>
                                            <a:pt x="388" y="2210"/>
                                          </a:lnTo>
                                          <a:lnTo>
                                            <a:pt x="389" y="2219"/>
                                          </a:lnTo>
                                          <a:lnTo>
                                            <a:pt x="394" y="2223"/>
                                          </a:lnTo>
                                          <a:lnTo>
                                            <a:pt x="402" y="2225"/>
                                          </a:lnTo>
                                          <a:lnTo>
                                            <a:pt x="415" y="2225"/>
                                          </a:lnTo>
                                          <a:lnTo>
                                            <a:pt x="749" y="2225"/>
                                          </a:lnTo>
                                          <a:lnTo>
                                            <a:pt x="761" y="2225"/>
                                          </a:lnTo>
                                          <a:lnTo>
                                            <a:pt x="769" y="2223"/>
                                          </a:lnTo>
                                          <a:lnTo>
                                            <a:pt x="773" y="2219"/>
                                          </a:lnTo>
                                          <a:lnTo>
                                            <a:pt x="775" y="2211"/>
                                          </a:lnTo>
                                          <a:lnTo>
                                            <a:pt x="775" y="2197"/>
                                          </a:lnTo>
                                          <a:lnTo>
                                            <a:pt x="775" y="1006"/>
                                          </a:lnTo>
                                          <a:lnTo>
                                            <a:pt x="775" y="993"/>
                                          </a:lnTo>
                                          <a:lnTo>
                                            <a:pt x="773" y="985"/>
                                          </a:lnTo>
                                          <a:lnTo>
                                            <a:pt x="769" y="979"/>
                                          </a:lnTo>
                                          <a:lnTo>
                                            <a:pt x="761" y="978"/>
                                          </a:lnTo>
                                          <a:lnTo>
                                            <a:pt x="747" y="978"/>
                                          </a:lnTo>
                                          <a:lnTo>
                                            <a:pt x="419" y="978"/>
                                          </a:lnTo>
                                          <a:close/>
                                          <a:moveTo>
                                            <a:pt x="1785" y="947"/>
                                          </a:moveTo>
                                          <a:lnTo>
                                            <a:pt x="1720" y="949"/>
                                          </a:lnTo>
                                          <a:lnTo>
                                            <a:pt x="1677" y="955"/>
                                          </a:lnTo>
                                          <a:lnTo>
                                            <a:pt x="1635" y="964"/>
                                          </a:lnTo>
                                          <a:lnTo>
                                            <a:pt x="1595" y="977"/>
                                          </a:lnTo>
                                          <a:lnTo>
                                            <a:pt x="1558" y="994"/>
                                          </a:lnTo>
                                          <a:lnTo>
                                            <a:pt x="1523" y="1013"/>
                                          </a:lnTo>
                                          <a:lnTo>
                                            <a:pt x="1490" y="1037"/>
                                          </a:lnTo>
                                          <a:lnTo>
                                            <a:pt x="1459" y="1065"/>
                                          </a:lnTo>
                                          <a:lnTo>
                                            <a:pt x="1431" y="1097"/>
                                          </a:lnTo>
                                          <a:lnTo>
                                            <a:pt x="1405" y="1133"/>
                                          </a:lnTo>
                                          <a:lnTo>
                                            <a:pt x="1401" y="1138"/>
                                          </a:lnTo>
                                          <a:lnTo>
                                            <a:pt x="1396" y="1144"/>
                                          </a:lnTo>
                                          <a:lnTo>
                                            <a:pt x="1392" y="1142"/>
                                          </a:lnTo>
                                          <a:lnTo>
                                            <a:pt x="1392" y="1122"/>
                                          </a:lnTo>
                                          <a:lnTo>
                                            <a:pt x="1391" y="1004"/>
                                          </a:lnTo>
                                          <a:lnTo>
                                            <a:pt x="1391" y="992"/>
                                          </a:lnTo>
                                          <a:lnTo>
                                            <a:pt x="1390" y="985"/>
                                          </a:lnTo>
                                          <a:lnTo>
                                            <a:pt x="1386" y="981"/>
                                          </a:lnTo>
                                          <a:lnTo>
                                            <a:pt x="1378" y="978"/>
                                          </a:lnTo>
                                          <a:lnTo>
                                            <a:pt x="1365" y="978"/>
                                          </a:lnTo>
                                          <a:lnTo>
                                            <a:pt x="1048" y="978"/>
                                          </a:lnTo>
                                          <a:lnTo>
                                            <a:pt x="1033" y="978"/>
                                          </a:lnTo>
                                          <a:lnTo>
                                            <a:pt x="1025" y="979"/>
                                          </a:lnTo>
                                          <a:lnTo>
                                            <a:pt x="1020" y="985"/>
                                          </a:lnTo>
                                          <a:lnTo>
                                            <a:pt x="1019" y="993"/>
                                          </a:lnTo>
                                          <a:lnTo>
                                            <a:pt x="1019" y="1007"/>
                                          </a:lnTo>
                                          <a:lnTo>
                                            <a:pt x="1019" y="2195"/>
                                          </a:lnTo>
                                          <a:lnTo>
                                            <a:pt x="1019" y="2210"/>
                                          </a:lnTo>
                                          <a:lnTo>
                                            <a:pt x="1020" y="2219"/>
                                          </a:lnTo>
                                          <a:lnTo>
                                            <a:pt x="1025" y="2223"/>
                                          </a:lnTo>
                                          <a:lnTo>
                                            <a:pt x="1033" y="2225"/>
                                          </a:lnTo>
                                          <a:lnTo>
                                            <a:pt x="1048" y="2225"/>
                                          </a:lnTo>
                                          <a:lnTo>
                                            <a:pt x="1377" y="2225"/>
                                          </a:lnTo>
                                          <a:lnTo>
                                            <a:pt x="1391" y="2225"/>
                                          </a:lnTo>
                                          <a:lnTo>
                                            <a:pt x="1400" y="2223"/>
                                          </a:lnTo>
                                          <a:lnTo>
                                            <a:pt x="1404" y="2219"/>
                                          </a:lnTo>
                                          <a:lnTo>
                                            <a:pt x="1406" y="2210"/>
                                          </a:lnTo>
                                          <a:lnTo>
                                            <a:pt x="1406" y="2195"/>
                                          </a:lnTo>
                                          <a:lnTo>
                                            <a:pt x="1406" y="1626"/>
                                          </a:lnTo>
                                          <a:lnTo>
                                            <a:pt x="1407" y="1580"/>
                                          </a:lnTo>
                                          <a:lnTo>
                                            <a:pt x="1409" y="1533"/>
                                          </a:lnTo>
                                          <a:lnTo>
                                            <a:pt x="1415" y="1487"/>
                                          </a:lnTo>
                                          <a:lnTo>
                                            <a:pt x="1425" y="1442"/>
                                          </a:lnTo>
                                          <a:lnTo>
                                            <a:pt x="1435" y="1413"/>
                                          </a:lnTo>
                                          <a:lnTo>
                                            <a:pt x="1447" y="1387"/>
                                          </a:lnTo>
                                          <a:lnTo>
                                            <a:pt x="1462" y="1363"/>
                                          </a:lnTo>
                                          <a:lnTo>
                                            <a:pt x="1480" y="1343"/>
                                          </a:lnTo>
                                          <a:lnTo>
                                            <a:pt x="1501" y="1326"/>
                                          </a:lnTo>
                                          <a:lnTo>
                                            <a:pt x="1525" y="1311"/>
                                          </a:lnTo>
                                          <a:lnTo>
                                            <a:pt x="1552" y="1301"/>
                                          </a:lnTo>
                                          <a:lnTo>
                                            <a:pt x="1581" y="1294"/>
                                          </a:lnTo>
                                          <a:lnTo>
                                            <a:pt x="1614" y="1290"/>
                                          </a:lnTo>
                                          <a:lnTo>
                                            <a:pt x="1647" y="1290"/>
                                          </a:lnTo>
                                          <a:lnTo>
                                            <a:pt x="1679" y="1292"/>
                                          </a:lnTo>
                                          <a:lnTo>
                                            <a:pt x="1708" y="1297"/>
                                          </a:lnTo>
                                          <a:lnTo>
                                            <a:pt x="1735" y="1307"/>
                                          </a:lnTo>
                                          <a:lnTo>
                                            <a:pt x="1758" y="1322"/>
                                          </a:lnTo>
                                          <a:lnTo>
                                            <a:pt x="1778" y="1341"/>
                                          </a:lnTo>
                                          <a:lnTo>
                                            <a:pt x="1795" y="1363"/>
                                          </a:lnTo>
                                          <a:lnTo>
                                            <a:pt x="1809" y="1390"/>
                                          </a:lnTo>
                                          <a:lnTo>
                                            <a:pt x="1821" y="1418"/>
                                          </a:lnTo>
                                          <a:lnTo>
                                            <a:pt x="1828" y="1448"/>
                                          </a:lnTo>
                                          <a:lnTo>
                                            <a:pt x="1833" y="1491"/>
                                          </a:lnTo>
                                          <a:lnTo>
                                            <a:pt x="1838" y="1534"/>
                                          </a:lnTo>
                                          <a:lnTo>
                                            <a:pt x="1839" y="1578"/>
                                          </a:lnTo>
                                          <a:lnTo>
                                            <a:pt x="1840" y="1889"/>
                                          </a:lnTo>
                                          <a:lnTo>
                                            <a:pt x="1840" y="2198"/>
                                          </a:lnTo>
                                          <a:lnTo>
                                            <a:pt x="1840" y="2208"/>
                                          </a:lnTo>
                                          <a:lnTo>
                                            <a:pt x="1842" y="2215"/>
                                          </a:lnTo>
                                          <a:lnTo>
                                            <a:pt x="1845" y="2221"/>
                                          </a:lnTo>
                                          <a:lnTo>
                                            <a:pt x="1852" y="2224"/>
                                          </a:lnTo>
                                          <a:lnTo>
                                            <a:pt x="1862" y="2225"/>
                                          </a:lnTo>
                                          <a:lnTo>
                                            <a:pt x="2207" y="2225"/>
                                          </a:lnTo>
                                          <a:lnTo>
                                            <a:pt x="2217" y="2224"/>
                                          </a:lnTo>
                                          <a:lnTo>
                                            <a:pt x="2224" y="2220"/>
                                          </a:lnTo>
                                          <a:lnTo>
                                            <a:pt x="2227" y="2213"/>
                                          </a:lnTo>
                                          <a:lnTo>
                                            <a:pt x="2228" y="2203"/>
                                          </a:lnTo>
                                          <a:lnTo>
                                            <a:pt x="2227" y="1829"/>
                                          </a:lnTo>
                                          <a:lnTo>
                                            <a:pt x="2226" y="1455"/>
                                          </a:lnTo>
                                          <a:lnTo>
                                            <a:pt x="2223" y="1392"/>
                                          </a:lnTo>
                                          <a:lnTo>
                                            <a:pt x="2216" y="1331"/>
                                          </a:lnTo>
                                          <a:lnTo>
                                            <a:pt x="2203" y="1269"/>
                                          </a:lnTo>
                                          <a:lnTo>
                                            <a:pt x="2186" y="1209"/>
                                          </a:lnTo>
                                          <a:lnTo>
                                            <a:pt x="2169" y="1166"/>
                                          </a:lnTo>
                                          <a:lnTo>
                                            <a:pt x="2148" y="1128"/>
                                          </a:lnTo>
                                          <a:lnTo>
                                            <a:pt x="2125" y="1094"/>
                                          </a:lnTo>
                                          <a:lnTo>
                                            <a:pt x="2099" y="1062"/>
                                          </a:lnTo>
                                          <a:lnTo>
                                            <a:pt x="2069" y="1035"/>
                                          </a:lnTo>
                                          <a:lnTo>
                                            <a:pt x="2035" y="1011"/>
                                          </a:lnTo>
                                          <a:lnTo>
                                            <a:pt x="1998" y="992"/>
                                          </a:lnTo>
                                          <a:lnTo>
                                            <a:pt x="1958" y="975"/>
                                          </a:lnTo>
                                          <a:lnTo>
                                            <a:pt x="1914" y="963"/>
                                          </a:lnTo>
                                          <a:lnTo>
                                            <a:pt x="1850" y="951"/>
                                          </a:lnTo>
                                          <a:lnTo>
                                            <a:pt x="1785" y="947"/>
                                          </a:lnTo>
                                          <a:close/>
                                          <a:moveTo>
                                            <a:pt x="582" y="359"/>
                                          </a:moveTo>
                                          <a:lnTo>
                                            <a:pt x="546" y="362"/>
                                          </a:lnTo>
                                          <a:lnTo>
                                            <a:pt x="511" y="370"/>
                                          </a:lnTo>
                                          <a:lnTo>
                                            <a:pt x="478" y="383"/>
                                          </a:lnTo>
                                          <a:lnTo>
                                            <a:pt x="449" y="401"/>
                                          </a:lnTo>
                                          <a:lnTo>
                                            <a:pt x="423" y="423"/>
                                          </a:lnTo>
                                          <a:lnTo>
                                            <a:pt x="401" y="450"/>
                                          </a:lnTo>
                                          <a:lnTo>
                                            <a:pt x="383" y="479"/>
                                          </a:lnTo>
                                          <a:lnTo>
                                            <a:pt x="368" y="511"/>
                                          </a:lnTo>
                                          <a:lnTo>
                                            <a:pt x="360" y="546"/>
                                          </a:lnTo>
                                          <a:lnTo>
                                            <a:pt x="357" y="582"/>
                                          </a:lnTo>
                                          <a:lnTo>
                                            <a:pt x="359" y="618"/>
                                          </a:lnTo>
                                          <a:lnTo>
                                            <a:pt x="367" y="654"/>
                                          </a:lnTo>
                                          <a:lnTo>
                                            <a:pt x="382" y="686"/>
                                          </a:lnTo>
                                          <a:lnTo>
                                            <a:pt x="399" y="715"/>
                                          </a:lnTo>
                                          <a:lnTo>
                                            <a:pt x="421" y="741"/>
                                          </a:lnTo>
                                          <a:lnTo>
                                            <a:pt x="447" y="765"/>
                                          </a:lnTo>
                                          <a:lnTo>
                                            <a:pt x="476" y="783"/>
                                          </a:lnTo>
                                          <a:lnTo>
                                            <a:pt x="508" y="797"/>
                                          </a:lnTo>
                                          <a:lnTo>
                                            <a:pt x="542" y="805"/>
                                          </a:lnTo>
                                          <a:lnTo>
                                            <a:pt x="578" y="808"/>
                                          </a:lnTo>
                                          <a:lnTo>
                                            <a:pt x="616" y="805"/>
                                          </a:lnTo>
                                          <a:lnTo>
                                            <a:pt x="651" y="797"/>
                                          </a:lnTo>
                                          <a:lnTo>
                                            <a:pt x="683" y="784"/>
                                          </a:lnTo>
                                          <a:lnTo>
                                            <a:pt x="714" y="766"/>
                                          </a:lnTo>
                                          <a:lnTo>
                                            <a:pt x="740" y="742"/>
                                          </a:lnTo>
                                          <a:lnTo>
                                            <a:pt x="763" y="717"/>
                                          </a:lnTo>
                                          <a:lnTo>
                                            <a:pt x="781" y="687"/>
                                          </a:lnTo>
                                          <a:lnTo>
                                            <a:pt x="795" y="655"/>
                                          </a:lnTo>
                                          <a:lnTo>
                                            <a:pt x="803" y="620"/>
                                          </a:lnTo>
                                          <a:lnTo>
                                            <a:pt x="806" y="583"/>
                                          </a:lnTo>
                                          <a:lnTo>
                                            <a:pt x="803" y="548"/>
                                          </a:lnTo>
                                          <a:lnTo>
                                            <a:pt x="795" y="513"/>
                                          </a:lnTo>
                                          <a:lnTo>
                                            <a:pt x="781" y="481"/>
                                          </a:lnTo>
                                          <a:lnTo>
                                            <a:pt x="763" y="452"/>
                                          </a:lnTo>
                                          <a:lnTo>
                                            <a:pt x="741" y="426"/>
                                          </a:lnTo>
                                          <a:lnTo>
                                            <a:pt x="715" y="402"/>
                                          </a:lnTo>
                                          <a:lnTo>
                                            <a:pt x="685" y="384"/>
                                          </a:lnTo>
                                          <a:lnTo>
                                            <a:pt x="653" y="370"/>
                                          </a:lnTo>
                                          <a:lnTo>
                                            <a:pt x="619" y="362"/>
                                          </a:lnTo>
                                          <a:lnTo>
                                            <a:pt x="582" y="359"/>
                                          </a:lnTo>
                                          <a:close/>
                                          <a:moveTo>
                                            <a:pt x="163" y="0"/>
                                          </a:moveTo>
                                          <a:lnTo>
                                            <a:pt x="2451" y="0"/>
                                          </a:lnTo>
                                          <a:lnTo>
                                            <a:pt x="2457" y="2"/>
                                          </a:lnTo>
                                          <a:lnTo>
                                            <a:pt x="2463" y="4"/>
                                          </a:lnTo>
                                          <a:lnTo>
                                            <a:pt x="2498" y="15"/>
                                          </a:lnTo>
                                          <a:lnTo>
                                            <a:pt x="2527" y="30"/>
                                          </a:lnTo>
                                          <a:lnTo>
                                            <a:pt x="2553" y="49"/>
                                          </a:lnTo>
                                          <a:lnTo>
                                            <a:pt x="2575" y="72"/>
                                          </a:lnTo>
                                          <a:lnTo>
                                            <a:pt x="2592" y="99"/>
                                          </a:lnTo>
                                          <a:lnTo>
                                            <a:pt x="2605" y="128"/>
                                          </a:lnTo>
                                          <a:lnTo>
                                            <a:pt x="2613" y="160"/>
                                          </a:lnTo>
                                          <a:lnTo>
                                            <a:pt x="2616" y="195"/>
                                          </a:lnTo>
                                          <a:lnTo>
                                            <a:pt x="2616" y="2414"/>
                                          </a:lnTo>
                                          <a:lnTo>
                                            <a:pt x="2616" y="2425"/>
                                          </a:lnTo>
                                          <a:lnTo>
                                            <a:pt x="2612" y="2458"/>
                                          </a:lnTo>
                                          <a:lnTo>
                                            <a:pt x="2602" y="2490"/>
                                          </a:lnTo>
                                          <a:lnTo>
                                            <a:pt x="2587" y="2518"/>
                                          </a:lnTo>
                                          <a:lnTo>
                                            <a:pt x="2568" y="2545"/>
                                          </a:lnTo>
                                          <a:lnTo>
                                            <a:pt x="2546" y="2567"/>
                                          </a:lnTo>
                                          <a:lnTo>
                                            <a:pt x="2520" y="2585"/>
                                          </a:lnTo>
                                          <a:lnTo>
                                            <a:pt x="2491" y="2599"/>
                                          </a:lnTo>
                                          <a:lnTo>
                                            <a:pt x="2458" y="2607"/>
                                          </a:lnTo>
                                          <a:lnTo>
                                            <a:pt x="2425" y="2610"/>
                                          </a:lnTo>
                                          <a:lnTo>
                                            <a:pt x="189" y="2610"/>
                                          </a:lnTo>
                                          <a:lnTo>
                                            <a:pt x="160" y="2608"/>
                                          </a:lnTo>
                                          <a:lnTo>
                                            <a:pt x="132" y="2602"/>
                                          </a:lnTo>
                                          <a:lnTo>
                                            <a:pt x="106" y="2591"/>
                                          </a:lnTo>
                                          <a:lnTo>
                                            <a:pt x="82" y="2577"/>
                                          </a:lnTo>
                                          <a:lnTo>
                                            <a:pt x="59" y="2558"/>
                                          </a:lnTo>
                                          <a:lnTo>
                                            <a:pt x="41" y="2540"/>
                                          </a:lnTo>
                                          <a:lnTo>
                                            <a:pt x="27" y="2519"/>
                                          </a:lnTo>
                                          <a:lnTo>
                                            <a:pt x="15" y="2498"/>
                                          </a:lnTo>
                                          <a:lnTo>
                                            <a:pt x="7" y="2475"/>
                                          </a:lnTo>
                                          <a:lnTo>
                                            <a:pt x="0" y="2452"/>
                                          </a:lnTo>
                                          <a:lnTo>
                                            <a:pt x="0" y="158"/>
                                          </a:lnTo>
                                          <a:lnTo>
                                            <a:pt x="7" y="133"/>
                                          </a:lnTo>
                                          <a:lnTo>
                                            <a:pt x="17" y="109"/>
                                          </a:lnTo>
                                          <a:lnTo>
                                            <a:pt x="30" y="85"/>
                                          </a:lnTo>
                                          <a:lnTo>
                                            <a:pt x="47" y="64"/>
                                          </a:lnTo>
                                          <a:lnTo>
                                            <a:pt x="67" y="45"/>
                                          </a:lnTo>
                                          <a:lnTo>
                                            <a:pt x="88" y="29"/>
                                          </a:lnTo>
                                          <a:lnTo>
                                            <a:pt x="111" y="17"/>
                                          </a:lnTo>
                                          <a:lnTo>
                                            <a:pt x="136" y="7"/>
                                          </a:lnTo>
                                          <a:lnTo>
                                            <a:pt x="163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007fab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>
                                    <a:prstTxWarp prst="textNoShape"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id="1032" coordsize="2616,2610" path="m419,978l404,978l394,981l390,985l388,995l387,1010l387,1600l387,2196l388,2210l389,2219l394,2223l402,2225l415,2225l749,2225l761,2225l769,2223l773,2219l775,2211l775,2197l775,1006l775,993l773,985l769,979l761,978l747,978l419,978xm1785,947l1720,949l1677,955l1635,964l1595,977l1558,994l1523,1013l1490,1037l1459,1065l1431,1097l1405,1133l1401,1138l1396,1144l1392,1142l1392,1122l1391,1004l1391,992l1390,985l1386,981l1378,978l1365,978l1048,978l1033,978l1025,979l1020,985l1019,993l1019,1007l1019,2195l1019,2210l1020,2219l1025,2223l1033,2225l1048,2225l1377,2225l1391,2225l1400,2223l1404,2219l1406,2210l1406,2195l1406,1626l1407,1580l1409,1533l1415,1487l1425,1442l1435,1413l1447,1387l1462,1363l1480,1343l1501,1326l1525,1311l1552,1301l1581,1294l1614,1290l1647,1290l1679,1292l1708,1297l1735,1307l1758,1322l1778,1341l1795,1363l1809,1390l1821,1418l1828,1448l1833,1491l1838,1534l1839,1578l1840,1889l1840,2198l1840,2208l1842,2215l1845,2221l1852,2224l1862,2225l2207,2225l2217,2224l2224,2220l2227,2213l2228,2203l2227,1829l2226,1455l2223,1392l2216,1331l2203,1269l2186,1209l2169,1166l2148,1128l2125,1094l2099,1062l2069,1035l2035,1011l1998,992l1958,975l1914,963l1850,951l1785,947xm582,359l546,362l511,370l478,383l449,401l423,423l401,450l383,479l368,511l360,546l357,582l359,618l367,654l382,686l399,715l421,741l447,765l476,783l508,797l542,805l578,808l616,805l651,797l683,784l714,766l740,742l763,717l781,687l795,655l803,620l806,583l803,548l795,513l781,481l763,452l741,426l715,402l685,384l653,370l619,362l582,359xm163,0l2451,0l2457,2l2463,4l2498,15l2527,30l2553,49l2575,72l2592,99l2605,128l2613,160l2616,195l2616,2414l2616,2425l2612,2458l2602,2490l2587,2518l2568,2545l2546,2567l2520,2585l2491,2599l2458,2607l2425,2610l189,2610l160,2608l132,2602l106,2591l82,2577l59,2558l41,2540l27,2519l15,2498l7,2475l0,2452l0,158l7,133l17,109l30,85l47,64l67,45l88,29l111,17l136,7l163,0xe" fillcolor="#007fab" stroked="f" alt="LinkedIn icon" style="margin-left:0.0pt;margin-top:0.0pt;width:8.64pt;height:8.64pt;mso-wrap-distance-left:0.0pt;mso-wrap-distance-right:0.0pt;visibility:visible;">
                            <w10:anchorlock/>
                            <v:stroke on="f" weight="0.0pt"/>
                            <v:fill rotate="true"/>
                            <v:path textboxrect="0,0,2616,2610" o:connectlocs="390,985;387,2196;402,2225;769,2223;775,1006;761,978;1720,949;1558,994;1431,1097;1392,1142;1390,985;1048,978;1019,993;1020,2219;1377,2225;1406,2210;1409,1533;1447,1387;1525,1311;1647,1290;1758,1322;1821,1418;1839,1578;1842,2215;2207,2225;2228,2203;2216,1331;2148,1128;2035,1011;1850,951;511,370;401,450;357,582;399,715;508,797;651,797;763,717;806,583;763,452;653,370;2451,0;2527,30;2605,128;2616,2425;2568,2545;2458,2607;132,2602;41,2540;0,2452;30,85;111,17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</w:r>
                  <w:r>
                    <w:rPr>
                      <w:noProof/>
                    </w:rPr>
                  </w:r>
                </w:p>
              </w:tc>
            </w:tr>
          </w:tbl>
          <w:p>
            <w:pPr>
              <w:pStyle w:val="style31"/>
              <w:rPr/>
            </w:pPr>
          </w:p>
        </w:tc>
      </w:tr>
    </w:tbl>
    <w:p>
      <w:pPr>
        <w:pStyle w:val="style0"/>
        <w:rPr/>
      </w:pPr>
      <w:r>
        <w:rPr>
          <w:noProof/>
        </w:rPr>
        <w:drawing>
          <wp:anchor distT="0" distB="0" distL="0" distR="0" simplePos="false" relativeHeight="3" behindDoc="false" locked="false" layoutInCell="true" allowOverlap="true">
            <wp:simplePos x="0" y="0"/>
            <wp:positionH relativeFrom="margin">
              <wp:posOffset>63660</wp:posOffset>
            </wp:positionH>
            <wp:positionV relativeFrom="paragraph">
              <wp:posOffset>8577</wp:posOffset>
            </wp:positionV>
            <wp:extent cx="902824" cy="1100638"/>
            <wp:effectExtent l="0" t="0" r="0" b="4445"/>
            <wp:wrapNone/>
            <wp:docPr id="1034" name="Picture 14" descr="Gambar Download Vektor Ikon Bisnis Gadis Kantor Ikon, Ikon Unduhan, Ikon  Bisnis, Ikon Avatar PNG dan Vektor dengan Background Transparan untuk Unduh  Gratis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/>
                  </pic:nvPicPr>
                  <pic:blipFill>
                    <a:blip r:embed="rId2" cstate="print"/>
                    <a:srcRect l="5947" t="0" r="12026" b="0"/>
                    <a:stretch/>
                  </pic:blipFill>
                  <pic:spPr>
                    <a:xfrm rot="0">
                      <a:off x="0" y="0"/>
                      <a:ext cx="902824" cy="1100638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false" relativeHeight="2" behindDoc="false" locked="false" layoutInCell="true" allowOverlap="true">
            <wp:simplePos x="0" y="0"/>
            <wp:positionH relativeFrom="column">
              <wp:posOffset>62815</wp:posOffset>
            </wp:positionH>
            <wp:positionV relativeFrom="paragraph">
              <wp:posOffset>342</wp:posOffset>
            </wp:positionV>
            <wp:extent cx="878205" cy="1085215"/>
            <wp:effectExtent l="0" t="0" r="0" b="635"/>
            <wp:wrapSquare wrapText="bothSides"/>
            <wp:docPr id="1036" name="Picture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3" cstate="print"/>
                    <a:srcRect l="15333" t="18456" r="14588" b="33208"/>
                    <a:stretch/>
                  </pic:blipFill>
                  <pic:spPr>
                    <a:xfrm rot="0">
                      <a:off x="0" y="0"/>
                      <a:ext cx="878205" cy="108521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..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Arial" w:cs="Arial" w:hAnsi="Arial"/>
        </w:rPr>
      </w:pPr>
      <w:r>
        <w:rPr>
          <w:rFonts w:ascii="Arial" w:cs="Arial" w:hAnsi="Arial"/>
        </w:rPr>
        <w:t xml:space="preserve">Saya </w:t>
      </w:r>
      <w:r>
        <w:rPr>
          <w:rFonts w:ascii="Arial" w:cs="Arial" w:hAnsi="Arial"/>
        </w:rPr>
        <w:t>seorang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lulusan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baru</w:t>
      </w:r>
      <w:r>
        <w:rPr>
          <w:rFonts w:ascii="Arial" w:cs="Arial" w:hAnsi="Arial"/>
        </w:rPr>
        <w:t xml:space="preserve"> yang </w:t>
      </w:r>
      <w:r>
        <w:rPr>
          <w:rFonts w:ascii="Arial" w:cs="Arial" w:hAnsi="Arial"/>
        </w:rPr>
        <w:t>memiliki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ketertarikan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bekerja</w:t>
      </w:r>
      <w:r>
        <w:rPr>
          <w:rFonts w:ascii="Arial" w:cs="Arial" w:hAnsi="Arial"/>
        </w:rPr>
        <w:t xml:space="preserve"> di </w:t>
      </w:r>
      <w:r>
        <w:rPr>
          <w:rFonts w:ascii="Arial" w:cs="Arial" w:hAnsi="Arial"/>
        </w:rPr>
        <w:t>bidang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sumber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daya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manusia</w:t>
      </w:r>
      <w:r>
        <w:rPr>
          <w:rFonts w:ascii="Arial" w:cs="Arial" w:hAnsi="Arial"/>
        </w:rPr>
        <w:t>.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T</w:t>
      </w:r>
      <w:r>
        <w:rPr>
          <w:rFonts w:ascii="Arial" w:cs="Arial" w:hAnsi="Arial"/>
        </w:rPr>
        <w:t>erbiasa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menggunakan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berbagai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aplikasi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administrasi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seperti</w:t>
      </w:r>
      <w:r>
        <w:rPr>
          <w:rFonts w:ascii="Arial" w:cs="Arial" w:hAnsi="Arial"/>
        </w:rPr>
        <w:t xml:space="preserve"> Microsoft Office,</w:t>
      </w:r>
      <w:r>
        <w:rPr>
          <w:rFonts w:ascii="Arial" w:cs="Arial" w:hAnsi="Arial"/>
        </w:rPr>
        <w:t xml:space="preserve"> Google Docs dan </w:t>
      </w:r>
      <w:r>
        <w:rPr>
          <w:rFonts w:ascii="Arial" w:cs="Arial" w:hAnsi="Arial"/>
        </w:rPr>
        <w:t xml:space="preserve">Outlook. </w:t>
      </w:r>
      <w:r>
        <w:rPr>
          <w:rFonts w:ascii="Arial" w:cs="Arial" w:hAnsi="Arial"/>
        </w:rPr>
        <w:t>Disiplin</w:t>
      </w:r>
      <w:r>
        <w:rPr>
          <w:rFonts w:ascii="Arial" w:cs="Arial" w:hAnsi="Arial"/>
        </w:rPr>
        <w:t xml:space="preserve"> dan </w:t>
      </w:r>
      <w:r>
        <w:rPr>
          <w:rFonts w:ascii="Arial" w:cs="Arial" w:hAnsi="Arial"/>
        </w:rPr>
        <w:t>mampu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bekerja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dengan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baik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dalam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tim.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Pernah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aktif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dalam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kegiatan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>ekstrakulikuler</w:t>
      </w:r>
      <w:r>
        <w:rPr>
          <w:rFonts w:ascii="Arial" w:cs="Arial" w:hAnsi="Arial"/>
        </w:rPr>
        <w:t xml:space="preserve"> dan </w:t>
      </w:r>
      <w:r>
        <w:rPr>
          <w:rFonts w:ascii="Arial" w:cs="Arial" w:hAnsi="Arial"/>
        </w:rPr>
        <w:t>pengalaman</w:t>
      </w:r>
      <w:r>
        <w:rPr>
          <w:rFonts w:ascii="Arial" w:cs="Arial" w:hAnsi="Arial"/>
        </w:rPr>
        <w:t xml:space="preserve"> </w:t>
      </w:r>
      <w:r>
        <w:rPr>
          <w:rFonts w:ascii="Arial" w:cs="Arial" w:hAnsi="Arial"/>
        </w:rPr>
        <w:t xml:space="preserve">project </w:t>
      </w:r>
      <w:r>
        <w:rPr>
          <w:rFonts w:ascii="Arial" w:cs="Arial" w:hAnsi="Arial"/>
        </w:rPr>
        <w:t>seperti</w:t>
      </w:r>
      <w:r>
        <w:rPr>
          <w:rFonts w:ascii="Arial" w:cs="Arial" w:hAnsi="Arial"/>
        </w:rPr>
        <w:t xml:space="preserve"> (…)</w:t>
      </w:r>
      <w:r>
        <w:rPr>
          <w:rFonts w:ascii="Arial" w:cs="Arial" w:hAnsi="Arial"/>
        </w:rPr>
        <w:t xml:space="preserve">. </w:t>
      </w:r>
    </w:p>
    <w:p>
      <w:pPr>
        <w:pStyle w:val="style1"/>
        <w:rPr/>
      </w:pPr>
      <w:r>
        <w:t>Pengalaman</w:t>
      </w:r>
      <w:r>
        <w:t xml:space="preserve"> </w:t>
      </w:r>
      <w:r>
        <w:t>Organisasi</w:t>
      </w:r>
      <w:r>
        <w:t xml:space="preserve">&amp; </w:t>
      </w:r>
      <w:r>
        <w:t>Ekstrakulikuler</w:t>
      </w:r>
    </w:p>
    <w:p>
      <w:pPr>
        <w:pStyle w:val="style3"/>
        <w:rPr/>
      </w:pPr>
      <w:r>
        <w:t>January 202</w:t>
      </w:r>
      <w:r>
        <w:t>1 – april 2022</w:t>
      </w:r>
    </w:p>
    <w:p>
      <w:pPr>
        <w:pStyle w:val="style5"/>
        <w:rPr>
          <w:b/>
          <w:bCs/>
        </w:rPr>
      </w:pPr>
      <w:r>
        <w:rPr>
          <w:b/>
          <w:bCs/>
        </w:rPr>
        <w:t>Bendahara</w:t>
      </w:r>
      <w:r>
        <w:rPr>
          <w:b/>
          <w:bCs/>
        </w:rPr>
        <w:t xml:space="preserve"> </w:t>
      </w:r>
      <w:r>
        <w:rPr>
          <w:b/>
          <w:bCs/>
        </w:rPr>
        <w:t>/</w:t>
      </w:r>
      <w:r>
        <w:t xml:space="preserve"> </w:t>
      </w:r>
      <w:r>
        <w:rPr>
          <w:color w:val="383838"/>
        </w:rPr>
        <w:t>Organisasi</w:t>
      </w:r>
      <w:r>
        <w:rPr>
          <w:color w:val="383838"/>
        </w:rPr>
        <w:t xml:space="preserve"> </w:t>
      </w:r>
      <w:r>
        <w:rPr>
          <w:color w:val="383838"/>
        </w:rPr>
        <w:t>Siswa</w:t>
      </w:r>
      <w:r>
        <w:rPr>
          <w:color w:val="383838"/>
        </w:rPr>
        <w:t xml:space="preserve"> Intra </w:t>
      </w:r>
      <w:r>
        <w:rPr>
          <w:color w:val="383838"/>
        </w:rPr>
        <w:t>Sekolah</w:t>
      </w:r>
      <w:r>
        <w:rPr>
          <w:color w:val="383838"/>
        </w:rPr>
        <w:t xml:space="preserve"> </w:t>
      </w:r>
      <w:r>
        <w:rPr>
          <w:color w:val="383838"/>
        </w:rPr>
        <w:t>(OSIS SMA Negeri ABC Jakarta)</w:t>
      </w:r>
    </w:p>
    <w:p>
      <w:pPr>
        <w:pStyle w:val="style179"/>
        <w:numPr>
          <w:ilvl w:val="0"/>
          <w:numId w:val="9"/>
        </w:numPr>
        <w:jc w:val="both"/>
        <w:rPr/>
      </w:pPr>
      <w:r>
        <w:t>Mengelola</w:t>
      </w:r>
      <w:r>
        <w:t xml:space="preserve"> Rp (…) dana </w:t>
      </w:r>
      <w:r>
        <w:t>iuran</w:t>
      </w:r>
      <w:r>
        <w:t xml:space="preserve"> </w:t>
      </w:r>
      <w:r>
        <w:t>organisasi</w:t>
      </w:r>
      <w:r>
        <w:t xml:space="preserve"> dan </w:t>
      </w:r>
      <w:r>
        <w:t>bertanggung</w:t>
      </w:r>
      <w:r>
        <w:t xml:space="preserve"> </w:t>
      </w:r>
      <w:r>
        <w:t>jawab</w:t>
      </w:r>
      <w:r>
        <w:t xml:space="preserve"> </w:t>
      </w:r>
      <w:r>
        <w:t>dalam</w:t>
      </w:r>
      <w:r>
        <w:t xml:space="preserve"> </w:t>
      </w:r>
      <w:r>
        <w:t>pencatatan</w:t>
      </w:r>
      <w:r>
        <w:t xml:space="preserve"> </w:t>
      </w:r>
      <w:r>
        <w:t>administrasi</w:t>
      </w:r>
      <w:r>
        <w:t xml:space="preserve"> </w:t>
      </w:r>
      <w:r>
        <w:t>keuangan</w:t>
      </w:r>
      <w:r>
        <w:t xml:space="preserve"> </w:t>
      </w:r>
      <w:r>
        <w:t xml:space="preserve">dan </w:t>
      </w:r>
      <w:r>
        <w:t>pengelolaan</w:t>
      </w:r>
      <w:r>
        <w:t xml:space="preserve"> </w:t>
      </w:r>
    </w:p>
    <w:p>
      <w:pPr>
        <w:pStyle w:val="style179"/>
        <w:numPr>
          <w:ilvl w:val="0"/>
          <w:numId w:val="9"/>
        </w:numPr>
        <w:jc w:val="both"/>
        <w:rPr/>
      </w:pPr>
      <w:r>
        <w:t>Mengkoordinir</w:t>
      </w:r>
      <w:r>
        <w:t xml:space="preserve"> </w:t>
      </w:r>
      <w:r>
        <w:t>penggunaan</w:t>
      </w:r>
      <w:r>
        <w:t xml:space="preserve"> dana </w:t>
      </w:r>
      <w:r>
        <w:t>untuk</w:t>
      </w:r>
      <w:r>
        <w:t xml:space="preserve"> </w:t>
      </w:r>
      <w:r>
        <w:t xml:space="preserve">(…) </w:t>
      </w:r>
      <w:r>
        <w:t xml:space="preserve">program </w:t>
      </w:r>
      <w:r>
        <w:t>kerja</w:t>
      </w:r>
      <w:r>
        <w:t xml:space="preserve"> di divisi </w:t>
      </w:r>
      <w:r>
        <w:t>organisasi</w:t>
      </w:r>
      <w:r>
        <w:t xml:space="preserve"> agar </w:t>
      </w:r>
      <w:r>
        <w:t>sesuai</w:t>
      </w:r>
      <w:r>
        <w:t xml:space="preserve"> dan </w:t>
      </w:r>
      <w:r>
        <w:t>tepat</w:t>
      </w:r>
      <w:r>
        <w:t xml:space="preserve"> </w:t>
      </w:r>
      <w:r>
        <w:t>sasaran</w:t>
      </w:r>
    </w:p>
    <w:p>
      <w:pPr>
        <w:pStyle w:val="style179"/>
        <w:numPr>
          <w:ilvl w:val="0"/>
          <w:numId w:val="9"/>
        </w:numPr>
        <w:jc w:val="both"/>
        <w:rPr/>
      </w:pPr>
      <w:r>
        <w:t>Mengawasi</w:t>
      </w:r>
      <w:r>
        <w:t xml:space="preserve"> </w:t>
      </w:r>
      <w:r>
        <w:t>implementasi</w:t>
      </w:r>
      <w:r>
        <w:t xml:space="preserve"> </w:t>
      </w:r>
      <w:r>
        <w:t>aturan</w:t>
      </w:r>
      <w:r>
        <w:t xml:space="preserve"> </w:t>
      </w:r>
      <w:r>
        <w:t>terkait</w:t>
      </w:r>
      <w:r>
        <w:t xml:space="preserve"> </w:t>
      </w:r>
      <w:r>
        <w:t>penggunaan</w:t>
      </w:r>
      <w:r>
        <w:t xml:space="preserve"> dana </w:t>
      </w:r>
      <w:r>
        <w:t>kegiatan</w:t>
      </w:r>
      <w:r>
        <w:t xml:space="preserve"> </w:t>
      </w:r>
      <w:r>
        <w:t>sesuai</w:t>
      </w:r>
      <w:r>
        <w:t xml:space="preserve"> </w:t>
      </w:r>
      <w:r>
        <w:t>dengan</w:t>
      </w:r>
      <w:r>
        <w:t xml:space="preserve"> </w:t>
      </w:r>
      <w:r>
        <w:t>Anggaran</w:t>
      </w:r>
      <w:r>
        <w:t xml:space="preserve"> Dasar/</w:t>
      </w:r>
      <w:r>
        <w:t>Anggaran</w:t>
      </w:r>
      <w:r>
        <w:t xml:space="preserve"> Rumah </w:t>
      </w:r>
      <w:r>
        <w:t>Tangga</w:t>
      </w:r>
      <w:r>
        <w:t xml:space="preserve"> </w:t>
      </w:r>
      <w:r>
        <w:t>organisasi</w:t>
      </w:r>
    </w:p>
    <w:p>
      <w:pPr>
        <w:pStyle w:val="style3"/>
        <w:rPr/>
      </w:pPr>
      <w:r>
        <w:t>february 2020 – january 2021</w:t>
      </w:r>
    </w:p>
    <w:p>
      <w:pPr>
        <w:pStyle w:val="style5"/>
        <w:rPr/>
      </w:pPr>
      <w:r>
        <w:rPr>
          <w:b/>
          <w:bCs/>
        </w:rPr>
        <w:t>Koordinasi</w:t>
      </w:r>
      <w:r>
        <w:rPr>
          <w:b/>
          <w:bCs/>
        </w:rPr>
        <w:t xml:space="preserve"> </w:t>
      </w:r>
      <w:r>
        <w:rPr>
          <w:b/>
          <w:bCs/>
        </w:rPr>
        <w:t xml:space="preserve">Seksi </w:t>
      </w:r>
      <w:r>
        <w:rPr>
          <w:b/>
          <w:bCs/>
        </w:rPr>
        <w:t>Acara</w:t>
      </w:r>
      <w:r>
        <w:t xml:space="preserve"> </w:t>
      </w:r>
      <w:r>
        <w:t>/</w:t>
      </w:r>
      <w:r>
        <w:rPr>
          <w:rStyle w:val="style88"/>
        </w:rPr>
        <w:t xml:space="preserve"> Paduan Suara SMA Negeri ABC Jakarta</w:t>
      </w:r>
    </w:p>
    <w:p>
      <w:pPr>
        <w:pStyle w:val="style179"/>
        <w:numPr>
          <w:ilvl w:val="0"/>
          <w:numId w:val="9"/>
        </w:numPr>
        <w:rPr/>
      </w:pPr>
      <w:r>
        <w:t>Me</w:t>
      </w:r>
      <w:r>
        <w:t>mimpin</w:t>
      </w:r>
      <w:r>
        <w:t xml:space="preserve"> </w:t>
      </w:r>
      <w:r>
        <w:t>penyelenggaraan</w:t>
      </w:r>
      <w:r>
        <w:t xml:space="preserve"> (…) </w:t>
      </w:r>
      <w:r>
        <w:t>konser</w:t>
      </w:r>
      <w:r>
        <w:t xml:space="preserve"> Paduan Suara SMA Negeri ABC Jakarta </w:t>
      </w:r>
      <w:r>
        <w:t>selama</w:t>
      </w:r>
      <w:r>
        <w:t xml:space="preserve"> </w:t>
      </w:r>
      <w:r>
        <w:t>periode</w:t>
      </w:r>
      <w:r>
        <w:t xml:space="preserve"> 2020 – 2021</w:t>
      </w:r>
    </w:p>
    <w:p>
      <w:pPr>
        <w:pStyle w:val="style179"/>
        <w:numPr>
          <w:ilvl w:val="0"/>
          <w:numId w:val="9"/>
        </w:numPr>
        <w:rPr/>
      </w:pPr>
      <w:r>
        <w:t>Mengkoordinir</w:t>
      </w:r>
      <w:r>
        <w:t xml:space="preserve"> </w:t>
      </w:r>
      <w:r>
        <w:t>latian</w:t>
      </w:r>
      <w:r>
        <w:t xml:space="preserve"> </w:t>
      </w:r>
      <w:r>
        <w:t>paduan</w:t>
      </w:r>
      <w:r>
        <w:t xml:space="preserve"> </w:t>
      </w:r>
      <w:r>
        <w:t>suara</w:t>
      </w:r>
      <w:r>
        <w:t xml:space="preserve"> </w:t>
      </w:r>
      <w:r>
        <w:t>dengan</w:t>
      </w:r>
      <w:r>
        <w:t xml:space="preserve"> </w:t>
      </w:r>
      <w:r>
        <w:t>frekuensi</w:t>
      </w:r>
      <w:r>
        <w:t xml:space="preserve"> 2 kali </w:t>
      </w:r>
      <w:r>
        <w:t>seminggu</w:t>
      </w:r>
      <w:r>
        <w:t xml:space="preserve"> </w:t>
      </w:r>
      <w:r>
        <w:t xml:space="preserve">dan </w:t>
      </w:r>
      <w:r>
        <w:t>bertindak</w:t>
      </w:r>
      <w:r>
        <w:t xml:space="preserve"> </w:t>
      </w:r>
      <w:r>
        <w:t>sebagai</w:t>
      </w:r>
      <w:r>
        <w:t xml:space="preserve"> </w:t>
      </w:r>
      <w:r>
        <w:t>narahubung</w:t>
      </w:r>
      <w:r>
        <w:t xml:space="preserve"> </w:t>
      </w:r>
      <w:r>
        <w:t>pelatih</w:t>
      </w:r>
    </w:p>
    <w:p>
      <w:pPr>
        <w:pStyle w:val="style179"/>
        <w:numPr>
          <w:ilvl w:val="0"/>
          <w:numId w:val="9"/>
        </w:numPr>
        <w:rPr/>
      </w:pPr>
      <w:r>
        <w:t>menyusun</w:t>
      </w:r>
      <w:r>
        <w:t xml:space="preserve"> </w:t>
      </w:r>
      <w:r>
        <w:t>rangkaian</w:t>
      </w:r>
      <w:r>
        <w:t xml:space="preserve"> </w:t>
      </w:r>
      <w:r>
        <w:t>kegiatan</w:t>
      </w:r>
      <w:r>
        <w:t xml:space="preserve"> </w:t>
      </w:r>
      <w:r>
        <w:t>ekstrakulikuler</w:t>
      </w:r>
      <w:r>
        <w:t xml:space="preserve"> </w:t>
      </w:r>
      <w:r>
        <w:t>selama</w:t>
      </w:r>
      <w:r>
        <w:t xml:space="preserve"> </w:t>
      </w:r>
      <w:r>
        <w:t>setahun</w:t>
      </w:r>
      <w:r>
        <w:t xml:space="preserve"> agar program </w:t>
      </w:r>
      <w:r>
        <w:t>kerja</w:t>
      </w:r>
      <w:r>
        <w:t xml:space="preserve"> </w:t>
      </w:r>
      <w:r>
        <w:t>terselenggara</w:t>
      </w:r>
      <w:r>
        <w:t xml:space="preserve"> </w:t>
      </w:r>
      <w:r>
        <w:t>dengan</w:t>
      </w:r>
      <w:r>
        <w:t xml:space="preserve"> </w:t>
      </w:r>
      <w:r>
        <w:t>baik</w:t>
      </w:r>
    </w:p>
    <w:p>
      <w:pPr>
        <w:pStyle w:val="style1"/>
        <w:rPr/>
      </w:pPr>
      <w:r>
        <w:t>Skills</w:t>
      </w:r>
    </w:p>
    <w:p>
      <w:pPr>
        <w:pStyle w:val="style0"/>
        <w:rPr/>
      </w:pPr>
      <w:r>
        <w:t xml:space="preserve">Microsoft Office, Email Administration (Outlook/Mailchimp), Google Office Suite, Bahasa Indonesia (Native), Bahasa </w:t>
      </w:r>
      <w:r>
        <w:t>Inggris</w:t>
      </w:r>
      <w:r>
        <w:t xml:space="preserve"> (Conversation) </w:t>
      </w:r>
    </w:p>
    <w:p>
      <w:pPr>
        <w:pStyle w:val="style1"/>
        <w:rPr/>
      </w:pPr>
      <w:r>
        <w:t>Education</w:t>
      </w:r>
    </w:p>
    <w:p>
      <w:pPr>
        <w:pStyle w:val="style3"/>
        <w:rPr/>
      </w:pPr>
      <w:r>
        <w:t>2019 - 2022</w:t>
      </w:r>
    </w:p>
    <w:p>
      <w:pPr>
        <w:pStyle w:val="style5"/>
        <w:rPr/>
      </w:pPr>
      <w:r>
        <w:t xml:space="preserve">SMA Negeri ABC Jakarta / </w:t>
      </w:r>
      <w:r>
        <w:t>Jurusan</w:t>
      </w:r>
      <w:r>
        <w:t xml:space="preserve"> </w:t>
      </w:r>
      <w:r>
        <w:t>Ilmu</w:t>
      </w:r>
      <w:r>
        <w:t xml:space="preserve"> </w:t>
      </w:r>
      <w:r>
        <w:t>Pengetahuan</w:t>
      </w:r>
      <w:r>
        <w:t xml:space="preserve"> Alam (IPA)</w:t>
      </w:r>
    </w:p>
    <w:p>
      <w:pPr>
        <w:pStyle w:val="style1"/>
        <w:rPr/>
      </w:pPr>
      <w:r>
        <w:t>Activities</w:t>
      </w:r>
      <w:r>
        <w:t xml:space="preserve"> / Hobby</w:t>
      </w:r>
    </w:p>
    <w:p>
      <w:pPr>
        <w:pStyle w:val="style0"/>
        <w:rPr/>
      </w:pPr>
      <w:r>
        <w:t>Travelling</w:t>
      </w:r>
      <w:r>
        <w:t>,</w:t>
      </w:r>
      <w:r>
        <w:t xml:space="preserve"> </w:t>
      </w:r>
      <w:r>
        <w:t>Olahraga</w:t>
      </w:r>
      <w:r>
        <w:t xml:space="preserve"> &amp;</w:t>
      </w:r>
      <w:r>
        <w:t xml:space="preserve"> </w:t>
      </w:r>
      <w:r>
        <w:t>Social Media content creation</w:t>
      </w:r>
    </w:p>
    <w:p>
      <w:pPr>
        <w:pStyle w:val="style0"/>
        <w:rPr/>
      </w:pPr>
    </w:p>
    <w:p>
      <w:pPr>
        <w:pStyle w:val="style0"/>
        <w:framePr w:hSpace="180" w:wrap="around" w:hAnchor="page" w:vAnchor="page" w:x="3124" w:y="854"/>
        <w:spacing w:lineRule="auto" w:line="216"/>
        <w:contextualSpacing/>
        <w:rPr>
          <w:rFonts w:ascii="Rockwell" w:cs="宋体" w:eastAsia="宋体" w:hAnsi="Rockwell"/>
          <w:b/>
          <w:color w:val="262626"/>
          <w:kern w:val="28"/>
          <w:sz w:val="70"/>
          <w:szCs w:val="56"/>
        </w:rPr>
      </w:pPr>
    </w:p>
    <w:p>
      <w:pPr>
        <w:pStyle w:val="style0"/>
        <w:rPr/>
      </w:pPr>
    </w:p>
    <w:sectPr>
      <w:footerReference w:type="default" r:id="rId4"/>
      <w:type w:val="continuous"/>
      <w:pgSz w:w="12240" w:h="15840" w:orient="portrait" w:code="1"/>
      <w:pgMar w:top="907" w:right="1440" w:bottom="1080" w:left="1440" w:header="576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Rockwell"/>
    <w:panose1 w:val="02060603020002020403"/>
    <w:charset w:val="00"/>
    <w:family w:val="roman"/>
    <w:pitch w:val="variable"/>
    <w:sig w:usb0="00000003" w:usb1="00000000" w:usb2="00000000" w:usb3="00000000" w:csb0="00000001" w:csb1="00000000"/>
  </w:font>
  <w:font w:name="Segoe UI">
    <w:altName w:val="Segoe UI"/>
    <w:panose1 w:val="020b0502040002020203"/>
    <w:charset w:val="00"/>
    <w:family w:val="swiss"/>
    <w:pitch w:val="variable"/>
    <w:sig w:usb0="E4002EFF" w:usb1="C000E47F" w:usb2="00000009" w:usb3="00000000" w:csb0="000001FF" w:csb1="00000000"/>
  </w:font>
  <w:font w:name="Consolas">
    <w:altName w:val="Consolas"/>
    <w:panose1 w:val="020b0609020002030204"/>
    <w:charset w:val="00"/>
    <w:family w:val="modern"/>
    <w:pitch w:val="fixed"/>
    <w:sig w:usb0="E00006FF" w:usb1="0000FCFF" w:usb2="00000001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p>
    <w:pPr>
      <w:pStyle w:val="style32"/>
      <w:rPr/>
    </w:pPr>
    <w:r>
      <w:rPr/>
      <w:fldChar w:fldCharType="begin"/>
    </w:r>
    <w:r>
      <w:instrText xml:space="preserve"> PAGE   \* MERGEFORMAT </w:instrText>
    </w:r>
    <w:r>
      <w:rPr/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7ED079FA"/>
    <w:lvl w:ilvl="0">
      <w:start w:val="1"/>
      <w:numFmt w:val="decimal"/>
      <w:pStyle w:val="style61"/>
      <w:lvlText w:val="%1."/>
      <w:lvlJc w:val="left"/>
      <w:pPr>
        <w:tabs>
          <w:tab w:val="left" w:leader="none" w:pos="1800"/>
        </w:tabs>
        <w:ind w:left="1800" w:hanging="360"/>
      </w:pPr>
    </w:lvl>
  </w:abstractNum>
  <w:abstractNum w:abstractNumId="1">
    <w:nsid w:val="00000001"/>
    <w:multiLevelType w:val="singleLevel"/>
    <w:tmpl w:val="27F8C97E"/>
    <w:lvl w:ilvl="0">
      <w:start w:val="1"/>
      <w:numFmt w:val="decimal"/>
      <w:pStyle w:val="style60"/>
      <w:lvlText w:val="%1."/>
      <w:lvlJc w:val="left"/>
      <w:pPr>
        <w:tabs>
          <w:tab w:val="left" w:leader="none" w:pos="1440"/>
        </w:tabs>
        <w:ind w:left="1440" w:hanging="360"/>
      </w:pPr>
    </w:lvl>
  </w:abstractNum>
  <w:abstractNum w:abstractNumId="2">
    <w:nsid w:val="00000002"/>
    <w:multiLevelType w:val="singleLevel"/>
    <w:tmpl w:val="A74EE48A"/>
    <w:lvl w:ilvl="0">
      <w:start w:val="1"/>
      <w:numFmt w:val="decimal"/>
      <w:pStyle w:val="style59"/>
      <w:lvlText w:val="%1."/>
      <w:lvlJc w:val="left"/>
      <w:pPr>
        <w:tabs>
          <w:tab w:val="left" w:leader="none" w:pos="1080"/>
        </w:tabs>
        <w:ind w:left="1080" w:hanging="360"/>
      </w:pPr>
    </w:lvl>
  </w:abstractNum>
  <w:abstractNum w:abstractNumId="3">
    <w:nsid w:val="00000003"/>
    <w:multiLevelType w:val="singleLevel"/>
    <w:tmpl w:val="062AB62E"/>
    <w:lvl w:ilvl="0">
      <w:start w:val="1"/>
      <w:numFmt w:val="decimal"/>
      <w:pStyle w:val="style58"/>
      <w:lvlText w:val="%1."/>
      <w:lvlJc w:val="left"/>
      <w:pPr>
        <w:tabs>
          <w:tab w:val="left" w:leader="none" w:pos="720"/>
        </w:tabs>
        <w:ind w:left="720" w:hanging="360"/>
      </w:pPr>
    </w:lvl>
  </w:abstractNum>
  <w:abstractNum w:abstractNumId="4">
    <w:nsid w:val="00000004"/>
    <w:multiLevelType w:val="singleLevel"/>
    <w:tmpl w:val="5FC808E2"/>
    <w:lvl w:ilvl="0">
      <w:start w:val="1"/>
      <w:numFmt w:val="bullet"/>
      <w:pStyle w:val="style57"/>
      <w:lvlText w:val=""/>
      <w:lvlJc w:val="left"/>
      <w:pPr>
        <w:tabs>
          <w:tab w:val="left" w:leader="none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00000005"/>
    <w:multiLevelType w:val="singleLevel"/>
    <w:tmpl w:val="CB16B38A"/>
    <w:lvl w:ilvl="0">
      <w:start w:val="1"/>
      <w:numFmt w:val="bullet"/>
      <w:pStyle w:val="style56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00000006"/>
    <w:multiLevelType w:val="singleLevel"/>
    <w:tmpl w:val="BCA8E982"/>
    <w:lvl w:ilvl="0">
      <w:start w:val="1"/>
      <w:numFmt w:val="bullet"/>
      <w:lvlText w:val=""/>
      <w:lvlJc w:val="left"/>
      <w:pPr>
        <w:tabs>
          <w:tab w:val="left" w:leader="none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00000007"/>
    <w:multiLevelType w:val="singleLevel"/>
    <w:tmpl w:val="E5B03FCA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00000008"/>
    <w:multiLevelType w:val="singleLevel"/>
    <w:tmpl w:val="F106026E"/>
    <w:lvl w:ilvl="0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000009"/>
    <w:multiLevelType w:val="hybridMultilevel"/>
    <w:tmpl w:val="28A6BD8A"/>
    <w:lvl w:ilvl="0" w:tplc="FB56D146">
      <w:start w:val="2014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DE725B1C"/>
    <w:lvl w:ilvl="0" w:tplc="02C6ABCA">
      <w:start w:val="2014"/>
      <w:numFmt w:val="bullet"/>
      <w:lvlText w:val="-"/>
      <w:lvlJc w:val="left"/>
      <w:pPr>
        <w:ind w:left="720" w:hanging="360"/>
      </w:pPr>
      <w:rPr>
        <w:rFonts w:ascii="Calibri" w:cs="Calibri" w:eastAsia="Calibri" w:hAnsi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multilevel"/>
    <w:tmpl w:val="B096D760"/>
    <w:lvl w:ilvl="0">
      <w:start w:val="1"/>
      <w:numFmt w:val="bullet"/>
      <w:pStyle w:val="style48"/>
      <w:lvlText w:val=""/>
      <w:lvlJc w:val="left"/>
      <w:pPr>
        <w:ind w:left="360" w:hanging="360"/>
      </w:pPr>
      <w:rPr>
        <w:rFonts w:ascii="Symbol" w:hAnsi="Symbol" w:hint="default"/>
        <w:color w:val="007fab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007fab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007fab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>
    <w:nsid w:val="0000000C"/>
    <w:multiLevelType w:val="multilevel"/>
    <w:tmpl w:val="E3C0EB4E"/>
    <w:lvl w:ilvl="0">
      <w:start w:val="1"/>
      <w:numFmt w:val="decimal"/>
      <w:pStyle w:val="style49"/>
      <w:lvlText w:val="%1)"/>
      <w:lvlJc w:val="left"/>
      <w:pPr>
        <w:ind w:left="360" w:hanging="360"/>
      </w:pPr>
      <w:rPr>
        <w:rFonts w:hint="default"/>
        <w:b w:val="false"/>
        <w:i w:val="false"/>
        <w:color w:val="007fab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7"/>
  </w:num>
  <w:num w:numId="11">
    <w:abstractNumId w:val="6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removePersonalInformation/>
  <w:removeDateAndTim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color w:val="595959"/>
        <w:sz w:val="22"/>
        <w:szCs w:val="22"/>
        <w:lang w:val="en-US" w:bidi="ar-SA" w:eastAsia="en-US"/>
      </w:rPr>
    </w:rPrDefault>
    <w:pPrDefault>
      <w:pPr>
        <w:spacing w:after="260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1"/>
    <w:link w:val="style4099"/>
    <w:qFormat/>
    <w:uiPriority w:val="9"/>
    <w:pPr>
      <w:pBdr>
        <w:top w:val="single" w:sz="4" w:space="3" w:color="a6a6a6"/>
      </w:pBdr>
      <w:spacing w:before="480" w:after="120"/>
      <w:outlineLvl w:val="0"/>
      <w:contextualSpacing/>
    </w:pPr>
    <w:rPr>
      <w:rFonts w:ascii="Rockwell" w:cs="宋体" w:eastAsia="宋体" w:hAnsi="Rockwell"/>
      <w:b/>
      <w:color w:val="262626"/>
      <w:sz w:val="36"/>
      <w:szCs w:val="32"/>
    </w:rPr>
  </w:style>
  <w:style w:type="paragraph" w:styleId="style2">
    <w:name w:val="heading 2"/>
    <w:basedOn w:val="style0"/>
    <w:next w:val="style2"/>
    <w:link w:val="style4100"/>
    <w:uiPriority w:val="9"/>
    <w:pPr>
      <w:keepNext/>
      <w:keepLines/>
      <w:spacing w:after="40"/>
      <w:outlineLvl w:val="1"/>
      <w:contextualSpacing/>
    </w:pPr>
    <w:rPr>
      <w:rFonts w:ascii="Rockwell" w:cs="宋体" w:eastAsia="宋体" w:hAnsi="Rockwell"/>
      <w:b/>
      <w:color w:val="007fab"/>
      <w:sz w:val="32"/>
      <w:szCs w:val="26"/>
    </w:rPr>
  </w:style>
  <w:style w:type="paragraph" w:styleId="style3">
    <w:name w:val="heading 3"/>
    <w:basedOn w:val="style0"/>
    <w:next w:val="style3"/>
    <w:link w:val="style4101"/>
    <w:qFormat/>
    <w:uiPriority w:val="9"/>
    <w:pPr>
      <w:keepNext/>
      <w:keepLines/>
      <w:spacing w:after="0"/>
      <w:outlineLvl w:val="2"/>
      <w:contextualSpacing/>
    </w:pPr>
    <w:rPr>
      <w:rFonts w:cs="宋体" w:eastAsia="宋体"/>
      <w:caps/>
      <w:szCs w:val="24"/>
    </w:rPr>
  </w:style>
  <w:style w:type="paragraph" w:styleId="style4">
    <w:name w:val="heading 4"/>
    <w:basedOn w:val="style0"/>
    <w:next w:val="style0"/>
    <w:link w:val="style4104"/>
    <w:uiPriority w:val="9"/>
    <w:pPr>
      <w:keepNext/>
      <w:keepLines/>
      <w:spacing w:before="40" w:after="0"/>
      <w:outlineLvl w:val="3"/>
    </w:pPr>
    <w:rPr>
      <w:rFonts w:ascii="Rockwell" w:cs="宋体" w:eastAsia="宋体" w:hAnsi="Rockwell"/>
      <w:i/>
      <w:iCs/>
      <w:color w:val="005e80"/>
    </w:rPr>
  </w:style>
  <w:style w:type="paragraph" w:styleId="style5">
    <w:name w:val="heading 5"/>
    <w:basedOn w:val="style0"/>
    <w:next w:val="style0"/>
    <w:link w:val="style4178"/>
    <w:qFormat/>
    <w:uiPriority w:val="9"/>
    <w:pPr>
      <w:keepNext/>
      <w:keepLines/>
      <w:spacing w:before="40" w:after="0"/>
      <w:outlineLvl w:val="4"/>
    </w:pPr>
    <w:rPr>
      <w:rFonts w:ascii="Rockwell" w:cs="宋体" w:eastAsia="宋体" w:hAnsi="Rockwell"/>
      <w:color w:val="005e80"/>
    </w:rPr>
  </w:style>
  <w:style w:type="paragraph" w:styleId="style6">
    <w:name w:val="heading 6"/>
    <w:basedOn w:val="style0"/>
    <w:next w:val="style0"/>
    <w:link w:val="style4179"/>
    <w:qFormat/>
    <w:uiPriority w:val="9"/>
    <w:pPr>
      <w:keepNext/>
      <w:keepLines/>
      <w:spacing w:before="40" w:after="0"/>
      <w:outlineLvl w:val="5"/>
    </w:pPr>
    <w:rPr>
      <w:rFonts w:ascii="Rockwell" w:cs="宋体" w:eastAsia="宋体" w:hAnsi="Rockwell"/>
      <w:color w:val="003f55"/>
    </w:rPr>
  </w:style>
  <w:style w:type="paragraph" w:styleId="style7">
    <w:name w:val="heading 7"/>
    <w:basedOn w:val="style0"/>
    <w:next w:val="style0"/>
    <w:link w:val="style4180"/>
    <w:qFormat/>
    <w:uiPriority w:val="9"/>
    <w:pPr>
      <w:keepNext/>
      <w:keepLines/>
      <w:spacing w:before="40" w:after="0"/>
      <w:outlineLvl w:val="6"/>
    </w:pPr>
    <w:rPr>
      <w:rFonts w:ascii="Rockwell" w:cs="宋体" w:eastAsia="宋体" w:hAnsi="Rockwell"/>
      <w:i/>
      <w:iCs/>
      <w:color w:val="003f55"/>
    </w:rPr>
  </w:style>
  <w:style w:type="paragraph" w:styleId="style8">
    <w:name w:val="heading 8"/>
    <w:basedOn w:val="style0"/>
    <w:next w:val="style0"/>
    <w:link w:val="style4108"/>
    <w:qFormat/>
    <w:uiPriority w:val="9"/>
    <w:pPr>
      <w:keepNext/>
      <w:keepLines/>
      <w:spacing w:before="40" w:after="0"/>
      <w:outlineLvl w:val="7"/>
    </w:pPr>
    <w:rPr>
      <w:rFonts w:ascii="Rockwell" w:cs="宋体" w:eastAsia="宋体" w:hAnsi="Rockwell"/>
      <w:color w:val="272727"/>
      <w:szCs w:val="21"/>
    </w:rPr>
  </w:style>
  <w:style w:type="paragraph" w:styleId="style9">
    <w:name w:val="heading 9"/>
    <w:basedOn w:val="style0"/>
    <w:next w:val="style0"/>
    <w:link w:val="style4109"/>
    <w:qFormat/>
    <w:uiPriority w:val="9"/>
    <w:pPr>
      <w:keepNext/>
      <w:keepLines/>
      <w:spacing w:before="40" w:after="0"/>
      <w:outlineLvl w:val="8"/>
    </w:pPr>
    <w:rPr>
      <w:rFonts w:ascii="Rockwell" w:cs="宋体" w:eastAsia="宋体" w:hAnsi="Rockwell"/>
      <w:i/>
      <w:iCs/>
      <w:color w:val="272727"/>
      <w:szCs w:val="21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spacing w:after="0"/>
    </w:pPr>
    <w:rPr/>
  </w:style>
  <w:style w:type="character" w:customStyle="1" w:styleId="style4097">
    <w:name w:val="Header Char_aa68ed41-a0b2-4787-8ae5-0126673a28d2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spacing w:after="0"/>
    </w:pPr>
    <w:rPr/>
  </w:style>
  <w:style w:type="character" w:customStyle="1" w:styleId="style4098">
    <w:name w:val="Footer Char_a7ef753c-9fbc-41cb-9c54-006b9d33f9ea"/>
    <w:basedOn w:val="style65"/>
    <w:next w:val="style4098"/>
    <w:link w:val="style32"/>
    <w:uiPriority w:val="99"/>
  </w:style>
  <w:style w:type="character" w:customStyle="1" w:styleId="style4099">
    <w:name w:val="Heading 1 Char_8dfa6101-7d02-4cec-a633-2b06725e2ba0"/>
    <w:basedOn w:val="style65"/>
    <w:next w:val="style4099"/>
    <w:link w:val="style1"/>
    <w:uiPriority w:val="9"/>
    <w:rPr>
      <w:rFonts w:ascii="Rockwell" w:cs="宋体" w:eastAsia="宋体" w:hAnsi="Rockwell"/>
      <w:b/>
      <w:color w:val="262626"/>
      <w:sz w:val="36"/>
      <w:szCs w:val="32"/>
    </w:rPr>
  </w:style>
  <w:style w:type="paragraph" w:styleId="style48">
    <w:name w:val="List Bullet"/>
    <w:basedOn w:val="style0"/>
    <w:next w:val="style48"/>
    <w:uiPriority w:val="10"/>
    <w:pPr>
      <w:numPr>
        <w:ilvl w:val="0"/>
        <w:numId w:val="1"/>
      </w:numPr>
      <w:spacing w:after="0"/>
      <w:contextualSpacing/>
    </w:pPr>
    <w:rPr/>
  </w:style>
  <w:style w:type="table" w:styleId="style154">
    <w:name w:val="Table Grid"/>
    <w:basedOn w:val="style105"/>
    <w:next w:val="style154"/>
    <w:uiPriority w:val="39"/>
    <w:pPr>
      <w:spacing w:after="0"/>
    </w:pPr>
    <w:rPr/>
    <w:tblPr/>
    <w:tcPr>
      <w:tcBorders/>
    </w:tcPr>
  </w:style>
  <w:style w:type="paragraph" w:styleId="style54">
    <w:name w:val="List Bullet 2"/>
    <w:basedOn w:val="style0"/>
    <w:next w:val="style54"/>
    <w:uiPriority w:val="99"/>
    <w:pPr>
      <w:contextualSpacing/>
    </w:pPr>
    <w:rPr/>
  </w:style>
  <w:style w:type="paragraph" w:styleId="style55">
    <w:name w:val="List Bullet 3"/>
    <w:basedOn w:val="style0"/>
    <w:next w:val="style55"/>
    <w:uiPriority w:val="99"/>
    <w:pPr>
      <w:contextualSpacing/>
    </w:pPr>
    <w:rPr/>
  </w:style>
  <w:style w:type="character" w:customStyle="1" w:styleId="style4100">
    <w:name w:val="Heading 2 Char_b6b68b95-a2ac-4fed-bf85-7447daa89f55"/>
    <w:basedOn w:val="style65"/>
    <w:next w:val="style4100"/>
    <w:link w:val="style2"/>
    <w:uiPriority w:val="9"/>
    <w:rPr>
      <w:rFonts w:ascii="Rockwell" w:cs="宋体" w:eastAsia="宋体" w:hAnsi="Rockwell"/>
      <w:b/>
      <w:color w:val="007fab"/>
      <w:sz w:val="32"/>
      <w:szCs w:val="26"/>
    </w:rPr>
  </w:style>
  <w:style w:type="character" w:customStyle="1" w:styleId="style4101">
    <w:name w:val="Heading 3 Char_369a4344-c7b8-4310-900f-1124392c6adb"/>
    <w:basedOn w:val="style65"/>
    <w:next w:val="style4101"/>
    <w:link w:val="style3"/>
    <w:uiPriority w:val="9"/>
    <w:rPr>
      <w:rFonts w:cs="宋体" w:eastAsia="宋体"/>
      <w:caps/>
      <w:szCs w:val="24"/>
    </w:rPr>
  </w:style>
  <w:style w:type="paragraph" w:styleId="style62">
    <w:name w:val="Title"/>
    <w:basedOn w:val="style0"/>
    <w:next w:val="style62"/>
    <w:link w:val="style4102"/>
    <w:qFormat/>
    <w:uiPriority w:val="11"/>
    <w:pPr>
      <w:spacing w:after="0" w:lineRule="auto" w:line="216"/>
      <w:contextualSpacing/>
    </w:pPr>
    <w:rPr>
      <w:rFonts w:ascii="Rockwell" w:cs="宋体" w:eastAsia="宋体" w:hAnsi="Rockwell"/>
      <w:b/>
      <w:color w:val="262626"/>
      <w:kern w:val="28"/>
      <w:sz w:val="70"/>
      <w:szCs w:val="56"/>
    </w:rPr>
  </w:style>
  <w:style w:type="character" w:customStyle="1" w:styleId="style4102">
    <w:name w:val="Title Char_223d20d2-b5cf-489e-add2-6e67950eba74"/>
    <w:basedOn w:val="style65"/>
    <w:next w:val="style4102"/>
    <w:link w:val="style62"/>
    <w:uiPriority w:val="11"/>
    <w:rPr>
      <w:rFonts w:ascii="Rockwell" w:cs="宋体" w:eastAsia="宋体" w:hAnsi="Rockwell"/>
      <w:b/>
      <w:color w:val="262626"/>
      <w:kern w:val="28"/>
      <w:sz w:val="70"/>
      <w:szCs w:val="56"/>
    </w:rPr>
  </w:style>
  <w:style w:type="paragraph" w:customStyle="1" w:styleId="style4103">
    <w:name w:val="Contact Info"/>
    <w:basedOn w:val="style0"/>
    <w:next w:val="style4103"/>
    <w:qFormat/>
    <w:uiPriority w:val="99"/>
    <w:pPr>
      <w:spacing w:before="40" w:after="0"/>
      <w:jc w:val="right"/>
      <w:contextualSpacing/>
    </w:pPr>
    <w:rPr>
      <w:sz w:val="18"/>
    </w:rPr>
  </w:style>
  <w:style w:type="character" w:styleId="style156">
    <w:name w:val="Placeholder Text"/>
    <w:basedOn w:val="style65"/>
    <w:next w:val="style156"/>
    <w:uiPriority w:val="99"/>
    <w:rPr>
      <w:color w:val="595959"/>
    </w:rPr>
  </w:style>
  <w:style w:type="character" w:customStyle="1" w:styleId="style4104">
    <w:name w:val="Heading 4 Char_edc489e4-bd81-45a5-8bfc-1b6a9c0ca679"/>
    <w:basedOn w:val="style65"/>
    <w:next w:val="style4104"/>
    <w:link w:val="style4"/>
    <w:uiPriority w:val="9"/>
    <w:rPr>
      <w:rFonts w:ascii="Rockwell" w:cs="宋体" w:eastAsia="宋体" w:hAnsi="Rockwell"/>
      <w:i/>
      <w:iCs/>
      <w:color w:val="005e80"/>
    </w:rPr>
  </w:style>
  <w:style w:type="paragraph" w:styleId="style49">
    <w:name w:val="List Number"/>
    <w:basedOn w:val="style0"/>
    <w:next w:val="style49"/>
    <w:uiPriority w:val="11"/>
    <w:pPr>
      <w:numPr>
        <w:ilvl w:val="0"/>
        <w:numId w:val="2"/>
      </w:numPr>
      <w:contextualSpacing/>
    </w:pPr>
    <w:rPr/>
  </w:style>
  <w:style w:type="character" w:styleId="style88">
    <w:name w:val="Emphasis"/>
    <w:basedOn w:val="style65"/>
    <w:next w:val="style88"/>
    <w:qFormat/>
    <w:uiPriority w:val="20"/>
    <w:rPr>
      <w:b w:val="false"/>
      <w:i w:val="false"/>
      <w:iCs/>
      <w:color w:val="595959"/>
    </w:rPr>
  </w:style>
  <w:style w:type="paragraph" w:styleId="style266">
    <w:name w:val="TOC Heading"/>
    <w:basedOn w:val="style1"/>
    <w:next w:val="style0"/>
    <w:qFormat/>
    <w:uiPriority w:val="39"/>
    <w:pPr>
      <w:pBdr>
        <w:top w:val="none" w:sz="0" w:space="0" w:color="auto"/>
      </w:pBdr>
      <w:outlineLvl w:val="9"/>
    </w:pPr>
    <w:rPr/>
  </w:style>
  <w:style w:type="paragraph" w:styleId="style74">
    <w:name w:val="Subtitle"/>
    <w:basedOn w:val="style0"/>
    <w:next w:val="style74"/>
    <w:link w:val="style4105"/>
    <w:qFormat/>
    <w:uiPriority w:val="11"/>
    <w:pPr>
      <w:numPr>
        <w:ilvl w:val="1"/>
        <w:numId w:val="0"/>
      </w:numPr>
      <w:spacing w:after="160"/>
    </w:pPr>
    <w:rPr>
      <w:rFonts w:eastAsia="宋体"/>
      <w:color w:val="5a5a5a"/>
    </w:rPr>
  </w:style>
  <w:style w:type="character" w:customStyle="1" w:styleId="style4105">
    <w:name w:val="Subtitle Char"/>
    <w:basedOn w:val="style65"/>
    <w:next w:val="style4105"/>
    <w:link w:val="style74"/>
    <w:uiPriority w:val="11"/>
    <w:rPr>
      <w:rFonts w:eastAsia="宋体"/>
      <w:color w:val="5a5a5a"/>
    </w:rPr>
  </w:style>
  <w:style w:type="character" w:styleId="style264">
    <w:name w:val="Book Title"/>
    <w:basedOn w:val="style65"/>
    <w:next w:val="style264"/>
    <w:qFormat/>
    <w:uiPriority w:val="33"/>
    <w:rPr>
      <w:b/>
      <w:bCs/>
      <w:i/>
      <w:iCs/>
      <w:spacing w:val="0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caps w:val="false"/>
      <w:smallCaps/>
      <w:color w:val="007fab"/>
      <w:spacing w:val="0"/>
    </w:rPr>
  </w:style>
  <w:style w:type="paragraph" w:styleId="style181">
    <w:name w:val="Intense Quote"/>
    <w:basedOn w:val="style0"/>
    <w:next w:val="style0"/>
    <w:link w:val="style4106"/>
    <w:qFormat/>
    <w:uiPriority w:val="30"/>
    <w:pPr>
      <w:pBdr>
        <w:top w:val="single" w:sz="4" w:space="10" w:color="007fab"/>
        <w:bottom w:val="single" w:sz="4" w:space="10" w:color="007fab"/>
      </w:pBdr>
      <w:spacing w:before="360" w:after="360"/>
      <w:jc w:val="center"/>
    </w:pPr>
    <w:rPr>
      <w:i/>
      <w:iCs/>
      <w:color w:val="007fab"/>
    </w:rPr>
  </w:style>
  <w:style w:type="character" w:customStyle="1" w:styleId="style4106">
    <w:name w:val="Intense Quote Char_24be0912-1219-4a49-bed9-bcccab99e1c9"/>
    <w:basedOn w:val="style65"/>
    <w:next w:val="style4106"/>
    <w:link w:val="style181"/>
    <w:uiPriority w:val="30"/>
    <w:rPr>
      <w:i/>
      <w:iCs/>
      <w:color w:val="007fab"/>
    </w:rPr>
  </w:style>
  <w:style w:type="paragraph" w:styleId="style180">
    <w:name w:val="Quote"/>
    <w:basedOn w:val="style0"/>
    <w:next w:val="style0"/>
    <w:link w:val="style4107"/>
    <w:qFormat/>
    <w:uiPriority w:val="29"/>
    <w:pPr>
      <w:spacing w:before="200" w:after="160"/>
      <w:jc w:val="center"/>
    </w:pPr>
    <w:rPr>
      <w:i/>
      <w:iCs/>
      <w:color w:val="404040"/>
    </w:rPr>
  </w:style>
  <w:style w:type="character" w:customStyle="1" w:styleId="style4107">
    <w:name w:val="Quote Char_79f5d304-ee91-4e9d-954f-aaddea8d9d9c"/>
    <w:basedOn w:val="style65"/>
    <w:next w:val="style4107"/>
    <w:link w:val="style180"/>
    <w:uiPriority w:val="29"/>
    <w:rPr>
      <w:i/>
      <w:iCs/>
      <w:color w:val="404040"/>
    </w:rPr>
  </w:style>
  <w:style w:type="character" w:customStyle="1" w:styleId="style4108">
    <w:name w:val="Heading 8 Char_56ab1057-5c29-4cf3-bb6d-2ebf18763b82"/>
    <w:basedOn w:val="style65"/>
    <w:next w:val="style4108"/>
    <w:link w:val="style8"/>
    <w:uiPriority w:val="9"/>
    <w:rPr>
      <w:rFonts w:ascii="Rockwell" w:cs="宋体" w:eastAsia="宋体" w:hAnsi="Rockwell"/>
      <w:color w:val="272727"/>
      <w:szCs w:val="21"/>
    </w:rPr>
  </w:style>
  <w:style w:type="character" w:customStyle="1" w:styleId="style4109">
    <w:name w:val="Heading 9 Char_2ad7d57a-58be-413a-b6b3-aaae1b71f5cc"/>
    <w:basedOn w:val="style65"/>
    <w:next w:val="style4109"/>
    <w:link w:val="style9"/>
    <w:uiPriority w:val="9"/>
    <w:rPr>
      <w:rFonts w:ascii="Rockwell" w:cs="宋体" w:eastAsia="宋体" w:hAnsi="Rockwell"/>
      <w:i/>
      <w:iCs/>
      <w:color w:val="272727"/>
      <w:szCs w:val="21"/>
    </w:rPr>
  </w:style>
  <w:style w:type="paragraph" w:styleId="style34">
    <w:name w:val="caption"/>
    <w:basedOn w:val="style0"/>
    <w:next w:val="style0"/>
    <w:qFormat/>
    <w:uiPriority w:val="35"/>
    <w:pPr>
      <w:spacing w:after="200"/>
    </w:pPr>
    <w:rPr>
      <w:i/>
      <w:iCs/>
      <w:color w:val="111111"/>
      <w:szCs w:val="18"/>
    </w:rPr>
  </w:style>
  <w:style w:type="paragraph" w:styleId="style153">
    <w:name w:val="Balloon Text"/>
    <w:basedOn w:val="style0"/>
    <w:next w:val="style153"/>
    <w:link w:val="style4110"/>
    <w:uiPriority w:val="99"/>
    <w:pPr>
      <w:spacing w:after="0"/>
    </w:pPr>
    <w:rPr>
      <w:rFonts w:ascii="Segoe UI" w:cs="Segoe UI" w:hAnsi="Segoe UI"/>
      <w:szCs w:val="18"/>
    </w:rPr>
  </w:style>
  <w:style w:type="character" w:customStyle="1" w:styleId="style4110">
    <w:name w:val="Balloon Text Char"/>
    <w:basedOn w:val="style65"/>
    <w:next w:val="style4110"/>
    <w:link w:val="style153"/>
    <w:uiPriority w:val="99"/>
    <w:rPr>
      <w:rFonts w:ascii="Segoe UI" w:cs="Segoe UI" w:hAnsi="Segoe UI"/>
      <w:szCs w:val="18"/>
    </w:rPr>
  </w:style>
  <w:style w:type="paragraph" w:styleId="style81">
    <w:name w:val="Body Text 3"/>
    <w:basedOn w:val="style0"/>
    <w:next w:val="style81"/>
    <w:link w:val="style4111"/>
    <w:uiPriority w:val="99"/>
    <w:pPr>
      <w:spacing w:after="120"/>
    </w:pPr>
    <w:rPr>
      <w:szCs w:val="16"/>
    </w:rPr>
  </w:style>
  <w:style w:type="character" w:customStyle="1" w:styleId="style4111">
    <w:name w:val="Body Text 3 Char"/>
    <w:basedOn w:val="style65"/>
    <w:next w:val="style4111"/>
    <w:link w:val="style81"/>
    <w:uiPriority w:val="99"/>
    <w:rPr>
      <w:szCs w:val="16"/>
    </w:rPr>
  </w:style>
  <w:style w:type="paragraph" w:styleId="style83">
    <w:name w:val="Body Text Indent 3"/>
    <w:basedOn w:val="style0"/>
    <w:next w:val="style83"/>
    <w:link w:val="style4112"/>
    <w:uiPriority w:val="99"/>
    <w:pPr>
      <w:spacing w:after="120"/>
      <w:ind w:left="360"/>
    </w:pPr>
    <w:rPr>
      <w:szCs w:val="16"/>
    </w:rPr>
  </w:style>
  <w:style w:type="character" w:customStyle="1" w:styleId="style4112">
    <w:name w:val="Body Text Indent 3 Char"/>
    <w:basedOn w:val="style65"/>
    <w:next w:val="style4112"/>
    <w:link w:val="style83"/>
    <w:uiPriority w:val="99"/>
    <w:rPr>
      <w:szCs w:val="16"/>
    </w:rPr>
  </w:style>
  <w:style w:type="character" w:styleId="style39">
    <w:name w:val="annotation reference"/>
    <w:basedOn w:val="style65"/>
    <w:next w:val="style39"/>
    <w:uiPriority w:val="99"/>
    <w:rPr>
      <w:sz w:val="22"/>
      <w:szCs w:val="16"/>
    </w:rPr>
  </w:style>
  <w:style w:type="paragraph" w:styleId="style30">
    <w:name w:val="annotation text"/>
    <w:basedOn w:val="style0"/>
    <w:next w:val="style30"/>
    <w:link w:val="style4113"/>
    <w:uiPriority w:val="99"/>
    <w:pPr/>
    <w:rPr>
      <w:szCs w:val="20"/>
    </w:rPr>
  </w:style>
  <w:style w:type="character" w:customStyle="1" w:styleId="style4113">
    <w:name w:val="Comment Text Char"/>
    <w:basedOn w:val="style65"/>
    <w:next w:val="style4113"/>
    <w:link w:val="style30"/>
    <w:uiPriority w:val="99"/>
    <w:rPr>
      <w:szCs w:val="20"/>
    </w:rPr>
  </w:style>
  <w:style w:type="paragraph" w:styleId="style106">
    <w:name w:val="annotation subject"/>
    <w:basedOn w:val="style30"/>
    <w:next w:val="style30"/>
    <w:link w:val="style4114"/>
    <w:uiPriority w:val="99"/>
    <w:pPr/>
    <w:rPr>
      <w:b/>
      <w:bCs/>
    </w:rPr>
  </w:style>
  <w:style w:type="character" w:customStyle="1" w:styleId="style4114">
    <w:name w:val="Comment Subject Char"/>
    <w:basedOn w:val="style4113"/>
    <w:next w:val="style4114"/>
    <w:link w:val="style106"/>
    <w:uiPriority w:val="99"/>
    <w:rPr>
      <w:b/>
      <w:bCs/>
      <w:szCs w:val="20"/>
    </w:rPr>
  </w:style>
  <w:style w:type="paragraph" w:styleId="style89">
    <w:name w:val="Document Map"/>
    <w:basedOn w:val="style0"/>
    <w:next w:val="style89"/>
    <w:link w:val="style4115"/>
    <w:uiPriority w:val="99"/>
    <w:pPr>
      <w:spacing w:after="0"/>
    </w:pPr>
    <w:rPr>
      <w:rFonts w:ascii="Segoe UI" w:cs="Segoe UI" w:hAnsi="Segoe UI"/>
      <w:szCs w:val="16"/>
    </w:rPr>
  </w:style>
  <w:style w:type="character" w:customStyle="1" w:styleId="style4115">
    <w:name w:val="Document Map Char"/>
    <w:basedOn w:val="style65"/>
    <w:next w:val="style4115"/>
    <w:link w:val="style89"/>
    <w:uiPriority w:val="99"/>
    <w:rPr>
      <w:rFonts w:ascii="Segoe UI" w:cs="Segoe UI" w:hAnsi="Segoe UI"/>
      <w:szCs w:val="16"/>
    </w:rPr>
  </w:style>
  <w:style w:type="paragraph" w:styleId="style43">
    <w:name w:val="endnote text"/>
    <w:basedOn w:val="style0"/>
    <w:next w:val="style43"/>
    <w:link w:val="style4116"/>
    <w:uiPriority w:val="99"/>
    <w:pPr>
      <w:spacing w:after="0"/>
    </w:pPr>
    <w:rPr>
      <w:szCs w:val="20"/>
    </w:rPr>
  </w:style>
  <w:style w:type="character" w:customStyle="1" w:styleId="style4116">
    <w:name w:val="Endnote Text Char"/>
    <w:basedOn w:val="style65"/>
    <w:next w:val="style4116"/>
    <w:link w:val="style43"/>
    <w:uiPriority w:val="99"/>
    <w:rPr>
      <w:szCs w:val="20"/>
    </w:rPr>
  </w:style>
  <w:style w:type="paragraph" w:styleId="style37">
    <w:name w:val="envelope return"/>
    <w:basedOn w:val="style0"/>
    <w:next w:val="style37"/>
    <w:uiPriority w:val="99"/>
    <w:pPr>
      <w:spacing w:after="0"/>
    </w:pPr>
    <w:rPr>
      <w:rFonts w:ascii="Rockwell" w:cs="宋体" w:eastAsia="宋体" w:hAnsi="Rockwell"/>
      <w:szCs w:val="20"/>
    </w:rPr>
  </w:style>
  <w:style w:type="paragraph" w:styleId="style29">
    <w:name w:val="footnote text"/>
    <w:basedOn w:val="style0"/>
    <w:next w:val="style29"/>
    <w:link w:val="style4117"/>
    <w:uiPriority w:val="99"/>
    <w:pPr>
      <w:spacing w:after="0"/>
    </w:pPr>
    <w:rPr>
      <w:szCs w:val="20"/>
    </w:rPr>
  </w:style>
  <w:style w:type="character" w:customStyle="1" w:styleId="style4117">
    <w:name w:val="Footnote Text Char"/>
    <w:basedOn w:val="style65"/>
    <w:next w:val="style4117"/>
    <w:link w:val="style29"/>
    <w:uiPriority w:val="99"/>
    <w:rPr>
      <w:szCs w:val="20"/>
    </w:rPr>
  </w:style>
  <w:style w:type="character" w:styleId="style98">
    <w:name w:val="HTML Code"/>
    <w:basedOn w:val="style65"/>
    <w:next w:val="style98"/>
    <w:uiPriority w:val="99"/>
    <w:rPr>
      <w:rFonts w:ascii="Consolas" w:hAnsi="Consolas"/>
      <w:sz w:val="22"/>
      <w:szCs w:val="20"/>
    </w:rPr>
  </w:style>
  <w:style w:type="character" w:styleId="style100">
    <w:name w:val="HTML Keyboard"/>
    <w:basedOn w:val="style65"/>
    <w:next w:val="style100"/>
    <w:uiPriority w:val="99"/>
    <w:rPr>
      <w:rFonts w:ascii="Consolas" w:hAnsi="Consolas"/>
      <w:sz w:val="22"/>
      <w:szCs w:val="20"/>
    </w:rPr>
  </w:style>
  <w:style w:type="paragraph" w:styleId="style101">
    <w:name w:val="HTML Preformatted"/>
    <w:basedOn w:val="style0"/>
    <w:next w:val="style101"/>
    <w:link w:val="style4118"/>
    <w:uiPriority w:val="99"/>
    <w:pPr>
      <w:spacing w:after="0"/>
    </w:pPr>
    <w:rPr>
      <w:rFonts w:ascii="Consolas" w:hAnsi="Consolas"/>
      <w:szCs w:val="20"/>
    </w:rPr>
  </w:style>
  <w:style w:type="character" w:customStyle="1" w:styleId="style4118">
    <w:name w:val="HTML Preformatted Char"/>
    <w:basedOn w:val="style65"/>
    <w:next w:val="style4118"/>
    <w:link w:val="style101"/>
    <w:uiPriority w:val="99"/>
    <w:rPr>
      <w:rFonts w:ascii="Consolas" w:hAnsi="Consolas"/>
      <w:szCs w:val="20"/>
    </w:rPr>
  </w:style>
  <w:style w:type="character" w:styleId="style103">
    <w:name w:val="HTML Typewriter"/>
    <w:basedOn w:val="style65"/>
    <w:next w:val="style103"/>
    <w:uiPriority w:val="99"/>
    <w:rPr>
      <w:rFonts w:ascii="Consolas" w:hAnsi="Consolas"/>
      <w:sz w:val="22"/>
      <w:szCs w:val="20"/>
    </w:rPr>
  </w:style>
  <w:style w:type="paragraph" w:styleId="style45">
    <w:name w:val="macro"/>
    <w:next w:val="style45"/>
    <w:link w:val="style4119"/>
    <w:uiPriority w:val="99"/>
    <w:pPr>
      <w:tabs>
        <w:tab w:val="left" w:leader="none" w:pos="480"/>
        <w:tab w:val="left" w:leader="none" w:pos="960"/>
        <w:tab w:val="left" w:leader="none" w:pos="1440"/>
        <w:tab w:val="left" w:leader="none" w:pos="1920"/>
        <w:tab w:val="left" w:leader="none" w:pos="2400"/>
        <w:tab w:val="left" w:leader="none" w:pos="2880"/>
        <w:tab w:val="left" w:leader="none" w:pos="3360"/>
        <w:tab w:val="left" w:leader="none" w:pos="3840"/>
        <w:tab w:val="left" w:leader="none" w:pos="4320"/>
      </w:tabs>
      <w:spacing w:after="0"/>
    </w:pPr>
    <w:rPr>
      <w:rFonts w:ascii="Consolas" w:hAnsi="Consolas"/>
      <w:szCs w:val="20"/>
    </w:rPr>
  </w:style>
  <w:style w:type="character" w:customStyle="1" w:styleId="style4119">
    <w:name w:val="Macro Text Char"/>
    <w:basedOn w:val="style65"/>
    <w:next w:val="style4119"/>
    <w:link w:val="style45"/>
    <w:uiPriority w:val="99"/>
    <w:rPr>
      <w:rFonts w:ascii="Consolas" w:hAnsi="Consolas"/>
      <w:szCs w:val="20"/>
    </w:rPr>
  </w:style>
  <w:style w:type="paragraph" w:styleId="style90">
    <w:name w:val="Plain Text"/>
    <w:basedOn w:val="style0"/>
    <w:next w:val="style90"/>
    <w:link w:val="style4120"/>
    <w:uiPriority w:val="99"/>
    <w:pPr>
      <w:spacing w:after="0"/>
    </w:pPr>
    <w:rPr>
      <w:rFonts w:ascii="Consolas" w:hAnsi="Consolas"/>
      <w:szCs w:val="21"/>
    </w:rPr>
  </w:style>
  <w:style w:type="character" w:customStyle="1" w:styleId="style4120">
    <w:name w:val="Plain Text Char"/>
    <w:basedOn w:val="style65"/>
    <w:next w:val="style4120"/>
    <w:link w:val="style90"/>
    <w:uiPriority w:val="99"/>
    <w:rPr>
      <w:rFonts w:ascii="Consolas" w:hAnsi="Consolas"/>
      <w:szCs w:val="21"/>
    </w:rPr>
  </w:style>
  <w:style w:type="paragraph" w:styleId="style265">
    <w:name w:val="Bibliography"/>
    <w:basedOn w:val="style0"/>
    <w:next w:val="style0"/>
    <w:uiPriority w:val="37"/>
    <w:pPr/>
  </w:style>
  <w:style w:type="paragraph" w:styleId="style84">
    <w:name w:val="Block Text"/>
    <w:basedOn w:val="style0"/>
    <w:next w:val="style84"/>
    <w:uiPriority w:val="99"/>
    <w:pPr>
      <w:pBdr>
        <w:left w:val="single" w:sz="2" w:space="10" w:color="007fab" w:frame="true"/>
        <w:right w:val="single" w:sz="2" w:space="10" w:color="007fab" w:frame="true"/>
        <w:top w:val="single" w:sz="2" w:space="10" w:color="007fab" w:frame="true"/>
        <w:bottom w:val="single" w:sz="2" w:space="10" w:color="007fab" w:frame="true"/>
      </w:pBdr>
      <w:ind w:left="1152" w:right="1152"/>
    </w:pPr>
    <w:rPr>
      <w:rFonts w:eastAsia="宋体"/>
      <w:i/>
      <w:iCs/>
      <w:color w:val="007fab"/>
    </w:rPr>
  </w:style>
  <w:style w:type="paragraph" w:styleId="style80">
    <w:name w:val="Body Text 2"/>
    <w:basedOn w:val="style0"/>
    <w:next w:val="style80"/>
    <w:link w:val="style4121"/>
    <w:uiPriority w:val="99"/>
    <w:pPr>
      <w:spacing w:after="120" w:lineRule="auto" w:line="480"/>
    </w:pPr>
    <w:rPr/>
  </w:style>
  <w:style w:type="character" w:customStyle="1" w:styleId="style4121">
    <w:name w:val="Body Text 2 Char"/>
    <w:basedOn w:val="style65"/>
    <w:next w:val="style4121"/>
    <w:link w:val="style80"/>
    <w:uiPriority w:val="99"/>
  </w:style>
  <w:style w:type="paragraph" w:styleId="style77">
    <w:name w:val="Body Text First Indent"/>
    <w:basedOn w:val="style0"/>
    <w:next w:val="style77"/>
    <w:link w:val="style4122"/>
    <w:uiPriority w:val="99"/>
    <w:pPr>
      <w:ind w:firstLine="360"/>
    </w:pPr>
    <w:rPr/>
  </w:style>
  <w:style w:type="character" w:customStyle="1" w:styleId="style4122">
    <w:name w:val="Body Text First Indent Char"/>
    <w:basedOn w:val="style65"/>
    <w:next w:val="style4122"/>
    <w:link w:val="style77"/>
    <w:uiPriority w:val="99"/>
  </w:style>
  <w:style w:type="paragraph" w:styleId="style67">
    <w:name w:val="Body Text Indent"/>
    <w:basedOn w:val="style0"/>
    <w:next w:val="style67"/>
    <w:link w:val="style4123"/>
    <w:uiPriority w:val="99"/>
    <w:pPr>
      <w:spacing w:after="120"/>
      <w:ind w:left="360"/>
    </w:pPr>
    <w:rPr/>
  </w:style>
  <w:style w:type="character" w:customStyle="1" w:styleId="style4123">
    <w:name w:val="Body Text Indent Char"/>
    <w:basedOn w:val="style65"/>
    <w:next w:val="style4123"/>
    <w:link w:val="style67"/>
    <w:uiPriority w:val="99"/>
  </w:style>
  <w:style w:type="paragraph" w:styleId="style78">
    <w:name w:val="Body Text First Indent 2"/>
    <w:basedOn w:val="style67"/>
    <w:next w:val="style78"/>
    <w:link w:val="style4124"/>
    <w:uiPriority w:val="99"/>
    <w:pPr>
      <w:spacing w:after="260"/>
      <w:ind w:firstLine="360"/>
    </w:pPr>
    <w:rPr/>
  </w:style>
  <w:style w:type="character" w:customStyle="1" w:styleId="style4124">
    <w:name w:val="Body Text First Indent 2 Char"/>
    <w:basedOn w:val="style4123"/>
    <w:next w:val="style4124"/>
    <w:link w:val="style78"/>
    <w:uiPriority w:val="99"/>
  </w:style>
  <w:style w:type="paragraph" w:styleId="style82">
    <w:name w:val="Body Text Indent 2"/>
    <w:basedOn w:val="style0"/>
    <w:next w:val="style82"/>
    <w:link w:val="style4125"/>
    <w:uiPriority w:val="99"/>
    <w:pPr>
      <w:spacing w:after="120" w:lineRule="auto" w:line="480"/>
      <w:ind w:left="360"/>
    </w:pPr>
    <w:rPr/>
  </w:style>
  <w:style w:type="character" w:customStyle="1" w:styleId="style4125">
    <w:name w:val="Body Text Indent 2 Char"/>
    <w:basedOn w:val="style65"/>
    <w:next w:val="style4125"/>
    <w:link w:val="style82"/>
    <w:uiPriority w:val="99"/>
  </w:style>
  <w:style w:type="paragraph" w:styleId="style63">
    <w:name w:val="Closing"/>
    <w:basedOn w:val="style0"/>
    <w:next w:val="style63"/>
    <w:link w:val="style4126"/>
    <w:uiPriority w:val="99"/>
    <w:pPr>
      <w:spacing w:after="0"/>
      <w:ind w:left="4320"/>
    </w:pPr>
    <w:rPr/>
  </w:style>
  <w:style w:type="character" w:customStyle="1" w:styleId="style4126">
    <w:name w:val="Closing Char"/>
    <w:basedOn w:val="style65"/>
    <w:next w:val="style4126"/>
    <w:link w:val="style63"/>
    <w:uiPriority w:val="99"/>
  </w:style>
  <w:style w:type="table" w:styleId="style171">
    <w:name w:val="Colorful Grid"/>
    <w:basedOn w:val="style105"/>
    <w:next w:val="style171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cccccc"/>
    </w:tblPr>
    <w:tblStylePr w:type="firstRow">
      <w:pPr/>
      <w:rPr>
        <w:b/>
        <w:bCs/>
      </w:rPr>
      <w:tblPr/>
      <w:tcPr>
        <w:tcBorders/>
        <w:shd w:val="clear" w:color="auto" w:fill="999999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999999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/>
        <w:shd w:val="clear" w:color="auto" w:fill="000000"/>
      </w:tcPr>
    </w:tblStylePr>
    <w:tblStylePr w:type="lastCol">
      <w:pPr/>
      <w:rPr>
        <w:color w:val="ffffff"/>
      </w:rPr>
      <w:tblPr/>
      <w:tcPr>
        <w:tcBorders/>
        <w:shd w:val="clear" w:color="auto" w:fill="000000"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ccccc"/>
    </w:tcPr>
  </w:style>
  <w:style w:type="table" w:styleId="style189">
    <w:name w:val="Colorful Grid Accent 1"/>
    <w:basedOn w:val="style105"/>
    <w:next w:val="style189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bbedff"/>
    </w:tblPr>
    <w:tblStylePr w:type="firstRow">
      <w:pPr/>
      <w:rPr>
        <w:b/>
        <w:bCs/>
      </w:rPr>
      <w:tblPr/>
      <w:tcPr>
        <w:tcBorders/>
        <w:shd w:val="clear" w:color="auto" w:fill="77dbff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77dbff"/>
      </w:tcPr>
    </w:tblStylePr>
    <w:tblStylePr w:type="band1Horz">
      <w:pPr/>
      <w:tblPr/>
      <w:tcPr>
        <w:tcBorders/>
        <w:shd w:val="clear" w:color="auto" w:fill="56d3ff"/>
      </w:tcPr>
    </w:tblStylePr>
    <w:tblStylePr w:type="firstCol">
      <w:pPr/>
      <w:rPr>
        <w:color w:val="ffffff"/>
      </w:rPr>
      <w:tblPr/>
      <w:tcPr>
        <w:tcBorders/>
        <w:shd w:val="clear" w:color="auto" w:fill="005e80"/>
      </w:tcPr>
    </w:tblStylePr>
    <w:tblStylePr w:type="lastCol">
      <w:pPr/>
      <w:rPr>
        <w:color w:val="ffffff"/>
      </w:rPr>
      <w:tblPr/>
      <w:tcPr>
        <w:tcBorders/>
        <w:shd w:val="clear" w:color="auto" w:fill="005e80"/>
      </w:tcPr>
    </w:tblStylePr>
    <w:tblStylePr w:type="band1Vert">
      <w:pPr/>
      <w:tblPr/>
      <w:tcPr>
        <w:tcBorders/>
        <w:shd w:val="clear" w:color="auto" w:fill="56d3ff"/>
      </w:tcPr>
    </w:tblStylePr>
    <w:tcPr>
      <w:tcBorders/>
      <w:shd w:val="clear" w:color="auto" w:fill="bbedff"/>
    </w:tcPr>
  </w:style>
  <w:style w:type="table" w:styleId="style203">
    <w:name w:val="Colorful Grid Accent 2"/>
    <w:basedOn w:val="style105"/>
    <w:next w:val="style203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bedaf6"/>
    </w:tblPr>
    <w:tblStylePr w:type="firstRow">
      <w:pPr/>
      <w:rPr>
        <w:b/>
        <w:bCs/>
      </w:rPr>
      <w:tblPr/>
      <w:tcPr>
        <w:tcBorders/>
        <w:shd w:val="clear" w:color="auto" w:fill="7eb6ee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7eb6ee"/>
      </w:tcPr>
    </w:tblStylePr>
    <w:tblStylePr w:type="band1Horz">
      <w:pPr/>
      <w:tblPr/>
      <w:tcPr>
        <w:tcBorders/>
        <w:shd w:val="clear" w:color="auto" w:fill="5ea4e9"/>
      </w:tcPr>
    </w:tblStylePr>
    <w:tblStylePr w:type="firstCol">
      <w:pPr/>
      <w:rPr>
        <w:color w:val="ffffff"/>
      </w:rPr>
      <w:tblPr/>
      <w:tcPr>
        <w:tcBorders/>
        <w:shd w:val="clear" w:color="auto" w:fill="0c365f"/>
      </w:tcPr>
    </w:tblStylePr>
    <w:tblStylePr w:type="lastCol">
      <w:pPr/>
      <w:rPr>
        <w:color w:val="ffffff"/>
      </w:rPr>
      <w:tblPr/>
      <w:tcPr>
        <w:tcBorders/>
        <w:shd w:val="clear" w:color="auto" w:fill="0c365f"/>
      </w:tcPr>
    </w:tblStylePr>
    <w:tblStylePr w:type="band1Vert">
      <w:pPr/>
      <w:tblPr/>
      <w:tcPr>
        <w:tcBorders/>
        <w:shd w:val="clear" w:color="auto" w:fill="5ea4e9"/>
      </w:tcPr>
    </w:tblStylePr>
    <w:tcPr>
      <w:tcBorders/>
      <w:shd w:val="clear" w:color="auto" w:fill="bedaf6"/>
    </w:tcPr>
  </w:style>
  <w:style w:type="table" w:styleId="style217">
    <w:name w:val="Colorful Grid Accent 3"/>
    <w:basedOn w:val="style105"/>
    <w:next w:val="style217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b5f3fe"/>
    </w:tblPr>
    <w:tblStylePr w:type="firstRow">
      <w:pPr/>
      <w:rPr>
        <w:b/>
        <w:bCs/>
      </w:rPr>
      <w:tblPr/>
      <w:tcPr>
        <w:tcBorders/>
        <w:shd w:val="clear" w:color="auto" w:fill="6de8fe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6de8fe"/>
      </w:tcPr>
    </w:tblStylePr>
    <w:tblStylePr w:type="band1Horz">
      <w:pPr/>
      <w:tblPr/>
      <w:tcPr>
        <w:tcBorders/>
        <w:shd w:val="clear" w:color="auto" w:fill="49e3fd"/>
      </w:tcPr>
    </w:tblStylePr>
    <w:tblStylePr w:type="firstCol">
      <w:pPr/>
      <w:rPr>
        <w:color w:val="ffffff"/>
      </w:rPr>
      <w:tblPr/>
      <w:tcPr>
        <w:tcBorders/>
        <w:shd w:val="clear" w:color="auto" w:fill="005a6a"/>
      </w:tcPr>
    </w:tblStylePr>
    <w:tblStylePr w:type="lastCol">
      <w:pPr/>
      <w:rPr>
        <w:color w:val="ffffff"/>
      </w:rPr>
      <w:tblPr/>
      <w:tcPr>
        <w:tcBorders/>
        <w:shd w:val="clear" w:color="auto" w:fill="005a6a"/>
      </w:tcPr>
    </w:tblStylePr>
    <w:tblStylePr w:type="band1Vert">
      <w:pPr/>
      <w:tblPr/>
      <w:tcPr>
        <w:tcBorders/>
        <w:shd w:val="clear" w:color="auto" w:fill="49e3fd"/>
      </w:tcPr>
    </w:tblStylePr>
    <w:tcPr>
      <w:tcBorders/>
      <w:shd w:val="clear" w:color="auto" w:fill="b5f3fe"/>
    </w:tcPr>
  </w:style>
  <w:style w:type="table" w:styleId="style231">
    <w:name w:val="Colorful Grid Accent 4"/>
    <w:basedOn w:val="style105"/>
    <w:next w:val="style231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dfded7"/>
    </w:tblPr>
    <w:tblStylePr w:type="firstRow">
      <w:pPr/>
      <w:rPr>
        <w:b/>
        <w:bCs/>
      </w:rPr>
      <w:tblPr/>
      <w:tcPr>
        <w:tcBorders/>
        <w:shd w:val="clear" w:color="auto" w:fill="bfbdb0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bfbdb0"/>
      </w:tcPr>
    </w:tblStylePr>
    <w:tblStylePr w:type="band1Horz">
      <w:pPr/>
      <w:tblPr/>
      <w:tcPr>
        <w:tcBorders/>
        <w:shd w:val="clear" w:color="auto" w:fill="b0ad9c"/>
      </w:tcPr>
    </w:tblStylePr>
    <w:tblStylePr w:type="firstCol">
      <w:pPr/>
      <w:rPr>
        <w:color w:val="ffffff"/>
      </w:rPr>
      <w:tblPr/>
      <w:tcPr>
        <w:tcBorders/>
        <w:shd w:val="clear" w:color="auto" w:fill="403e33"/>
      </w:tcPr>
    </w:tblStylePr>
    <w:tblStylePr w:type="lastCol">
      <w:pPr/>
      <w:rPr>
        <w:color w:val="ffffff"/>
      </w:rPr>
      <w:tblPr/>
      <w:tcPr>
        <w:tcBorders/>
        <w:shd w:val="clear" w:color="auto" w:fill="403e33"/>
      </w:tcPr>
    </w:tblStylePr>
    <w:tblStylePr w:type="band1Vert">
      <w:pPr/>
      <w:tblPr/>
      <w:tcPr>
        <w:tcBorders/>
        <w:shd w:val="clear" w:color="auto" w:fill="b0ad9c"/>
      </w:tcPr>
    </w:tblStylePr>
    <w:tcPr>
      <w:tcBorders/>
      <w:shd w:val="clear" w:color="auto" w:fill="dfded7"/>
    </w:tcPr>
  </w:style>
  <w:style w:type="table" w:styleId="style245">
    <w:name w:val="Colorful Grid Accent 5"/>
    <w:basedOn w:val="style105"/>
    <w:next w:val="style245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ecced9"/>
    </w:tblPr>
    <w:tblStylePr w:type="firstRow">
      <w:pPr/>
      <w:rPr>
        <w:b/>
        <w:bCs/>
      </w:rPr>
      <w:tblPr/>
      <w:tcPr>
        <w:tcBorders/>
        <w:shd w:val="clear" w:color="auto" w:fill="d99eb3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d99eb3"/>
      </w:tcPr>
    </w:tblStylePr>
    <w:tblStylePr w:type="band1Horz">
      <w:pPr/>
      <w:tblPr/>
      <w:tcPr>
        <w:tcBorders/>
        <w:shd w:val="clear" w:color="auto" w:fill="d086a0"/>
      </w:tcPr>
    </w:tblStylePr>
    <w:tblStylePr w:type="firstCol">
      <w:pPr/>
      <w:rPr>
        <w:color w:val="ffffff"/>
      </w:rPr>
      <w:tblPr/>
      <w:tcPr>
        <w:tcBorders/>
        <w:shd w:val="clear" w:color="auto" w:fill="5e2438"/>
      </w:tcPr>
    </w:tblStylePr>
    <w:tblStylePr w:type="lastCol">
      <w:pPr/>
      <w:rPr>
        <w:color w:val="ffffff"/>
      </w:rPr>
      <w:tblPr/>
      <w:tcPr>
        <w:tcBorders/>
        <w:shd w:val="clear" w:color="auto" w:fill="5e2438"/>
      </w:tcPr>
    </w:tblStylePr>
    <w:tblStylePr w:type="band1Vert">
      <w:pPr/>
      <w:tblPr/>
      <w:tcPr>
        <w:tcBorders/>
        <w:shd w:val="clear" w:color="auto" w:fill="d086a0"/>
      </w:tcPr>
    </w:tblStylePr>
    <w:tcPr>
      <w:tcBorders/>
      <w:shd w:val="clear" w:color="auto" w:fill="ecced9"/>
    </w:tcPr>
  </w:style>
  <w:style w:type="table" w:styleId="style259">
    <w:name w:val="Colorful Grid Accent 6"/>
    <w:basedOn w:val="style105"/>
    <w:next w:val="style259"/>
    <w:uiPriority w:val="73"/>
    <w:pPr>
      <w:spacing w:after="0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  <w:shd w:val="clear" w:color="auto" w:fill="f6cac7"/>
    </w:tblPr>
    <w:tblStylePr w:type="firstRow">
      <w:pPr/>
      <w:rPr>
        <w:b/>
        <w:bCs/>
      </w:rPr>
      <w:tblPr/>
      <w:tcPr>
        <w:tcBorders/>
        <w:shd w:val="clear" w:color="auto" w:fill="ee968f"/>
      </w:tcPr>
    </w:tblStylePr>
    <w:tblStylePr w:type="lastRow">
      <w:pPr/>
      <w:rPr>
        <w:b/>
        <w:bCs/>
        <w:color w:val="000000"/>
      </w:rPr>
      <w:tblPr/>
      <w:tcPr>
        <w:tcBorders/>
        <w:shd w:val="clear" w:color="auto" w:fill="ee968f"/>
      </w:tcPr>
    </w:tblStylePr>
    <w:tblStylePr w:type="band1Horz">
      <w:pPr/>
      <w:tblPr/>
      <w:tcPr>
        <w:tcBorders/>
        <w:shd w:val="clear" w:color="auto" w:fill="ea7c74"/>
      </w:tcPr>
    </w:tblStylePr>
    <w:tblStylePr w:type="firstCol">
      <w:pPr/>
      <w:rPr>
        <w:color w:val="ffffff"/>
      </w:rPr>
      <w:tblPr/>
      <w:tcPr>
        <w:tcBorders/>
        <w:shd w:val="clear" w:color="auto" w:fill="7b1a12"/>
      </w:tcPr>
    </w:tblStylePr>
    <w:tblStylePr w:type="lastCol">
      <w:pPr/>
      <w:rPr>
        <w:color w:val="ffffff"/>
      </w:rPr>
      <w:tblPr/>
      <w:tcPr>
        <w:tcBorders/>
        <w:shd w:val="clear" w:color="auto" w:fill="7b1a12"/>
      </w:tcPr>
    </w:tblStylePr>
    <w:tblStylePr w:type="band1Vert">
      <w:pPr/>
      <w:tblPr/>
      <w:tcPr>
        <w:tcBorders/>
        <w:shd w:val="clear" w:color="auto" w:fill="ea7c74"/>
      </w:tcPr>
    </w:tblStylePr>
    <w:tcPr>
      <w:tcBorders/>
      <w:shd w:val="clear" w:color="auto" w:fill="f6cac7"/>
    </w:tcPr>
  </w:style>
  <w:style w:type="table" w:styleId="style170">
    <w:name w:val="Colorful List"/>
    <w:basedOn w:val="style105"/>
    <w:next w:val="style170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e6e6e6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d3a66"/>
      </w:tcPr>
    </w:tblStylePr>
    <w:tblStylePr w:type="lastRow">
      <w:pPr/>
      <w:rPr>
        <w:b/>
        <w:bCs/>
        <w:color w:val="0d3a6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cPr>
      <w:tcBorders/>
      <w:shd w:val="clear" w:color="auto" w:fill="e6e6e6"/>
    </w:tcPr>
  </w:style>
  <w:style w:type="table" w:styleId="style188">
    <w:name w:val="Colorful List Accent 1"/>
    <w:basedOn w:val="style105"/>
    <w:next w:val="style188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ddf6ff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d3a66"/>
      </w:tcPr>
    </w:tblStylePr>
    <w:tblStylePr w:type="lastRow">
      <w:pPr/>
      <w:rPr>
        <w:b/>
        <w:bCs/>
        <w:color w:val="0d3a6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9ff"/>
      </w:tcPr>
    </w:tblStylePr>
    <w:tcPr>
      <w:tcBorders/>
      <w:shd w:val="clear" w:color="auto" w:fill="ddf6ff"/>
    </w:tcPr>
  </w:style>
  <w:style w:type="table" w:styleId="style202">
    <w:name w:val="Colorful List Accent 2"/>
    <w:basedOn w:val="style105"/>
    <w:next w:val="style202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dfedfa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d3a66"/>
      </w:tcPr>
    </w:tblStylePr>
    <w:tblStylePr w:type="lastRow">
      <w:pPr/>
      <w:rPr>
        <w:b/>
        <w:bCs/>
        <w:color w:val="0d3a66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1f4"/>
      </w:tcPr>
    </w:tblStylePr>
    <w:tcPr>
      <w:tcBorders/>
      <w:shd w:val="clear" w:color="auto" w:fill="dfedfa"/>
    </w:tcPr>
  </w:style>
  <w:style w:type="table" w:styleId="style216">
    <w:name w:val="Colorful List Accent 3"/>
    <w:basedOn w:val="style105"/>
    <w:next w:val="style216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dbf9fe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444337"/>
      </w:tcPr>
    </w:tblStylePr>
    <w:tblStylePr w:type="lastRow">
      <w:pPr/>
      <w:rPr>
        <w:b/>
        <w:bCs/>
        <w:color w:val="444337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f1fe"/>
      </w:tcPr>
    </w:tblStylePr>
    <w:tcPr>
      <w:tcBorders/>
      <w:shd w:val="clear" w:color="auto" w:fill="dbf9fe"/>
    </w:tcPr>
  </w:style>
  <w:style w:type="table" w:styleId="style230">
    <w:name w:val="Colorful List Accent 4"/>
    <w:basedOn w:val="style105"/>
    <w:next w:val="style230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efefeb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6171"/>
      </w:tcPr>
    </w:tblStylePr>
    <w:tblStylePr w:type="lastRow">
      <w:pPr/>
      <w:rPr>
        <w:b/>
        <w:bCs/>
        <w:color w:val="00617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6ce"/>
      </w:tcPr>
    </w:tblStylePr>
    <w:tcPr>
      <w:tcBorders/>
      <w:shd w:val="clear" w:color="auto" w:fill="efefeb"/>
    </w:tcPr>
  </w:style>
  <w:style w:type="table" w:styleId="style244">
    <w:name w:val="Colorful List Accent 5"/>
    <w:basedOn w:val="style105"/>
    <w:next w:val="style244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f5e7ec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31c14"/>
      </w:tcPr>
    </w:tblStylePr>
    <w:tblStylePr w:type="lastRow">
      <w:pPr/>
      <w:rPr>
        <w:b/>
        <w:bCs/>
        <w:color w:val="831c1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/>
      </w:tcPr>
    </w:tblStylePr>
    <w:tcPr>
      <w:tcBorders/>
      <w:shd w:val="clear" w:color="auto" w:fill="f5e7ec"/>
    </w:tcPr>
  </w:style>
  <w:style w:type="table" w:styleId="style258">
    <w:name w:val="Colorful List Accent 6"/>
    <w:basedOn w:val="style105"/>
    <w:next w:val="style258"/>
    <w:uiPriority w:val="72"/>
    <w:pPr>
      <w:spacing w:after="0"/>
    </w:pPr>
    <w:rPr>
      <w:color w:val="000000"/>
    </w:rPr>
    <w:tblPr>
      <w:tblStyleRowBandSize w:val="1"/>
      <w:tblStyleColBandSize w:val="1"/>
      <w:shd w:val="clear" w:color="auto" w:fill="fae5e3"/>
    </w:tblPr>
    <w:tblStylePr w:type="firstRow">
      <w:pPr/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4273c"/>
      </w:tcPr>
    </w:tblStylePr>
    <w:tblStylePr w:type="lastRow">
      <w:pPr/>
      <w:rPr>
        <w:b/>
        <w:bCs/>
        <w:color w:val="64273c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eba"/>
      </w:tcPr>
    </w:tblStylePr>
    <w:tcPr>
      <w:tcBorders/>
      <w:shd w:val="clear" w:color="auto" w:fill="fae5e3"/>
    </w:tcPr>
  </w:style>
  <w:style w:type="table" w:styleId="style169">
    <w:name w:val="Colorful Shading"/>
    <w:basedOn w:val="style105"/>
    <w:next w:val="style169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11498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shd w:val="clear" w:color="auto" w:fill="e6e6e6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/>
        <w:shd w:val="clear" w:color="auto" w:fill="999999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6e6e6"/>
    </w:tcPr>
  </w:style>
  <w:style w:type="table" w:styleId="style187">
    <w:name w:val="Colorful Shading Accent 1"/>
    <w:basedOn w:val="style105"/>
    <w:next w:val="style187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114980"/>
        <w:left w:val="single" w:sz="4" w:space="0" w:color="007fab"/>
        <w:bottom w:val="single" w:sz="4" w:space="0" w:color="007fab"/>
        <w:right w:val="single" w:sz="4" w:space="0" w:color="007fab"/>
        <w:insideH w:val="single" w:sz="4" w:space="0" w:color="ffffff"/>
        <w:insideV w:val="single" w:sz="4" w:space="0" w:color="ffffff"/>
      </w:tblBorders>
      <w:shd w:val="clear" w:color="auto" w:fill="ddf6ff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4b66"/>
      </w:tcPr>
    </w:tblStylePr>
    <w:tblStylePr w:type="band1Horz">
      <w:pPr/>
      <w:tblPr/>
      <w:tcPr>
        <w:tcBorders/>
        <w:shd w:val="clear" w:color="auto" w:fill="56d3ff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b66"/>
          <w:insideV w:val="nil"/>
        </w:tcBorders>
        <w:shd w:val="clear" w:color="auto" w:fill="004b66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b66"/>
      </w:tcPr>
    </w:tblStylePr>
    <w:tblStylePr w:type="band1Vert">
      <w:pPr/>
      <w:tblPr/>
      <w:tcPr>
        <w:tcBorders/>
        <w:shd w:val="clear" w:color="auto" w:fill="77dbff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ddf6ff"/>
    </w:tcPr>
  </w:style>
  <w:style w:type="table" w:styleId="style201">
    <w:name w:val="Colorful Shading Accent 2"/>
    <w:basedOn w:val="style105"/>
    <w:next w:val="style201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114980"/>
        <w:left w:val="single" w:sz="4" w:space="0" w:color="114980"/>
        <w:bottom w:val="single" w:sz="4" w:space="0" w:color="114980"/>
        <w:right w:val="single" w:sz="4" w:space="0" w:color="114980"/>
        <w:insideH w:val="single" w:sz="4" w:space="0" w:color="ffffff"/>
        <w:insideV w:val="single" w:sz="4" w:space="0" w:color="ffffff"/>
      </w:tblBorders>
      <w:shd w:val="clear" w:color="auto" w:fill="dfedfa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a2b4c"/>
      </w:tcPr>
    </w:tblStylePr>
    <w:tblStylePr w:type="band1Horz">
      <w:pPr/>
      <w:tblPr/>
      <w:tcPr>
        <w:tcBorders/>
        <w:shd w:val="clear" w:color="auto" w:fill="5ea4e9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a2b4c"/>
          <w:insideV w:val="nil"/>
        </w:tcBorders>
        <w:shd w:val="clear" w:color="auto" w:fill="0a2b4c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a2b4c"/>
      </w:tcPr>
    </w:tblStylePr>
    <w:tblStylePr w:type="band1Vert">
      <w:pPr/>
      <w:tblPr/>
      <w:tcPr>
        <w:tcBorders/>
        <w:shd w:val="clear" w:color="auto" w:fill="7eb6ee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dfedfa"/>
    </w:tcPr>
  </w:style>
  <w:style w:type="table" w:styleId="style215">
    <w:name w:val="Colorful Shading Accent 3"/>
    <w:basedOn w:val="style105"/>
    <w:next w:val="style215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565445"/>
        <w:left w:val="single" w:sz="4" w:space="0" w:color="017a8e"/>
        <w:bottom w:val="single" w:sz="4" w:space="0" w:color="017a8e"/>
        <w:right w:val="single" w:sz="4" w:space="0" w:color="017a8e"/>
        <w:insideH w:val="single" w:sz="4" w:space="0" w:color="ffffff"/>
        <w:insideV w:val="single" w:sz="4" w:space="0" w:color="ffffff"/>
      </w:tblBorders>
      <w:shd w:val="clear" w:color="auto" w:fill="dbf9fe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565445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4855"/>
      </w:tcPr>
    </w:tblStylePr>
    <w:tblStylePr w:type="band1Horz">
      <w:pPr/>
      <w:tblPr/>
      <w:tcPr>
        <w:tcBorders/>
        <w:shd w:val="clear" w:color="auto" w:fill="49e3fd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4855"/>
          <w:insideV w:val="nil"/>
        </w:tcBorders>
        <w:shd w:val="clear" w:color="auto" w:fill="004855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855"/>
      </w:tcPr>
    </w:tblStylePr>
    <w:tblStylePr w:type="band1Vert">
      <w:pPr/>
      <w:tblPr/>
      <w:tcPr>
        <w:tcBorders/>
        <w:shd w:val="clear" w:color="auto" w:fill="6de8fe"/>
      </w:tcPr>
    </w:tblStylePr>
    <w:tcPr>
      <w:tcBorders/>
      <w:shd w:val="clear" w:color="auto" w:fill="dbf9fe"/>
    </w:tcPr>
  </w:style>
  <w:style w:type="table" w:styleId="style229">
    <w:name w:val="Colorful Shading Accent 4"/>
    <w:basedOn w:val="style105"/>
    <w:next w:val="style229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017a8e"/>
        <w:left w:val="single" w:sz="4" w:space="0" w:color="565445"/>
        <w:bottom w:val="single" w:sz="4" w:space="0" w:color="565445"/>
        <w:right w:val="single" w:sz="4" w:space="0" w:color="565445"/>
        <w:insideH w:val="single" w:sz="4" w:space="0" w:color="ffffff"/>
        <w:insideV w:val="single" w:sz="4" w:space="0" w:color="ffffff"/>
      </w:tblBorders>
      <w:shd w:val="clear" w:color="auto" w:fill="efefeb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017a8e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333229"/>
      </w:tcPr>
    </w:tblStylePr>
    <w:tblStylePr w:type="band1Horz">
      <w:pPr/>
      <w:tblPr/>
      <w:tcPr>
        <w:tcBorders/>
        <w:shd w:val="clear" w:color="auto" w:fill="b0ad9c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333229"/>
          <w:insideV w:val="nil"/>
        </w:tcBorders>
        <w:shd w:val="clear" w:color="auto" w:fill="333229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3229"/>
      </w:tcPr>
    </w:tblStylePr>
    <w:tblStylePr w:type="band1Vert">
      <w:pPr/>
      <w:tblPr/>
      <w:tcPr>
        <w:tcBorders/>
        <w:shd w:val="clear" w:color="auto" w:fill="bfbdb0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efefeb"/>
    </w:tcPr>
  </w:style>
  <w:style w:type="table" w:styleId="style243">
    <w:name w:val="Colorful Shading Accent 5"/>
    <w:basedOn w:val="style105"/>
    <w:next w:val="style243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a52319"/>
        <w:left w:val="single" w:sz="4" w:space="0" w:color="7e314c"/>
        <w:bottom w:val="single" w:sz="4" w:space="0" w:color="7e314c"/>
        <w:right w:val="single" w:sz="4" w:space="0" w:color="7e314c"/>
        <w:insideH w:val="single" w:sz="4" w:space="0" w:color="ffffff"/>
        <w:insideV w:val="single" w:sz="4" w:space="0" w:color="ffffff"/>
      </w:tblBorders>
      <w:shd w:val="clear" w:color="auto" w:fill="f5e7ec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a5231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b1d2d"/>
      </w:tcPr>
    </w:tblStylePr>
    <w:tblStylePr w:type="band1Horz">
      <w:pPr/>
      <w:tblPr/>
      <w:tcPr>
        <w:tcBorders/>
        <w:shd w:val="clear" w:color="auto" w:fill="d086a0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b1d2d"/>
          <w:insideV w:val="nil"/>
        </w:tcBorders>
        <w:shd w:val="clear" w:color="auto" w:fill="4b1d2d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/>
      </w:tcPr>
    </w:tblStylePr>
    <w:tblStylePr w:type="band1Vert">
      <w:pPr/>
      <w:tblPr/>
      <w:tcPr>
        <w:tcBorders/>
        <w:shd w:val="clear" w:color="auto" w:fill="d99eb3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5e7ec"/>
    </w:tcPr>
  </w:style>
  <w:style w:type="table" w:styleId="style257">
    <w:name w:val="Colorful Shading Accent 6"/>
    <w:basedOn w:val="style105"/>
    <w:next w:val="style257"/>
    <w:uiPriority w:val="71"/>
    <w:pPr>
      <w:spacing w:after="0"/>
    </w:pPr>
    <w:rPr>
      <w:color w:val="000000"/>
    </w:rPr>
    <w:tblPr>
      <w:tblStyleRowBandSize w:val="1"/>
      <w:tblStyleColBandSize w:val="1"/>
      <w:tblBorders>
        <w:top w:val="single" w:sz="24" w:space="0" w:color="7e314c"/>
        <w:left w:val="single" w:sz="4" w:space="0" w:color="a52319"/>
        <w:bottom w:val="single" w:sz="4" w:space="0" w:color="a52319"/>
        <w:right w:val="single" w:sz="4" w:space="0" w:color="a52319"/>
        <w:insideH w:val="single" w:sz="4" w:space="0" w:color="ffffff"/>
        <w:insideV w:val="single" w:sz="4" w:space="0" w:color="ffffff"/>
      </w:tblBorders>
      <w:shd w:val="clear" w:color="auto" w:fill="fae5e3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24" w:space="0" w:color="7e314c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2150f"/>
      </w:tcPr>
    </w:tblStylePr>
    <w:tblStylePr w:type="band1Horz">
      <w:pPr/>
      <w:tblPr/>
      <w:tcPr>
        <w:tcBorders/>
        <w:shd w:val="clear" w:color="auto" w:fill="ea7c74"/>
      </w:tcPr>
    </w:tblStylePr>
    <w:tblStylePr w:type="fir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2150f"/>
          <w:insideV w:val="nil"/>
        </w:tcBorders>
        <w:shd w:val="clear" w:color="auto" w:fill="62150f"/>
      </w:tcPr>
    </w:tblStylePr>
    <w:tblStylePr w:type="lastCol">
      <w:pPr/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150f"/>
      </w:tcPr>
    </w:tblStylePr>
    <w:tblStylePr w:type="band1Vert">
      <w:pPr/>
      <w:tblPr/>
      <w:tcPr>
        <w:tcBorders/>
        <w:shd w:val="clear" w:color="auto" w:fill="ee968f"/>
      </w:tcPr>
    </w:tblStylePr>
    <w:tblStylePr w:type="neCell">
      <w:pPr/>
      <w:rPr>
        <w:color w:val="000000"/>
      </w:rPr>
      <w:tcPr>
        <w:tcBorders/>
      </w:tcPr>
    </w:tblStylePr>
    <w:tblStylePr w:type="nwCell">
      <w:pPr/>
      <w:rPr>
        <w:color w:val="000000"/>
      </w:rPr>
      <w:tcPr>
        <w:tcBorders/>
      </w:tcPr>
    </w:tblStylePr>
    <w:tcPr>
      <w:tcBorders/>
      <w:shd w:val="clear" w:color="auto" w:fill="fae5e3"/>
    </w:tcPr>
  </w:style>
  <w:style w:type="table" w:styleId="style168">
    <w:name w:val="Dark List"/>
    <w:basedOn w:val="style105"/>
    <w:next w:val="style168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000000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cPr>
      <w:tcBorders/>
      <w:shd w:val="clear" w:color="auto" w:fill="000000"/>
    </w:tcPr>
  </w:style>
  <w:style w:type="table" w:styleId="style186">
    <w:name w:val="Dark List Accent 1"/>
    <w:basedOn w:val="style105"/>
    <w:next w:val="style186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007fab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3f55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5e80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5e80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0"/>
      </w:tcPr>
    </w:tblStylePr>
    <w:tcPr>
      <w:tcBorders/>
      <w:shd w:val="clear" w:color="auto" w:fill="007fab"/>
    </w:tcPr>
  </w:style>
  <w:style w:type="table" w:styleId="style200">
    <w:name w:val="Dark List Accent 2"/>
    <w:basedOn w:val="style105"/>
    <w:next w:val="style200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114980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8243f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c365f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c365f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365f"/>
      </w:tcPr>
    </w:tblStylePr>
    <w:tcPr>
      <w:tcBorders/>
      <w:shd w:val="clear" w:color="auto" w:fill="114980"/>
    </w:tcPr>
  </w:style>
  <w:style w:type="table" w:styleId="style214">
    <w:name w:val="Dark List Accent 3"/>
    <w:basedOn w:val="style105"/>
    <w:next w:val="style214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017a8e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3c46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5a6a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5a6a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a6a"/>
      </w:tcPr>
    </w:tblStylePr>
    <w:tcPr>
      <w:tcBorders/>
      <w:shd w:val="clear" w:color="auto" w:fill="017a8e"/>
    </w:tcPr>
  </w:style>
  <w:style w:type="table" w:styleId="style228">
    <w:name w:val="Dark List Accent 4"/>
    <w:basedOn w:val="style105"/>
    <w:next w:val="style228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565445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a2922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403e33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403e33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3e33"/>
      </w:tcPr>
    </w:tblStylePr>
    <w:tcPr>
      <w:tcBorders/>
      <w:shd w:val="clear" w:color="auto" w:fill="565445"/>
    </w:tcPr>
  </w:style>
  <w:style w:type="table" w:styleId="style242">
    <w:name w:val="Dark List Accent 5"/>
    <w:basedOn w:val="style105"/>
    <w:next w:val="style242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7e314c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e1825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e2438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e2438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/>
      </w:tcPr>
    </w:tblStylePr>
    <w:tcPr>
      <w:tcBorders/>
      <w:shd w:val="clear" w:color="auto" w:fill="7e314c"/>
    </w:tcPr>
  </w:style>
  <w:style w:type="table" w:styleId="style256">
    <w:name w:val="Dark List Accent 6"/>
    <w:basedOn w:val="style105"/>
    <w:next w:val="style256"/>
    <w:uiPriority w:val="70"/>
    <w:pPr>
      <w:spacing w:after="0"/>
    </w:pPr>
    <w:rPr>
      <w:color w:val="ffffff"/>
    </w:rPr>
    <w:tblPr>
      <w:tblStyleRowBandSize w:val="1"/>
      <w:tblStyleColBandSize w:val="1"/>
      <w:shd w:val="clear" w:color="auto" w:fill="a52319"/>
    </w:tblPr>
    <w:tblStylePr w:type="firstRow">
      <w:pPr/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pPr/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1110c"/>
      </w:tcPr>
    </w:tblStylePr>
    <w:tblStylePr w:type="band1Horz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1a12"/>
      </w:tcPr>
    </w:tblStylePr>
    <w:tblStylePr w:type="lastCol">
      <w:pPr/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1a12"/>
      </w:tcPr>
    </w:tblStylePr>
    <w:tblStylePr w:type="band1Vert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1a12"/>
      </w:tcPr>
    </w:tblStylePr>
    <w:tcPr>
      <w:tcBorders/>
      <w:shd w:val="clear" w:color="auto" w:fill="a52319"/>
    </w:tcPr>
  </w:style>
  <w:style w:type="paragraph" w:styleId="style76">
    <w:name w:val="Date"/>
    <w:basedOn w:val="style0"/>
    <w:next w:val="style0"/>
    <w:link w:val="style4127"/>
    <w:uiPriority w:val="99"/>
    <w:pPr/>
  </w:style>
  <w:style w:type="character" w:customStyle="1" w:styleId="style4127">
    <w:name w:val="Date Char"/>
    <w:basedOn w:val="style65"/>
    <w:next w:val="style4127"/>
    <w:link w:val="style76"/>
    <w:uiPriority w:val="99"/>
  </w:style>
  <w:style w:type="paragraph" w:styleId="style91">
    <w:name w:val="E-mail Signature"/>
    <w:basedOn w:val="style0"/>
    <w:next w:val="style91"/>
    <w:link w:val="style4128"/>
    <w:uiPriority w:val="99"/>
    <w:pPr>
      <w:spacing w:after="0"/>
    </w:pPr>
    <w:rPr/>
  </w:style>
  <w:style w:type="character" w:customStyle="1" w:styleId="style4128">
    <w:name w:val="E-mail Signature Char"/>
    <w:basedOn w:val="style65"/>
    <w:next w:val="style4128"/>
    <w:link w:val="style91"/>
    <w:uiPriority w:val="99"/>
  </w:style>
  <w:style w:type="character" w:styleId="style42">
    <w:name w:val="endnote reference"/>
    <w:basedOn w:val="style65"/>
    <w:next w:val="style42"/>
    <w:uiPriority w:val="99"/>
    <w:rPr>
      <w:vertAlign w:val="superscript"/>
    </w:rPr>
  </w:style>
  <w:style w:type="paragraph" w:styleId="style36">
    <w:name w:val="envelope address"/>
    <w:basedOn w:val="style0"/>
    <w:next w:val="style36"/>
    <w:uiPriority w:val="99"/>
    <w:pPr>
      <w:framePr w:h="1980" w:hRule="exact" w:w="7920" w:hSpace="180" w:wrap="auto" w:hAnchor="page" w:xAlign="center" w:yAlign="bottom"/>
      <w:spacing w:after="0"/>
      <w:ind w:left="2880"/>
    </w:pPr>
    <w:rPr>
      <w:rFonts w:ascii="Rockwell" w:cs="宋体" w:eastAsia="宋体" w:hAnsi="Rockwell"/>
      <w:sz w:val="24"/>
      <w:szCs w:val="24"/>
    </w:rPr>
  </w:style>
  <w:style w:type="character" w:styleId="style86">
    <w:name w:val="FollowedHyperlink"/>
    <w:basedOn w:val="style65"/>
    <w:next w:val="style86"/>
    <w:uiPriority w:val="99"/>
    <w:rPr>
      <w:color w:val="ba3e31"/>
      <w:u w:val="single"/>
    </w:rPr>
  </w:style>
  <w:style w:type="character" w:styleId="style38">
    <w:name w:val="footnote reference"/>
    <w:basedOn w:val="style65"/>
    <w:next w:val="style38"/>
    <w:uiPriority w:val="99"/>
    <w:rPr>
      <w:vertAlign w:val="superscript"/>
    </w:rPr>
  </w:style>
  <w:style w:type="table" w:customStyle="1" w:styleId="style4129">
    <w:name w:val="Grid Table 1 Light"/>
    <w:basedOn w:val="style105"/>
    <w:next w:val="style4129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pPr/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0">
    <w:name w:val="Grid Table 1 Light Accent 1"/>
    <w:basedOn w:val="style105"/>
    <w:next w:val="style4130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77dbff"/>
        <w:left w:val="single" w:sz="4" w:space="0" w:color="77dbff"/>
        <w:bottom w:val="single" w:sz="4" w:space="0" w:color="77dbff"/>
        <w:right w:val="single" w:sz="4" w:space="0" w:color="77dbff"/>
        <w:insideH w:val="single" w:sz="4" w:space="0" w:color="77dbff"/>
        <w:insideV w:val="single" w:sz="4" w:space="0" w:color="77dbff"/>
      </w:tblBorders>
    </w:tblPr>
    <w:tblStylePr w:type="firstRow">
      <w:pPr/>
      <w:rPr>
        <w:b/>
        <w:bCs/>
      </w:rPr>
      <w:tblPr/>
      <w:tcPr>
        <w:tcBorders>
          <w:bottom w:val="single" w:sz="12" w:space="0" w:color="33caff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33caff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1">
    <w:name w:val="Grid Table 1 Light Accent 2"/>
    <w:basedOn w:val="style105"/>
    <w:next w:val="style4131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7eb6ee"/>
        <w:left w:val="single" w:sz="4" w:space="0" w:color="7eb6ee"/>
        <w:bottom w:val="single" w:sz="4" w:space="0" w:color="7eb6ee"/>
        <w:right w:val="single" w:sz="4" w:space="0" w:color="7eb6ee"/>
        <w:insideH w:val="single" w:sz="4" w:space="0" w:color="7eb6ee"/>
        <w:insideV w:val="single" w:sz="4" w:space="0" w:color="7eb6ee"/>
      </w:tblBorders>
    </w:tblPr>
    <w:tblStylePr w:type="firstRow">
      <w:pPr/>
      <w:rPr>
        <w:b/>
        <w:bCs/>
      </w:rPr>
      <w:tblPr/>
      <w:tcPr>
        <w:tcBorders>
          <w:bottom w:val="single" w:sz="12" w:space="0" w:color="3d91e5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3d91e5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2">
    <w:name w:val="Grid Table 1 Light Accent 3"/>
    <w:basedOn w:val="style105"/>
    <w:next w:val="style4132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6de8fe"/>
        <w:left w:val="single" w:sz="4" w:space="0" w:color="6de8fe"/>
        <w:bottom w:val="single" w:sz="4" w:space="0" w:color="6de8fe"/>
        <w:right w:val="single" w:sz="4" w:space="0" w:color="6de8fe"/>
        <w:insideH w:val="single" w:sz="4" w:space="0" w:color="6de8fe"/>
        <w:insideV w:val="single" w:sz="4" w:space="0" w:color="6de8fe"/>
      </w:tblBorders>
    </w:tblPr>
    <w:tblStylePr w:type="firstRow">
      <w:pPr/>
      <w:rPr>
        <w:b/>
        <w:bCs/>
      </w:rPr>
      <w:tblPr/>
      <w:tcPr>
        <w:tcBorders>
          <w:bottom w:val="single" w:sz="12" w:space="0" w:color="24ddfd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24ddf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3">
    <w:name w:val="Grid Table 1 Light Accent 4"/>
    <w:basedOn w:val="style105"/>
    <w:next w:val="style4133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bfbdb0"/>
        <w:left w:val="single" w:sz="4" w:space="0" w:color="bfbdb0"/>
        <w:bottom w:val="single" w:sz="4" w:space="0" w:color="bfbdb0"/>
        <w:right w:val="single" w:sz="4" w:space="0" w:color="bfbdb0"/>
        <w:insideH w:val="single" w:sz="4" w:space="0" w:color="bfbdb0"/>
        <w:insideV w:val="single" w:sz="4" w:space="0" w:color="bfbdb0"/>
      </w:tblBorders>
    </w:tblPr>
    <w:tblStylePr w:type="firstRow">
      <w:pPr/>
      <w:rPr>
        <w:b/>
        <w:bCs/>
      </w:rPr>
      <w:tblPr/>
      <w:tcPr>
        <w:tcBorders>
          <w:bottom w:val="single" w:sz="12" w:space="0" w:color="a09d88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a09d88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4">
    <w:name w:val="Grid Table 1 Light Accent 5"/>
    <w:basedOn w:val="style105"/>
    <w:next w:val="style4134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d99eb3"/>
        <w:left w:val="single" w:sz="4" w:space="0" w:color="d99eb3"/>
        <w:bottom w:val="single" w:sz="4" w:space="0" w:color="d99eb3"/>
        <w:right w:val="single" w:sz="4" w:space="0" w:color="d99eb3"/>
        <w:insideH w:val="single" w:sz="4" w:space="0" w:color="d99eb3"/>
        <w:insideV w:val="single" w:sz="4" w:space="0" w:color="d99eb3"/>
      </w:tblBorders>
    </w:tblPr>
    <w:tblStylePr w:type="firstRow">
      <w:pPr/>
      <w:rPr>
        <w:b/>
        <w:bCs/>
      </w:rPr>
      <w:tblPr/>
      <w:tcPr>
        <w:tcBorders>
          <w:bottom w:val="single" w:sz="12" w:space="0" w:color="c66e8d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c66e8d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5">
    <w:name w:val="Grid Table 1 Light Accent 6"/>
    <w:basedOn w:val="style105"/>
    <w:next w:val="style4135"/>
    <w:uiPriority w:val="46"/>
    <w:pPr>
      <w:spacing w:after="0"/>
    </w:pPr>
    <w:rPr/>
    <w:tblPr>
      <w:tblStyleRowBandSize w:val="1"/>
      <w:tblStyleColBandSize w:val="1"/>
      <w:tblBorders>
        <w:top w:val="single" w:sz="4" w:space="0" w:color="ee968f"/>
        <w:left w:val="single" w:sz="4" w:space="0" w:color="ee968f"/>
        <w:bottom w:val="single" w:sz="4" w:space="0" w:color="ee968f"/>
        <w:right w:val="single" w:sz="4" w:space="0" w:color="ee968f"/>
        <w:insideH w:val="single" w:sz="4" w:space="0" w:color="ee968f"/>
        <w:insideV w:val="single" w:sz="4" w:space="0" w:color="ee968f"/>
      </w:tblBorders>
    </w:tblPr>
    <w:tblStylePr w:type="firstRow">
      <w:pPr/>
      <w:rPr>
        <w:b/>
        <w:bCs/>
      </w:rPr>
      <w:tblPr/>
      <w:tcPr>
        <w:tcBorders>
          <w:bottom w:val="single" w:sz="12" w:space="0" w:color="e56258"/>
        </w:tcBorders>
      </w:tcPr>
    </w:tblStylePr>
    <w:tblStylePr w:type="lastRow">
      <w:pPr/>
      <w:rPr>
        <w:b/>
        <w:bCs/>
      </w:rPr>
      <w:tblPr/>
      <w:tcPr>
        <w:tcBorders>
          <w:top w:val="double" w:sz="2" w:space="0" w:color="e56258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cPr>
      <w:tcBorders/>
    </w:tcPr>
  </w:style>
  <w:style w:type="table" w:customStyle="1" w:styleId="style4136">
    <w:name w:val="Grid Table 2"/>
    <w:basedOn w:val="style105"/>
    <w:next w:val="style4136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37">
    <w:name w:val="Grid Table 2 Accent 1"/>
    <w:basedOn w:val="style105"/>
    <w:next w:val="style4137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33caff"/>
        <w:bottom w:val="single" w:sz="2" w:space="0" w:color="33caff"/>
        <w:insideH w:val="single" w:sz="2" w:space="0" w:color="33caff"/>
        <w:insideV w:val="single" w:sz="2" w:space="0" w:color="33caff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33caff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33caff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38">
    <w:name w:val="Grid Table 2 Accent 2"/>
    <w:basedOn w:val="style105"/>
    <w:next w:val="style4138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3d91e5"/>
        <w:bottom w:val="single" w:sz="2" w:space="0" w:color="3d91e5"/>
        <w:insideH w:val="single" w:sz="2" w:space="0" w:color="3d91e5"/>
        <w:insideV w:val="single" w:sz="2" w:space="0" w:color="3d91e5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3d91e5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3d91e5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39">
    <w:name w:val="Grid Table 2 Accent 3"/>
    <w:basedOn w:val="style105"/>
    <w:next w:val="style4139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24ddfd"/>
        <w:bottom w:val="single" w:sz="2" w:space="0" w:color="24ddfd"/>
        <w:insideH w:val="single" w:sz="2" w:space="0" w:color="24ddfd"/>
        <w:insideV w:val="single" w:sz="2" w:space="0" w:color="24ddfd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24ddfd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24ddfd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40">
    <w:name w:val="Grid Table 2 Accent 4"/>
    <w:basedOn w:val="style105"/>
    <w:next w:val="style4140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a09d88"/>
        <w:bottom w:val="single" w:sz="2" w:space="0" w:color="a09d88"/>
        <w:insideH w:val="single" w:sz="2" w:space="0" w:color="a09d88"/>
        <w:insideV w:val="single" w:sz="2" w:space="0" w:color="a09d88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a09d88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a09d88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41">
    <w:name w:val="Grid Table 2 Accent 5"/>
    <w:basedOn w:val="style105"/>
    <w:next w:val="style4141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c66e8d"/>
        <w:bottom w:val="single" w:sz="2" w:space="0" w:color="c66e8d"/>
        <w:insideH w:val="single" w:sz="2" w:space="0" w:color="c66e8d"/>
        <w:insideV w:val="single" w:sz="2" w:space="0" w:color="c66e8d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c66e8d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c66e8d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42">
    <w:name w:val="Grid Table 2 Accent 6"/>
    <w:basedOn w:val="style105"/>
    <w:next w:val="style4142"/>
    <w:uiPriority w:val="47"/>
    <w:pPr>
      <w:spacing w:after="0"/>
    </w:pPr>
    <w:rPr/>
    <w:tblPr>
      <w:tblStyleRowBandSize w:val="1"/>
      <w:tblStyleColBandSize w:val="1"/>
      <w:tblBorders>
        <w:top w:val="single" w:sz="2" w:space="0" w:color="e56258"/>
        <w:bottom w:val="single" w:sz="2" w:space="0" w:color="e56258"/>
        <w:insideH w:val="single" w:sz="2" w:space="0" w:color="e56258"/>
        <w:insideV w:val="single" w:sz="2" w:space="0" w:color="e56258"/>
      </w:tblBorders>
    </w:tblPr>
    <w:tblStylePr w:type="firstRow">
      <w:pPr/>
      <w:rPr>
        <w:b/>
        <w:bCs/>
      </w:rPr>
      <w:tblPr/>
      <w:tcPr>
        <w:tcBorders>
          <w:top w:val="nil"/>
          <w:bottom w:val="single" w:sz="12" w:space="0" w:color="e56258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top w:val="double" w:sz="2" w:space="0" w:color="e56258"/>
          <w:bottom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43">
    <w:name w:val="Grid Table 3"/>
    <w:basedOn w:val="style105"/>
    <w:next w:val="style4143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cccccc"/>
      </w:tcPr>
    </w:tblStylePr>
    <w:tblStylePr w:type="neCell">
      <w:pPr/>
      <w:tblPr/>
      <w:tcPr>
        <w:tcBorders>
          <w:bottom w:val="single" w:sz="4" w:space="0" w:color="666666"/>
        </w:tcBorders>
      </w:tcPr>
    </w:tblStylePr>
    <w:tblStylePr w:type="nwCell">
      <w:pPr/>
      <w:tblPr/>
      <w:tcPr>
        <w:tcBorders>
          <w:bottom w:val="single" w:sz="4" w:space="0" w:color="666666"/>
        </w:tcBorders>
      </w:tcPr>
    </w:tblStylePr>
    <w:tblStylePr w:type="seCell">
      <w:pPr/>
      <w:tblPr/>
      <w:tcPr>
        <w:tcBorders>
          <w:top w:val="single" w:sz="4" w:space="0" w:color="666666"/>
        </w:tcBorders>
      </w:tcPr>
    </w:tblStylePr>
    <w:tblStylePr w:type="swCell">
      <w:pPr/>
      <w:tblPr/>
      <w:tcPr>
        <w:tcBorders>
          <w:top w:val="single" w:sz="4" w:space="0" w:color="666666"/>
        </w:tcBorders>
      </w:tcPr>
    </w:tblStylePr>
    <w:tcPr>
      <w:tcBorders/>
    </w:tcPr>
  </w:style>
  <w:style w:type="table" w:customStyle="1" w:styleId="style4144">
    <w:name w:val="Grid Table 3 Accent 1"/>
    <w:basedOn w:val="style105"/>
    <w:next w:val="style4144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bedff"/>
      </w:tcPr>
    </w:tblStylePr>
    <w:tblStylePr w:type="neCell">
      <w:pPr/>
      <w:tblPr/>
      <w:tcPr>
        <w:tcBorders>
          <w:bottom w:val="single" w:sz="4" w:space="0" w:color="33caff"/>
        </w:tcBorders>
      </w:tcPr>
    </w:tblStylePr>
    <w:tblStylePr w:type="nwCell">
      <w:pPr/>
      <w:tblPr/>
      <w:tcPr>
        <w:tcBorders>
          <w:bottom w:val="single" w:sz="4" w:space="0" w:color="33caff"/>
        </w:tcBorders>
      </w:tcPr>
    </w:tblStylePr>
    <w:tblStylePr w:type="seCell">
      <w:pPr/>
      <w:tblPr/>
      <w:tcPr>
        <w:tcBorders>
          <w:top w:val="single" w:sz="4" w:space="0" w:color="33caff"/>
        </w:tcBorders>
      </w:tcPr>
    </w:tblStylePr>
    <w:tblStylePr w:type="swCell">
      <w:pPr/>
      <w:tblPr/>
      <w:tcPr>
        <w:tcBorders>
          <w:top w:val="single" w:sz="4" w:space="0" w:color="33caff"/>
        </w:tcBorders>
      </w:tcPr>
    </w:tblStylePr>
    <w:tcPr>
      <w:tcBorders/>
    </w:tcPr>
  </w:style>
  <w:style w:type="table" w:customStyle="1" w:styleId="style4145">
    <w:name w:val="Grid Table 3 Accent 2"/>
    <w:basedOn w:val="style105"/>
    <w:next w:val="style4145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edaf6"/>
      </w:tcPr>
    </w:tblStylePr>
    <w:tblStylePr w:type="neCell">
      <w:pPr/>
      <w:tblPr/>
      <w:tcPr>
        <w:tcBorders>
          <w:bottom w:val="single" w:sz="4" w:space="0" w:color="3d91e5"/>
        </w:tcBorders>
      </w:tcPr>
    </w:tblStylePr>
    <w:tblStylePr w:type="nwCell">
      <w:pPr/>
      <w:tblPr/>
      <w:tcPr>
        <w:tcBorders>
          <w:bottom w:val="single" w:sz="4" w:space="0" w:color="3d91e5"/>
        </w:tcBorders>
      </w:tcPr>
    </w:tblStylePr>
    <w:tblStylePr w:type="seCell">
      <w:pPr/>
      <w:tblPr/>
      <w:tcPr>
        <w:tcBorders>
          <w:top w:val="single" w:sz="4" w:space="0" w:color="3d91e5"/>
        </w:tcBorders>
      </w:tcPr>
    </w:tblStylePr>
    <w:tblStylePr w:type="swCell">
      <w:pPr/>
      <w:tblPr/>
      <w:tcPr>
        <w:tcBorders>
          <w:top w:val="single" w:sz="4" w:space="0" w:color="3d91e5"/>
        </w:tcBorders>
      </w:tcPr>
    </w:tblStylePr>
    <w:tcPr>
      <w:tcBorders/>
    </w:tcPr>
  </w:style>
  <w:style w:type="table" w:customStyle="1" w:styleId="style4146">
    <w:name w:val="Grid Table 3 Accent 3"/>
    <w:basedOn w:val="style105"/>
    <w:next w:val="style4146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5f3fe"/>
      </w:tcPr>
    </w:tblStylePr>
    <w:tblStylePr w:type="neCell">
      <w:pPr/>
      <w:tblPr/>
      <w:tcPr>
        <w:tcBorders>
          <w:bottom w:val="single" w:sz="4" w:space="0" w:color="24ddfd"/>
        </w:tcBorders>
      </w:tcPr>
    </w:tblStylePr>
    <w:tblStylePr w:type="nwCell">
      <w:pPr/>
      <w:tblPr/>
      <w:tcPr>
        <w:tcBorders>
          <w:bottom w:val="single" w:sz="4" w:space="0" w:color="24ddfd"/>
        </w:tcBorders>
      </w:tcPr>
    </w:tblStylePr>
    <w:tblStylePr w:type="seCell">
      <w:pPr/>
      <w:tblPr/>
      <w:tcPr>
        <w:tcBorders>
          <w:top w:val="single" w:sz="4" w:space="0" w:color="24ddfd"/>
        </w:tcBorders>
      </w:tcPr>
    </w:tblStylePr>
    <w:tblStylePr w:type="swCell">
      <w:pPr/>
      <w:tblPr/>
      <w:tcPr>
        <w:tcBorders>
          <w:top w:val="single" w:sz="4" w:space="0" w:color="24ddfd"/>
        </w:tcBorders>
      </w:tcPr>
    </w:tblStylePr>
    <w:tcPr>
      <w:tcBorders/>
    </w:tcPr>
  </w:style>
  <w:style w:type="table" w:customStyle="1" w:styleId="style4147">
    <w:name w:val="Grid Table 3 Accent 4"/>
    <w:basedOn w:val="style105"/>
    <w:next w:val="style4147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dfded7"/>
      </w:tcPr>
    </w:tblStylePr>
    <w:tblStylePr w:type="neCell">
      <w:pPr/>
      <w:tblPr/>
      <w:tcPr>
        <w:tcBorders>
          <w:bottom w:val="single" w:sz="4" w:space="0" w:color="a09d88"/>
        </w:tcBorders>
      </w:tcPr>
    </w:tblStylePr>
    <w:tblStylePr w:type="nwCell">
      <w:pPr/>
      <w:tblPr/>
      <w:tcPr>
        <w:tcBorders>
          <w:bottom w:val="single" w:sz="4" w:space="0" w:color="a09d88"/>
        </w:tcBorders>
      </w:tcPr>
    </w:tblStylePr>
    <w:tblStylePr w:type="seCell">
      <w:pPr/>
      <w:tblPr/>
      <w:tcPr>
        <w:tcBorders>
          <w:top w:val="single" w:sz="4" w:space="0" w:color="a09d88"/>
        </w:tcBorders>
      </w:tcPr>
    </w:tblStylePr>
    <w:tblStylePr w:type="swCell">
      <w:pPr/>
      <w:tblPr/>
      <w:tcPr>
        <w:tcBorders>
          <w:top w:val="single" w:sz="4" w:space="0" w:color="a09d88"/>
        </w:tcBorders>
      </w:tcPr>
    </w:tblStylePr>
    <w:tcPr>
      <w:tcBorders/>
    </w:tcPr>
  </w:style>
  <w:style w:type="table" w:customStyle="1" w:styleId="style4148">
    <w:name w:val="Grid Table 3 Accent 5"/>
    <w:basedOn w:val="style105"/>
    <w:next w:val="style4148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ecced9"/>
      </w:tcPr>
    </w:tblStylePr>
    <w:tblStylePr w:type="neCell">
      <w:pPr/>
      <w:tblPr/>
      <w:tcPr>
        <w:tcBorders>
          <w:bottom w:val="single" w:sz="4" w:space="0" w:color="c66e8d"/>
        </w:tcBorders>
      </w:tcPr>
    </w:tblStylePr>
    <w:tblStylePr w:type="nwCell">
      <w:pPr/>
      <w:tblPr/>
      <w:tcPr>
        <w:tcBorders>
          <w:bottom w:val="single" w:sz="4" w:space="0" w:color="c66e8d"/>
        </w:tcBorders>
      </w:tcPr>
    </w:tblStylePr>
    <w:tblStylePr w:type="seCell">
      <w:pPr/>
      <w:tblPr/>
      <w:tcPr>
        <w:tcBorders>
          <w:top w:val="single" w:sz="4" w:space="0" w:color="c66e8d"/>
        </w:tcBorders>
      </w:tcPr>
    </w:tblStylePr>
    <w:tblStylePr w:type="swCell">
      <w:pPr/>
      <w:tblPr/>
      <w:tcPr>
        <w:tcBorders>
          <w:top w:val="single" w:sz="4" w:space="0" w:color="c66e8d"/>
        </w:tcBorders>
      </w:tcPr>
    </w:tblStylePr>
    <w:tcPr>
      <w:tcBorders/>
    </w:tcPr>
  </w:style>
  <w:style w:type="table" w:customStyle="1" w:styleId="style4149">
    <w:name w:val="Grid Table 3 Accent 6"/>
    <w:basedOn w:val="style105"/>
    <w:next w:val="style4149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6cac7"/>
      </w:tcPr>
    </w:tblStylePr>
    <w:tblStylePr w:type="neCell">
      <w:pPr/>
      <w:tblPr/>
      <w:tcPr>
        <w:tcBorders>
          <w:bottom w:val="single" w:sz="4" w:space="0" w:color="e56258"/>
        </w:tcBorders>
      </w:tcPr>
    </w:tblStylePr>
    <w:tblStylePr w:type="nwCell">
      <w:pPr/>
      <w:tblPr/>
      <w:tcPr>
        <w:tcBorders>
          <w:bottom w:val="single" w:sz="4" w:space="0" w:color="e56258"/>
        </w:tcBorders>
      </w:tcPr>
    </w:tblStylePr>
    <w:tblStylePr w:type="seCell">
      <w:pPr/>
      <w:tblPr/>
      <w:tcPr>
        <w:tcBorders>
          <w:top w:val="single" w:sz="4" w:space="0" w:color="e56258"/>
        </w:tcBorders>
      </w:tcPr>
    </w:tblStylePr>
    <w:tblStylePr w:type="swCell">
      <w:pPr/>
      <w:tblPr/>
      <w:tcPr>
        <w:tcBorders>
          <w:top w:val="single" w:sz="4" w:space="0" w:color="e56258"/>
        </w:tcBorders>
      </w:tcPr>
    </w:tblStylePr>
    <w:tcPr>
      <w:tcBorders/>
    </w:tcPr>
  </w:style>
  <w:style w:type="table" w:customStyle="1" w:styleId="style4150">
    <w:name w:val="Grid Table 4"/>
    <w:basedOn w:val="style105"/>
    <w:next w:val="style4150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pPr/>
      <w:rPr>
        <w:b/>
        <w:bCs/>
      </w:rPr>
      <w:tblPr/>
      <w:tcPr>
        <w:tcBorders>
          <w:top w:val="double" w:sz="4" w:space="0" w:color="000000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51">
    <w:name w:val="Grid Table 4 Accent 1"/>
    <w:basedOn w:val="style105"/>
    <w:next w:val="style4151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7fab"/>
          <w:left w:val="single" w:sz="4" w:space="0" w:color="007fab"/>
          <w:bottom w:val="single" w:sz="4" w:space="0" w:color="007fab"/>
          <w:right w:val="single" w:sz="4" w:space="0" w:color="007fab"/>
          <w:insideH w:val="nil"/>
          <w:insideV w:val="nil"/>
        </w:tcBorders>
        <w:shd w:val="clear" w:color="auto" w:fill="007fab"/>
      </w:tcPr>
    </w:tblStylePr>
    <w:tblStylePr w:type="lastRow">
      <w:pPr/>
      <w:rPr>
        <w:b/>
        <w:bCs/>
      </w:rPr>
      <w:tblPr/>
      <w:tcPr>
        <w:tcBorders>
          <w:top w:val="double" w:sz="4" w:space="0" w:color="007fab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52">
    <w:name w:val="Grid Table 4 Accent 2"/>
    <w:basedOn w:val="style105"/>
    <w:next w:val="style4152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114980"/>
          <w:left w:val="single" w:sz="4" w:space="0" w:color="114980"/>
          <w:bottom w:val="single" w:sz="4" w:space="0" w:color="114980"/>
          <w:right w:val="single" w:sz="4" w:space="0" w:color="114980"/>
          <w:insideH w:val="nil"/>
          <w:insideV w:val="nil"/>
        </w:tcBorders>
        <w:shd w:val="clear" w:color="auto" w:fill="114980"/>
      </w:tcPr>
    </w:tblStylePr>
    <w:tblStylePr w:type="lastRow">
      <w:pPr/>
      <w:rPr>
        <w:b/>
        <w:bCs/>
      </w:rPr>
      <w:tblPr/>
      <w:tcPr>
        <w:tcBorders>
          <w:top w:val="double" w:sz="4" w:space="0" w:color="114980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53">
    <w:name w:val="Grid Table 4 Accent 3"/>
    <w:basedOn w:val="style105"/>
    <w:next w:val="style4153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17a8e"/>
          <w:left w:val="single" w:sz="4" w:space="0" w:color="017a8e"/>
          <w:bottom w:val="single" w:sz="4" w:space="0" w:color="017a8e"/>
          <w:right w:val="single" w:sz="4" w:space="0" w:color="017a8e"/>
          <w:insideH w:val="nil"/>
          <w:insideV w:val="nil"/>
        </w:tcBorders>
        <w:shd w:val="clear" w:color="auto" w:fill="017a8e"/>
      </w:tcPr>
    </w:tblStylePr>
    <w:tblStylePr w:type="lastRow">
      <w:pPr/>
      <w:rPr>
        <w:b/>
        <w:bCs/>
      </w:rPr>
      <w:tblPr/>
      <w:tcPr>
        <w:tcBorders>
          <w:top w:val="double" w:sz="4" w:space="0" w:color="017a8e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54">
    <w:name w:val="Grid Table 4 Accent 4"/>
    <w:basedOn w:val="style105"/>
    <w:next w:val="style4154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565445"/>
          <w:left w:val="single" w:sz="4" w:space="0" w:color="565445"/>
          <w:bottom w:val="single" w:sz="4" w:space="0" w:color="565445"/>
          <w:right w:val="single" w:sz="4" w:space="0" w:color="565445"/>
          <w:insideH w:val="nil"/>
          <w:insideV w:val="nil"/>
        </w:tcBorders>
        <w:shd w:val="clear" w:color="auto" w:fill="565445"/>
      </w:tcPr>
    </w:tblStylePr>
    <w:tblStylePr w:type="lastRow">
      <w:pPr/>
      <w:rPr>
        <w:b/>
        <w:bCs/>
      </w:rPr>
      <w:tblPr/>
      <w:tcPr>
        <w:tcBorders>
          <w:top w:val="double" w:sz="4" w:space="0" w:color="565445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55">
    <w:name w:val="Grid Table 4 Accent 5"/>
    <w:basedOn w:val="style105"/>
    <w:next w:val="style4155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7e314c"/>
          <w:left w:val="single" w:sz="4" w:space="0" w:color="7e314c"/>
          <w:bottom w:val="single" w:sz="4" w:space="0" w:color="7e314c"/>
          <w:right w:val="single" w:sz="4" w:space="0" w:color="7e314c"/>
          <w:insideH w:val="nil"/>
          <w:insideV w:val="nil"/>
        </w:tcBorders>
        <w:shd w:val="clear" w:color="auto" w:fill="7e314c"/>
      </w:tcPr>
    </w:tblStylePr>
    <w:tblStylePr w:type="lastRow">
      <w:pPr/>
      <w:rPr>
        <w:b/>
        <w:bCs/>
      </w:rPr>
      <w:tblPr/>
      <w:tcPr>
        <w:tcBorders>
          <w:top w:val="double" w:sz="4" w:space="0" w:color="7e314c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56">
    <w:name w:val="Grid Table 4 Accent 6"/>
    <w:basedOn w:val="style105"/>
    <w:next w:val="style4156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a52319"/>
          <w:left w:val="single" w:sz="4" w:space="0" w:color="a52319"/>
          <w:bottom w:val="single" w:sz="4" w:space="0" w:color="a52319"/>
          <w:right w:val="single" w:sz="4" w:space="0" w:color="a52319"/>
          <w:insideH w:val="nil"/>
          <w:insideV w:val="nil"/>
        </w:tcBorders>
        <w:shd w:val="clear" w:color="auto" w:fill="a52319"/>
      </w:tcPr>
    </w:tblStylePr>
    <w:tblStylePr w:type="lastRow">
      <w:pPr/>
      <w:rPr>
        <w:b/>
        <w:bCs/>
      </w:rPr>
      <w:tblPr/>
      <w:tcPr>
        <w:tcBorders>
          <w:top w:val="double" w:sz="4" w:space="0" w:color="a52319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57">
    <w:name w:val="Grid Table 5 Dark"/>
    <w:basedOn w:val="style105"/>
    <w:next w:val="style4157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cccccc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band1Horz">
      <w:pPr/>
      <w:tblPr/>
      <w:tcPr>
        <w:tcBorders/>
        <w:shd w:val="clear" w:color="auto" w:fill="999999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pPr/>
      <w:tblPr/>
      <w:tcPr>
        <w:tcBorders/>
        <w:shd w:val="clear" w:color="auto" w:fill="999999"/>
      </w:tcPr>
    </w:tblStylePr>
    <w:tcPr>
      <w:tcBorders/>
      <w:shd w:val="clear" w:color="auto" w:fill="cccccc"/>
    </w:tcPr>
  </w:style>
  <w:style w:type="table" w:customStyle="1" w:styleId="style4158">
    <w:name w:val="Grid Table 5 Dark Accent 1"/>
    <w:basedOn w:val="style105"/>
    <w:next w:val="style4158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bedff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7fab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7fab"/>
      </w:tcPr>
    </w:tblStylePr>
    <w:tblStylePr w:type="band1Horz">
      <w:pPr/>
      <w:tblPr/>
      <w:tcPr>
        <w:tcBorders/>
        <w:shd w:val="clear" w:color="auto" w:fill="77dbff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7fab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7fab"/>
      </w:tcPr>
    </w:tblStylePr>
    <w:tblStylePr w:type="band1Vert">
      <w:pPr/>
      <w:tblPr/>
      <w:tcPr>
        <w:tcBorders/>
        <w:shd w:val="clear" w:color="auto" w:fill="77dbff"/>
      </w:tcPr>
    </w:tblStylePr>
    <w:tcPr>
      <w:tcBorders/>
      <w:shd w:val="clear" w:color="auto" w:fill="bbedff"/>
    </w:tcPr>
  </w:style>
  <w:style w:type="table" w:customStyle="1" w:styleId="style4159">
    <w:name w:val="Grid Table 5 Dark Accent 2"/>
    <w:basedOn w:val="style105"/>
    <w:next w:val="style4159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edaf6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14980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14980"/>
      </w:tcPr>
    </w:tblStylePr>
    <w:tblStylePr w:type="band1Horz">
      <w:pPr/>
      <w:tblPr/>
      <w:tcPr>
        <w:tcBorders/>
        <w:shd w:val="clear" w:color="auto" w:fill="7eb6ee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14980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14980"/>
      </w:tcPr>
    </w:tblStylePr>
    <w:tblStylePr w:type="band1Vert">
      <w:pPr/>
      <w:tblPr/>
      <w:tcPr>
        <w:tcBorders/>
        <w:shd w:val="clear" w:color="auto" w:fill="7eb6ee"/>
      </w:tcPr>
    </w:tblStylePr>
    <w:tcPr>
      <w:tcBorders/>
      <w:shd w:val="clear" w:color="auto" w:fill="bedaf6"/>
    </w:tcPr>
  </w:style>
  <w:style w:type="table" w:customStyle="1" w:styleId="style4160">
    <w:name w:val="Grid Table 5 Dark Accent 3"/>
    <w:basedOn w:val="style105"/>
    <w:next w:val="style4160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5f3fe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17a8e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17a8e"/>
      </w:tcPr>
    </w:tblStylePr>
    <w:tblStylePr w:type="band1Horz">
      <w:pPr/>
      <w:tblPr/>
      <w:tcPr>
        <w:tcBorders/>
        <w:shd w:val="clear" w:color="auto" w:fill="6de8fe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17a8e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17a8e"/>
      </w:tcPr>
    </w:tblStylePr>
    <w:tblStylePr w:type="band1Vert">
      <w:pPr/>
      <w:tblPr/>
      <w:tcPr>
        <w:tcBorders/>
        <w:shd w:val="clear" w:color="auto" w:fill="6de8fe"/>
      </w:tcPr>
    </w:tblStylePr>
    <w:tcPr>
      <w:tcBorders/>
      <w:shd w:val="clear" w:color="auto" w:fill="b5f3fe"/>
    </w:tcPr>
  </w:style>
  <w:style w:type="table" w:customStyle="1" w:styleId="style4161">
    <w:name w:val="Grid Table 5 Dark Accent 4"/>
    <w:basedOn w:val="style105"/>
    <w:next w:val="style4161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fded7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65445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65445"/>
      </w:tcPr>
    </w:tblStylePr>
    <w:tblStylePr w:type="band1Horz">
      <w:pPr/>
      <w:tblPr/>
      <w:tcPr>
        <w:tcBorders/>
        <w:shd w:val="clear" w:color="auto" w:fill="bfbdb0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65445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65445"/>
      </w:tcPr>
    </w:tblStylePr>
    <w:tblStylePr w:type="band1Vert">
      <w:pPr/>
      <w:tblPr/>
      <w:tcPr>
        <w:tcBorders/>
        <w:shd w:val="clear" w:color="auto" w:fill="bfbdb0"/>
      </w:tcPr>
    </w:tblStylePr>
    <w:tcPr>
      <w:tcBorders/>
      <w:shd w:val="clear" w:color="auto" w:fill="dfded7"/>
    </w:tcPr>
  </w:style>
  <w:style w:type="table" w:customStyle="1" w:styleId="style4162">
    <w:name w:val="Grid Table 5 Dark Accent 5"/>
    <w:basedOn w:val="style105"/>
    <w:next w:val="style4162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cced9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e314c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e314c"/>
      </w:tcPr>
    </w:tblStylePr>
    <w:tblStylePr w:type="band1Horz">
      <w:pPr/>
      <w:tblPr/>
      <w:tcPr>
        <w:tcBorders/>
        <w:shd w:val="clear" w:color="auto" w:fill="d99eb3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e314c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e314c"/>
      </w:tcPr>
    </w:tblStylePr>
    <w:tblStylePr w:type="band1Vert">
      <w:pPr/>
      <w:tblPr/>
      <w:tcPr>
        <w:tcBorders/>
        <w:shd w:val="clear" w:color="auto" w:fill="d99eb3"/>
      </w:tcPr>
    </w:tblStylePr>
    <w:tcPr>
      <w:tcBorders/>
      <w:shd w:val="clear" w:color="auto" w:fill="ecced9"/>
    </w:tcPr>
  </w:style>
  <w:style w:type="table" w:customStyle="1" w:styleId="style4163">
    <w:name w:val="Grid Table 5 Dark Accent 6"/>
    <w:basedOn w:val="style105"/>
    <w:next w:val="style4163"/>
    <w:uiPriority w:val="50"/>
    <w:pPr>
      <w:spacing w:after="0"/>
    </w:pPr>
    <w:rPr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6cac7"/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2319"/>
      </w:tcPr>
    </w:tblStylePr>
    <w:tblStylePr w:type="lastRow">
      <w:pPr/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2319"/>
      </w:tcPr>
    </w:tblStylePr>
    <w:tblStylePr w:type="band1Horz">
      <w:pPr/>
      <w:tblPr/>
      <w:tcPr>
        <w:tcBorders/>
        <w:shd w:val="clear" w:color="auto" w:fill="ee968f"/>
      </w:tcPr>
    </w:tblStylePr>
    <w:tblStylePr w:type="firstCol">
      <w:pPr/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2319"/>
      </w:tcPr>
    </w:tblStylePr>
    <w:tblStylePr w:type="lastCol">
      <w:pPr/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2319"/>
      </w:tcPr>
    </w:tblStylePr>
    <w:tblStylePr w:type="band1Vert">
      <w:pPr/>
      <w:tblPr/>
      <w:tcPr>
        <w:tcBorders/>
        <w:shd w:val="clear" w:color="auto" w:fill="ee968f"/>
      </w:tcPr>
    </w:tblStylePr>
    <w:tcPr>
      <w:tcBorders/>
      <w:shd w:val="clear" w:color="auto" w:fill="f6cac7"/>
    </w:tcPr>
  </w:style>
  <w:style w:type="table" w:customStyle="1" w:styleId="style4164">
    <w:name w:val="Grid Table 6 Colorful"/>
    <w:basedOn w:val="style105"/>
    <w:next w:val="style4164"/>
    <w:uiPriority w:val="51"/>
    <w:pPr>
      <w:spacing w:after="0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666666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65">
    <w:name w:val="Grid Table 6 Colorful Accent 1"/>
    <w:basedOn w:val="style105"/>
    <w:next w:val="style4165"/>
    <w:uiPriority w:val="51"/>
    <w:pPr>
      <w:spacing w:after="0"/>
    </w:pPr>
    <w:rPr>
      <w:color w:val="005e80"/>
    </w:rPr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</w:rPr>
      <w:tblPr/>
      <w:tcPr>
        <w:tcBorders>
          <w:bottom w:val="single" w:sz="12" w:space="0" w:color="33caff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33caff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66">
    <w:name w:val="Grid Table 6 Colorful Accent 2"/>
    <w:basedOn w:val="style105"/>
    <w:next w:val="style4166"/>
    <w:uiPriority w:val="51"/>
    <w:pPr>
      <w:spacing w:after="0"/>
    </w:pPr>
    <w:rPr>
      <w:color w:val="0c365f"/>
    </w:rPr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</w:rPr>
      <w:tblPr/>
      <w:tcPr>
        <w:tcBorders>
          <w:bottom w:val="single" w:sz="12" w:space="0" w:color="3d91e5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3d91e5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67">
    <w:name w:val="Grid Table 6 Colorful Accent 3"/>
    <w:basedOn w:val="style105"/>
    <w:next w:val="style4167"/>
    <w:uiPriority w:val="51"/>
    <w:pPr>
      <w:spacing w:after="0"/>
    </w:pPr>
    <w:rPr>
      <w:color w:val="005a6a"/>
    </w:rPr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</w:rPr>
      <w:tblPr/>
      <w:tcPr>
        <w:tcBorders>
          <w:bottom w:val="single" w:sz="12" w:space="0" w:color="24ddfd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24ddfd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68">
    <w:name w:val="Grid Table 6 Colorful Accent 4"/>
    <w:basedOn w:val="style105"/>
    <w:next w:val="style4168"/>
    <w:uiPriority w:val="51"/>
    <w:pPr>
      <w:spacing w:after="0"/>
    </w:pPr>
    <w:rPr>
      <w:color w:val="403e33"/>
    </w:rPr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</w:rPr>
      <w:tblPr/>
      <w:tcPr>
        <w:tcBorders>
          <w:bottom w:val="single" w:sz="12" w:space="0" w:color="a09d88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a09d88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69">
    <w:name w:val="Grid Table 6 Colorful Accent 5"/>
    <w:basedOn w:val="style105"/>
    <w:next w:val="style4169"/>
    <w:uiPriority w:val="51"/>
    <w:pPr>
      <w:spacing w:after="0"/>
    </w:pPr>
    <w:rPr>
      <w:color w:val="5e2438"/>
    </w:rPr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</w:rPr>
      <w:tblPr/>
      <w:tcPr>
        <w:tcBorders>
          <w:bottom w:val="single" w:sz="12" w:space="0" w:color="c66e8d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c66e8d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70">
    <w:name w:val="Grid Table 6 Colorful Accent 6"/>
    <w:basedOn w:val="style105"/>
    <w:next w:val="style4170"/>
    <w:uiPriority w:val="51"/>
    <w:pPr>
      <w:spacing w:after="0"/>
    </w:pPr>
    <w:rPr>
      <w:color w:val="7b1a12"/>
    </w:rPr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</w:rPr>
      <w:tblPr/>
      <w:tcPr>
        <w:tcBorders>
          <w:bottom w:val="single" w:sz="12" w:space="0" w:color="e56258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e56258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71">
    <w:name w:val="Grid Table 7 Colorful"/>
    <w:basedOn w:val="style105"/>
    <w:next w:val="style4171"/>
    <w:uiPriority w:val="52"/>
    <w:pPr>
      <w:spacing w:after="0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cccccc"/>
      </w:tcPr>
    </w:tblStylePr>
    <w:tblStylePr w:type="neCell">
      <w:pPr/>
      <w:tblPr/>
      <w:tcPr>
        <w:tcBorders>
          <w:bottom w:val="single" w:sz="4" w:space="0" w:color="666666"/>
        </w:tcBorders>
      </w:tcPr>
    </w:tblStylePr>
    <w:tblStylePr w:type="nwCell">
      <w:pPr/>
      <w:tblPr/>
      <w:tcPr>
        <w:tcBorders>
          <w:bottom w:val="single" w:sz="4" w:space="0" w:color="666666"/>
        </w:tcBorders>
      </w:tcPr>
    </w:tblStylePr>
    <w:tblStylePr w:type="seCell">
      <w:pPr/>
      <w:tblPr/>
      <w:tcPr>
        <w:tcBorders>
          <w:top w:val="single" w:sz="4" w:space="0" w:color="666666"/>
        </w:tcBorders>
      </w:tcPr>
    </w:tblStylePr>
    <w:tblStylePr w:type="swCell">
      <w:pPr/>
      <w:tblPr/>
      <w:tcPr>
        <w:tcBorders>
          <w:top w:val="single" w:sz="4" w:space="0" w:color="666666"/>
        </w:tcBorders>
      </w:tcPr>
    </w:tblStylePr>
    <w:tcPr>
      <w:tcBorders/>
    </w:tcPr>
  </w:style>
  <w:style w:type="table" w:customStyle="1" w:styleId="style4172">
    <w:name w:val="Grid Table 7 Colorful Accent 1"/>
    <w:basedOn w:val="style105"/>
    <w:next w:val="style4172"/>
    <w:uiPriority w:val="52"/>
    <w:pPr>
      <w:spacing w:after="0"/>
    </w:pPr>
    <w:rPr>
      <w:color w:val="005e80"/>
    </w:rPr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  <w:insideV w:val="single" w:sz="4" w:space="0" w:color="33caff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bedff"/>
      </w:tcPr>
    </w:tblStylePr>
    <w:tblStylePr w:type="neCell">
      <w:pPr/>
      <w:tblPr/>
      <w:tcPr>
        <w:tcBorders>
          <w:bottom w:val="single" w:sz="4" w:space="0" w:color="33caff"/>
        </w:tcBorders>
      </w:tcPr>
    </w:tblStylePr>
    <w:tblStylePr w:type="nwCell">
      <w:pPr/>
      <w:tblPr/>
      <w:tcPr>
        <w:tcBorders>
          <w:bottom w:val="single" w:sz="4" w:space="0" w:color="33caff"/>
        </w:tcBorders>
      </w:tcPr>
    </w:tblStylePr>
    <w:tblStylePr w:type="seCell">
      <w:pPr/>
      <w:tblPr/>
      <w:tcPr>
        <w:tcBorders>
          <w:top w:val="single" w:sz="4" w:space="0" w:color="33caff"/>
        </w:tcBorders>
      </w:tcPr>
    </w:tblStylePr>
    <w:tblStylePr w:type="swCell">
      <w:pPr/>
      <w:tblPr/>
      <w:tcPr>
        <w:tcBorders>
          <w:top w:val="single" w:sz="4" w:space="0" w:color="33caff"/>
        </w:tcBorders>
      </w:tcPr>
    </w:tblStylePr>
    <w:tcPr>
      <w:tcBorders/>
    </w:tcPr>
  </w:style>
  <w:style w:type="table" w:customStyle="1" w:styleId="style4173">
    <w:name w:val="Grid Table 7 Colorful Accent 2"/>
    <w:basedOn w:val="style105"/>
    <w:next w:val="style4173"/>
    <w:uiPriority w:val="52"/>
    <w:pPr>
      <w:spacing w:after="0"/>
    </w:pPr>
    <w:rPr>
      <w:color w:val="0c365f"/>
    </w:rPr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  <w:insideV w:val="single" w:sz="4" w:space="0" w:color="3d91e5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edaf6"/>
      </w:tcPr>
    </w:tblStylePr>
    <w:tblStylePr w:type="neCell">
      <w:pPr/>
      <w:tblPr/>
      <w:tcPr>
        <w:tcBorders>
          <w:bottom w:val="single" w:sz="4" w:space="0" w:color="3d91e5"/>
        </w:tcBorders>
      </w:tcPr>
    </w:tblStylePr>
    <w:tblStylePr w:type="nwCell">
      <w:pPr/>
      <w:tblPr/>
      <w:tcPr>
        <w:tcBorders>
          <w:bottom w:val="single" w:sz="4" w:space="0" w:color="3d91e5"/>
        </w:tcBorders>
      </w:tcPr>
    </w:tblStylePr>
    <w:tblStylePr w:type="seCell">
      <w:pPr/>
      <w:tblPr/>
      <w:tcPr>
        <w:tcBorders>
          <w:top w:val="single" w:sz="4" w:space="0" w:color="3d91e5"/>
        </w:tcBorders>
      </w:tcPr>
    </w:tblStylePr>
    <w:tblStylePr w:type="swCell">
      <w:pPr/>
      <w:tblPr/>
      <w:tcPr>
        <w:tcBorders>
          <w:top w:val="single" w:sz="4" w:space="0" w:color="3d91e5"/>
        </w:tcBorders>
      </w:tcPr>
    </w:tblStylePr>
    <w:tcPr>
      <w:tcBorders/>
    </w:tcPr>
  </w:style>
  <w:style w:type="table" w:customStyle="1" w:styleId="style4174">
    <w:name w:val="Grid Table 7 Colorful Accent 3"/>
    <w:basedOn w:val="style105"/>
    <w:next w:val="style4174"/>
    <w:uiPriority w:val="52"/>
    <w:pPr>
      <w:spacing w:after="0"/>
    </w:pPr>
    <w:rPr>
      <w:color w:val="005a6a"/>
    </w:rPr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  <w:insideV w:val="single" w:sz="4" w:space="0" w:color="24ddf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5f3fe"/>
      </w:tcPr>
    </w:tblStylePr>
    <w:tblStylePr w:type="neCell">
      <w:pPr/>
      <w:tblPr/>
      <w:tcPr>
        <w:tcBorders>
          <w:bottom w:val="single" w:sz="4" w:space="0" w:color="24ddfd"/>
        </w:tcBorders>
      </w:tcPr>
    </w:tblStylePr>
    <w:tblStylePr w:type="nwCell">
      <w:pPr/>
      <w:tblPr/>
      <w:tcPr>
        <w:tcBorders>
          <w:bottom w:val="single" w:sz="4" w:space="0" w:color="24ddfd"/>
        </w:tcBorders>
      </w:tcPr>
    </w:tblStylePr>
    <w:tblStylePr w:type="seCell">
      <w:pPr/>
      <w:tblPr/>
      <w:tcPr>
        <w:tcBorders>
          <w:top w:val="single" w:sz="4" w:space="0" w:color="24ddfd"/>
        </w:tcBorders>
      </w:tcPr>
    </w:tblStylePr>
    <w:tblStylePr w:type="swCell">
      <w:pPr/>
      <w:tblPr/>
      <w:tcPr>
        <w:tcBorders>
          <w:top w:val="single" w:sz="4" w:space="0" w:color="24ddfd"/>
        </w:tcBorders>
      </w:tcPr>
    </w:tblStylePr>
    <w:tcPr>
      <w:tcBorders/>
    </w:tcPr>
  </w:style>
  <w:style w:type="table" w:customStyle="1" w:styleId="style4175">
    <w:name w:val="Grid Table 7 Colorful Accent 4"/>
    <w:basedOn w:val="style105"/>
    <w:next w:val="style4175"/>
    <w:uiPriority w:val="52"/>
    <w:pPr>
      <w:spacing w:after="0"/>
    </w:pPr>
    <w:rPr>
      <w:color w:val="403e33"/>
    </w:rPr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  <w:insideV w:val="single" w:sz="4" w:space="0" w:color="a09d8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dfded7"/>
      </w:tcPr>
    </w:tblStylePr>
    <w:tblStylePr w:type="neCell">
      <w:pPr/>
      <w:tblPr/>
      <w:tcPr>
        <w:tcBorders>
          <w:bottom w:val="single" w:sz="4" w:space="0" w:color="a09d88"/>
        </w:tcBorders>
      </w:tcPr>
    </w:tblStylePr>
    <w:tblStylePr w:type="nwCell">
      <w:pPr/>
      <w:tblPr/>
      <w:tcPr>
        <w:tcBorders>
          <w:bottom w:val="single" w:sz="4" w:space="0" w:color="a09d88"/>
        </w:tcBorders>
      </w:tcPr>
    </w:tblStylePr>
    <w:tblStylePr w:type="seCell">
      <w:pPr/>
      <w:tblPr/>
      <w:tcPr>
        <w:tcBorders>
          <w:top w:val="single" w:sz="4" w:space="0" w:color="a09d88"/>
        </w:tcBorders>
      </w:tcPr>
    </w:tblStylePr>
    <w:tblStylePr w:type="swCell">
      <w:pPr/>
      <w:tblPr/>
      <w:tcPr>
        <w:tcBorders>
          <w:top w:val="single" w:sz="4" w:space="0" w:color="a09d88"/>
        </w:tcBorders>
      </w:tcPr>
    </w:tblStylePr>
    <w:tcPr>
      <w:tcBorders/>
    </w:tcPr>
  </w:style>
  <w:style w:type="table" w:customStyle="1" w:styleId="style4176">
    <w:name w:val="Grid Table 7 Colorful Accent 5"/>
    <w:basedOn w:val="style105"/>
    <w:next w:val="style4176"/>
    <w:uiPriority w:val="52"/>
    <w:pPr>
      <w:spacing w:after="0"/>
    </w:pPr>
    <w:rPr>
      <w:color w:val="5e2438"/>
    </w:rPr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  <w:insideV w:val="single" w:sz="4" w:space="0" w:color="c66e8d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ecced9"/>
      </w:tcPr>
    </w:tblStylePr>
    <w:tblStylePr w:type="neCell">
      <w:pPr/>
      <w:tblPr/>
      <w:tcPr>
        <w:tcBorders>
          <w:bottom w:val="single" w:sz="4" w:space="0" w:color="c66e8d"/>
        </w:tcBorders>
      </w:tcPr>
    </w:tblStylePr>
    <w:tblStylePr w:type="nwCell">
      <w:pPr/>
      <w:tblPr/>
      <w:tcPr>
        <w:tcBorders>
          <w:bottom w:val="single" w:sz="4" w:space="0" w:color="c66e8d"/>
        </w:tcBorders>
      </w:tcPr>
    </w:tblStylePr>
    <w:tblStylePr w:type="seCell">
      <w:pPr/>
      <w:tblPr/>
      <w:tcPr>
        <w:tcBorders>
          <w:top w:val="single" w:sz="4" w:space="0" w:color="c66e8d"/>
        </w:tcBorders>
      </w:tcPr>
    </w:tblStylePr>
    <w:tblStylePr w:type="swCell">
      <w:pPr/>
      <w:tblPr/>
      <w:tcPr>
        <w:tcBorders>
          <w:top w:val="single" w:sz="4" w:space="0" w:color="c66e8d"/>
        </w:tcBorders>
      </w:tcPr>
    </w:tblStylePr>
    <w:tcPr>
      <w:tcBorders/>
    </w:tcPr>
  </w:style>
  <w:style w:type="table" w:customStyle="1" w:styleId="style4177">
    <w:name w:val="Grid Table 7 Colorful Accent 6"/>
    <w:basedOn w:val="style105"/>
    <w:next w:val="style4177"/>
    <w:uiPriority w:val="52"/>
    <w:pPr>
      <w:spacing w:after="0"/>
    </w:pPr>
    <w:rPr>
      <w:color w:val="7b1a12"/>
    </w:rPr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  <w:insideV w:val="single" w:sz="4" w:space="0" w:color="e56258"/>
      </w:tblBorders>
    </w:tblPr>
    <w:tblStylePr w:type="firstRow">
      <w:pPr/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6cac7"/>
      </w:tcPr>
    </w:tblStylePr>
    <w:tblStylePr w:type="neCell">
      <w:pPr/>
      <w:tblPr/>
      <w:tcPr>
        <w:tcBorders>
          <w:bottom w:val="single" w:sz="4" w:space="0" w:color="e56258"/>
        </w:tcBorders>
      </w:tcPr>
    </w:tblStylePr>
    <w:tblStylePr w:type="nwCell">
      <w:pPr/>
      <w:tblPr/>
      <w:tcPr>
        <w:tcBorders>
          <w:bottom w:val="single" w:sz="4" w:space="0" w:color="e56258"/>
        </w:tcBorders>
      </w:tcPr>
    </w:tblStylePr>
    <w:tblStylePr w:type="seCell">
      <w:pPr/>
      <w:tblPr/>
      <w:tcPr>
        <w:tcBorders>
          <w:top w:val="single" w:sz="4" w:space="0" w:color="e56258"/>
        </w:tcBorders>
      </w:tcPr>
    </w:tblStylePr>
    <w:tblStylePr w:type="swCell">
      <w:pPr/>
      <w:tblPr/>
      <w:tcPr>
        <w:tcBorders>
          <w:top w:val="single" w:sz="4" w:space="0" w:color="e56258"/>
        </w:tcBorders>
      </w:tcPr>
    </w:tblStylePr>
    <w:tcPr>
      <w:tcBorders/>
    </w:tcPr>
  </w:style>
  <w:style w:type="character" w:customStyle="1" w:styleId="style4178">
    <w:name w:val="Heading 5 Char_04753226-8105-4f1e-9e1d-53acf2f0c3ca"/>
    <w:basedOn w:val="style65"/>
    <w:next w:val="style4178"/>
    <w:link w:val="style5"/>
    <w:uiPriority w:val="9"/>
    <w:rPr>
      <w:rFonts w:ascii="Rockwell" w:cs="宋体" w:eastAsia="宋体" w:hAnsi="Rockwell"/>
      <w:color w:val="005e80"/>
    </w:rPr>
  </w:style>
  <w:style w:type="character" w:customStyle="1" w:styleId="style4179">
    <w:name w:val="Heading 6 Char_32ac35ed-1c7e-4212-8813-94876a3a88e3"/>
    <w:basedOn w:val="style65"/>
    <w:next w:val="style4179"/>
    <w:link w:val="style6"/>
    <w:uiPriority w:val="9"/>
    <w:rPr>
      <w:rFonts w:ascii="Rockwell" w:cs="宋体" w:eastAsia="宋体" w:hAnsi="Rockwell"/>
      <w:color w:val="003f55"/>
    </w:rPr>
  </w:style>
  <w:style w:type="character" w:customStyle="1" w:styleId="style4180">
    <w:name w:val="Heading 7 Char_2191dbe1-0975-4f53-aaa6-1289ebf40867"/>
    <w:basedOn w:val="style65"/>
    <w:next w:val="style4180"/>
    <w:link w:val="style7"/>
    <w:uiPriority w:val="9"/>
    <w:rPr>
      <w:rFonts w:ascii="Rockwell" w:cs="宋体" w:eastAsia="宋体" w:hAnsi="Rockwell"/>
      <w:i/>
      <w:iCs/>
      <w:color w:val="003f55"/>
    </w:rPr>
  </w:style>
  <w:style w:type="character" w:styleId="style95">
    <w:name w:val="HTML Acronym"/>
    <w:basedOn w:val="style65"/>
    <w:next w:val="style95"/>
    <w:uiPriority w:val="99"/>
  </w:style>
  <w:style w:type="paragraph" w:styleId="style96">
    <w:name w:val="HTML Address"/>
    <w:basedOn w:val="style0"/>
    <w:next w:val="style96"/>
    <w:link w:val="style4181"/>
    <w:uiPriority w:val="99"/>
    <w:pPr>
      <w:spacing w:after="0"/>
    </w:pPr>
    <w:rPr>
      <w:i/>
      <w:iCs/>
    </w:rPr>
  </w:style>
  <w:style w:type="character" w:customStyle="1" w:styleId="style4181">
    <w:name w:val="HTML Address Char"/>
    <w:basedOn w:val="style65"/>
    <w:next w:val="style4181"/>
    <w:link w:val="style96"/>
    <w:uiPriority w:val="99"/>
    <w:rPr>
      <w:i/>
      <w:iCs/>
    </w:rPr>
  </w:style>
  <w:style w:type="character" w:styleId="style97">
    <w:name w:val="HTML Cite"/>
    <w:basedOn w:val="style65"/>
    <w:next w:val="style97"/>
    <w:uiPriority w:val="99"/>
    <w:rPr>
      <w:i/>
      <w:iCs/>
    </w:rPr>
  </w:style>
  <w:style w:type="character" w:styleId="style99">
    <w:name w:val="HTML Definition"/>
    <w:basedOn w:val="style65"/>
    <w:next w:val="style99"/>
    <w:uiPriority w:val="99"/>
    <w:rPr>
      <w:i/>
      <w:iCs/>
    </w:rPr>
  </w:style>
  <w:style w:type="character" w:styleId="style102">
    <w:name w:val="HTML Sample"/>
    <w:basedOn w:val="style65"/>
    <w:next w:val="style102"/>
    <w:uiPriority w:val="99"/>
    <w:rPr>
      <w:rFonts w:ascii="Consolas" w:hAnsi="Consolas"/>
      <w:sz w:val="24"/>
      <w:szCs w:val="24"/>
    </w:rPr>
  </w:style>
  <w:style w:type="character" w:styleId="style104">
    <w:name w:val="HTML Variable"/>
    <w:basedOn w:val="style65"/>
    <w:next w:val="style104"/>
    <w:uiPriority w:val="99"/>
    <w:rPr>
      <w:i/>
      <w:iCs/>
    </w:rPr>
  </w:style>
  <w:style w:type="character" w:styleId="style85">
    <w:name w:val="Hyperlink"/>
    <w:basedOn w:val="style65"/>
    <w:next w:val="style85"/>
    <w:uiPriority w:val="99"/>
    <w:rPr>
      <w:color w:val="036181"/>
      <w:u w:val="single"/>
    </w:rPr>
  </w:style>
  <w:style w:type="paragraph" w:styleId="style10">
    <w:name w:val="index 1"/>
    <w:basedOn w:val="style0"/>
    <w:next w:val="style0"/>
    <w:uiPriority w:val="99"/>
    <w:pPr>
      <w:spacing w:after="0"/>
      <w:ind w:left="220" w:hanging="220"/>
    </w:pPr>
    <w:rPr/>
  </w:style>
  <w:style w:type="paragraph" w:styleId="style11">
    <w:name w:val="index 2"/>
    <w:basedOn w:val="style0"/>
    <w:next w:val="style0"/>
    <w:uiPriority w:val="99"/>
    <w:pPr>
      <w:spacing w:after="0"/>
      <w:ind w:left="440" w:hanging="220"/>
    </w:pPr>
    <w:rPr/>
  </w:style>
  <w:style w:type="paragraph" w:styleId="style12">
    <w:name w:val="index 3"/>
    <w:basedOn w:val="style0"/>
    <w:next w:val="style0"/>
    <w:uiPriority w:val="99"/>
    <w:pPr>
      <w:spacing w:after="0"/>
      <w:ind w:left="660" w:hanging="220"/>
    </w:pPr>
    <w:rPr/>
  </w:style>
  <w:style w:type="paragraph" w:styleId="style13">
    <w:name w:val="index 4"/>
    <w:basedOn w:val="style0"/>
    <w:next w:val="style0"/>
    <w:uiPriority w:val="99"/>
    <w:pPr>
      <w:spacing w:after="0"/>
      <w:ind w:left="880" w:hanging="220"/>
    </w:pPr>
    <w:rPr/>
  </w:style>
  <w:style w:type="paragraph" w:styleId="style14">
    <w:name w:val="index 5"/>
    <w:basedOn w:val="style0"/>
    <w:next w:val="style0"/>
    <w:uiPriority w:val="99"/>
    <w:pPr>
      <w:spacing w:after="0"/>
      <w:ind w:left="1100" w:hanging="220"/>
    </w:pPr>
    <w:rPr/>
  </w:style>
  <w:style w:type="paragraph" w:styleId="style15">
    <w:name w:val="index 6"/>
    <w:basedOn w:val="style0"/>
    <w:next w:val="style0"/>
    <w:uiPriority w:val="99"/>
    <w:pPr>
      <w:spacing w:after="0"/>
      <w:ind w:left="1320" w:hanging="220"/>
    </w:pPr>
    <w:rPr/>
  </w:style>
  <w:style w:type="paragraph" w:styleId="style16">
    <w:name w:val="index 7"/>
    <w:basedOn w:val="style0"/>
    <w:next w:val="style0"/>
    <w:uiPriority w:val="99"/>
    <w:pPr>
      <w:spacing w:after="0"/>
      <w:ind w:left="1540" w:hanging="220"/>
    </w:pPr>
    <w:rPr/>
  </w:style>
  <w:style w:type="paragraph" w:styleId="style17">
    <w:name w:val="index 8"/>
    <w:basedOn w:val="style0"/>
    <w:next w:val="style0"/>
    <w:uiPriority w:val="99"/>
    <w:pPr>
      <w:spacing w:after="0"/>
      <w:ind w:left="1760" w:hanging="220"/>
    </w:pPr>
    <w:rPr/>
  </w:style>
  <w:style w:type="paragraph" w:styleId="style18">
    <w:name w:val="index 9"/>
    <w:basedOn w:val="style0"/>
    <w:next w:val="style0"/>
    <w:uiPriority w:val="99"/>
    <w:pPr>
      <w:spacing w:after="0"/>
      <w:ind w:left="1980" w:hanging="220"/>
    </w:pPr>
    <w:rPr/>
  </w:style>
  <w:style w:type="paragraph" w:styleId="style33">
    <w:name w:val="index heading"/>
    <w:basedOn w:val="style0"/>
    <w:next w:val="style10"/>
    <w:uiPriority w:val="99"/>
    <w:pPr/>
    <w:rPr>
      <w:rFonts w:ascii="Rockwell" w:cs="宋体" w:eastAsia="宋体" w:hAnsi="Rockwell"/>
      <w:b/>
      <w:bCs/>
    </w:rPr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007fab"/>
    </w:rPr>
  </w:style>
  <w:style w:type="table" w:styleId="style160">
    <w:name w:val="Light Grid"/>
    <w:basedOn w:val="style105"/>
    <w:next w:val="style160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cPr>
      <w:tcBorders/>
    </w:tcPr>
  </w:style>
  <w:style w:type="table" w:styleId="style174">
    <w:name w:val="Light Grid Accent 1"/>
    <w:basedOn w:val="style105"/>
    <w:next w:val="style174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  <w:insideH w:val="single" w:sz="8" w:space="0" w:color="007fab"/>
        <w:insideV w:val="single" w:sz="8" w:space="0" w:color="007fab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007fab"/>
          <w:left w:val="single" w:sz="8" w:space="0" w:color="007fab"/>
          <w:bottom w:val="single" w:sz="18" w:space="0" w:color="007fab"/>
          <w:right w:val="single" w:sz="8" w:space="0" w:color="007fab"/>
          <w:insideH w:val="nil"/>
          <w:insideV w:val="single" w:sz="8" w:space="0" w:color="007fab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007fab"/>
          <w:left w:val="single" w:sz="8" w:space="0" w:color="007fab"/>
          <w:bottom w:val="single" w:sz="8" w:space="0" w:color="007fab"/>
          <w:right w:val="single" w:sz="8" w:space="0" w:color="007fab"/>
          <w:insideH w:val="nil"/>
          <w:insideV w:val="single" w:sz="8" w:space="0" w:color="007fab"/>
        </w:tcBorders>
      </w:tcPr>
    </w:tblStylePr>
    <w:tblStylePr w:type="band1Horz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  <w:insideV w:val="single" w:sz="8" w:space="0" w:color="007fab"/>
        </w:tcBorders>
        <w:shd w:val="clear" w:color="auto" w:fill="abe9ff"/>
      </w:tcPr>
    </w:tblStylePr>
    <w:tblStylePr w:type="band2Horz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  <w:insideV w:val="single" w:sz="8" w:space="0" w:color="007fab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blStylePr w:type="band1Vert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  <w:shd w:val="clear" w:color="auto" w:fill="abe9ff"/>
      </w:tcPr>
    </w:tblStylePr>
    <w:tcPr>
      <w:tcBorders/>
    </w:tcPr>
  </w:style>
  <w:style w:type="table" w:styleId="style192">
    <w:name w:val="Light Grid Accent 2"/>
    <w:basedOn w:val="style105"/>
    <w:next w:val="style192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  <w:insideH w:val="single" w:sz="8" w:space="0" w:color="114980"/>
        <w:insideV w:val="single" w:sz="8" w:space="0" w:color="114980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114980"/>
          <w:left w:val="single" w:sz="8" w:space="0" w:color="114980"/>
          <w:bottom w:val="single" w:sz="18" w:space="0" w:color="114980"/>
          <w:right w:val="single" w:sz="8" w:space="0" w:color="114980"/>
          <w:insideH w:val="nil"/>
          <w:insideV w:val="single" w:sz="8" w:space="0" w:color="114980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114980"/>
          <w:left w:val="single" w:sz="8" w:space="0" w:color="114980"/>
          <w:bottom w:val="single" w:sz="8" w:space="0" w:color="114980"/>
          <w:right w:val="single" w:sz="8" w:space="0" w:color="114980"/>
          <w:insideH w:val="nil"/>
          <w:insideV w:val="single" w:sz="8" w:space="0" w:color="114980"/>
        </w:tcBorders>
      </w:tcPr>
    </w:tblStylePr>
    <w:tblStylePr w:type="band1Horz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  <w:insideV w:val="single" w:sz="8" w:space="0" w:color="114980"/>
        </w:tcBorders>
        <w:shd w:val="clear" w:color="auto" w:fill="afd1f4"/>
      </w:tcPr>
    </w:tblStylePr>
    <w:tblStylePr w:type="band2Horz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  <w:insideV w:val="single" w:sz="8" w:space="0" w:color="114980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blStylePr w:type="band1Vert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  <w:shd w:val="clear" w:color="auto" w:fill="afd1f4"/>
      </w:tcPr>
    </w:tblStylePr>
    <w:tcPr>
      <w:tcBorders/>
    </w:tcPr>
  </w:style>
  <w:style w:type="table" w:styleId="style206">
    <w:name w:val="Light Grid Accent 3"/>
    <w:basedOn w:val="style105"/>
    <w:next w:val="style206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  <w:insideH w:val="single" w:sz="8" w:space="0" w:color="017a8e"/>
        <w:insideV w:val="single" w:sz="8" w:space="0" w:color="017a8e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017a8e"/>
          <w:left w:val="single" w:sz="8" w:space="0" w:color="017a8e"/>
          <w:bottom w:val="single" w:sz="18" w:space="0" w:color="017a8e"/>
          <w:right w:val="single" w:sz="8" w:space="0" w:color="017a8e"/>
          <w:insideH w:val="nil"/>
          <w:insideV w:val="single" w:sz="8" w:space="0" w:color="017a8e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017a8e"/>
          <w:left w:val="single" w:sz="8" w:space="0" w:color="017a8e"/>
          <w:bottom w:val="single" w:sz="8" w:space="0" w:color="017a8e"/>
          <w:right w:val="single" w:sz="8" w:space="0" w:color="017a8e"/>
          <w:insideH w:val="nil"/>
          <w:insideV w:val="single" w:sz="8" w:space="0" w:color="017a8e"/>
        </w:tcBorders>
      </w:tcPr>
    </w:tblStylePr>
    <w:tblStylePr w:type="band1Horz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  <w:insideV w:val="single" w:sz="8" w:space="0" w:color="017a8e"/>
        </w:tcBorders>
        <w:shd w:val="clear" w:color="auto" w:fill="a4f1fe"/>
      </w:tcPr>
    </w:tblStylePr>
    <w:tblStylePr w:type="band2Horz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  <w:insideV w:val="single" w:sz="8" w:space="0" w:color="017a8e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blStylePr w:type="band1Vert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  <w:shd w:val="clear" w:color="auto" w:fill="a4f1fe"/>
      </w:tcPr>
    </w:tblStylePr>
    <w:tcPr>
      <w:tcBorders/>
    </w:tcPr>
  </w:style>
  <w:style w:type="table" w:styleId="style220">
    <w:name w:val="Light Grid Accent 4"/>
    <w:basedOn w:val="style105"/>
    <w:next w:val="style220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  <w:insideH w:val="single" w:sz="8" w:space="0" w:color="565445"/>
        <w:insideV w:val="single" w:sz="8" w:space="0" w:color="565445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565445"/>
          <w:left w:val="single" w:sz="8" w:space="0" w:color="565445"/>
          <w:bottom w:val="single" w:sz="18" w:space="0" w:color="565445"/>
          <w:right w:val="single" w:sz="8" w:space="0" w:color="565445"/>
          <w:insideH w:val="nil"/>
          <w:insideV w:val="single" w:sz="8" w:space="0" w:color="565445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565445"/>
          <w:left w:val="single" w:sz="8" w:space="0" w:color="565445"/>
          <w:bottom w:val="single" w:sz="8" w:space="0" w:color="565445"/>
          <w:right w:val="single" w:sz="8" w:space="0" w:color="565445"/>
          <w:insideH w:val="nil"/>
          <w:insideV w:val="single" w:sz="8" w:space="0" w:color="565445"/>
        </w:tcBorders>
      </w:tcPr>
    </w:tblStylePr>
    <w:tblStylePr w:type="band1Horz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  <w:insideV w:val="single" w:sz="8" w:space="0" w:color="565445"/>
        </w:tcBorders>
        <w:shd w:val="clear" w:color="auto" w:fill="d7d6ce"/>
      </w:tcPr>
    </w:tblStylePr>
    <w:tblStylePr w:type="band2Horz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  <w:insideV w:val="single" w:sz="8" w:space="0" w:color="565445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blStylePr w:type="band1Vert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  <w:shd w:val="clear" w:color="auto" w:fill="d7d6ce"/>
      </w:tcPr>
    </w:tblStylePr>
    <w:tcPr>
      <w:tcBorders/>
    </w:tcPr>
  </w:style>
  <w:style w:type="table" w:styleId="style234">
    <w:name w:val="Light Grid Accent 5"/>
    <w:basedOn w:val="style105"/>
    <w:next w:val="style234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  <w:insideH w:val="single" w:sz="8" w:space="0" w:color="7e314c"/>
        <w:insideV w:val="single" w:sz="8" w:space="0" w:color="7e314c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7e314c"/>
          <w:left w:val="single" w:sz="8" w:space="0" w:color="7e314c"/>
          <w:bottom w:val="single" w:sz="18" w:space="0" w:color="7e314c"/>
          <w:right w:val="single" w:sz="8" w:space="0" w:color="7e314c"/>
          <w:insideH w:val="nil"/>
          <w:insideV w:val="single" w:sz="8" w:space="0" w:color="7e314c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7e314c"/>
          <w:left w:val="single" w:sz="8" w:space="0" w:color="7e314c"/>
          <w:bottom w:val="single" w:sz="8" w:space="0" w:color="7e314c"/>
          <w:right w:val="single" w:sz="8" w:space="0" w:color="7e314c"/>
          <w:insideH w:val="nil"/>
          <w:insideV w:val="single" w:sz="8" w:space="0" w:color="7e314c"/>
        </w:tcBorders>
      </w:tcPr>
    </w:tblStylePr>
    <w:tblStylePr w:type="band1Horz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  <w:insideV w:val="single" w:sz="8" w:space="0" w:color="7e314c"/>
        </w:tcBorders>
        <w:shd w:val="clear" w:color="auto" w:fill="e7c3cf"/>
      </w:tcPr>
    </w:tblStylePr>
    <w:tblStylePr w:type="band2Horz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  <w:insideV w:val="single" w:sz="8" w:space="0" w:color="7e314c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band1Vert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  <w:shd w:val="clear" w:color="auto" w:fill="e7c3cf"/>
      </w:tcPr>
    </w:tblStylePr>
    <w:tcPr>
      <w:tcBorders/>
    </w:tcPr>
  </w:style>
  <w:style w:type="table" w:styleId="style248">
    <w:name w:val="Light Grid Accent 6"/>
    <w:basedOn w:val="style105"/>
    <w:next w:val="style248"/>
    <w:uiPriority w:val="62"/>
    <w:pPr>
      <w:spacing w:after="0"/>
    </w:pPr>
    <w:rPr/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  <w:insideH w:val="single" w:sz="8" w:space="0" w:color="a52319"/>
        <w:insideV w:val="single" w:sz="8" w:space="0" w:color="a52319"/>
      </w:tblBorders>
    </w:tblPr>
    <w:tblStylePr w:type="fir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single" w:sz="8" w:space="0" w:color="a52319"/>
          <w:left w:val="single" w:sz="8" w:space="0" w:color="a52319"/>
          <w:bottom w:val="single" w:sz="18" w:space="0" w:color="a52319"/>
          <w:right w:val="single" w:sz="8" w:space="0" w:color="a52319"/>
          <w:insideH w:val="nil"/>
          <w:insideV w:val="single" w:sz="8" w:space="0" w:color="a52319"/>
        </w:tcBorders>
      </w:tcPr>
    </w:tblStylePr>
    <w:tblStylePr w:type="lastRow">
      <w:pPr>
        <w:spacing w:before="0" w:after="0" w:lineRule="auto" w:line="240"/>
      </w:pPr>
      <w:rPr>
        <w:rFonts w:ascii="Rockwell" w:cs="宋体" w:eastAsia="宋体" w:hAnsi="Rockwell"/>
        <w:b/>
        <w:bCs/>
      </w:rPr>
      <w:tblPr/>
      <w:tcPr>
        <w:tcBorders>
          <w:top w:val="double" w:sz="6" w:space="0" w:color="a52319"/>
          <w:left w:val="single" w:sz="8" w:space="0" w:color="a52319"/>
          <w:bottom w:val="single" w:sz="8" w:space="0" w:color="a52319"/>
          <w:right w:val="single" w:sz="8" w:space="0" w:color="a52319"/>
          <w:insideH w:val="nil"/>
          <w:insideV w:val="single" w:sz="8" w:space="0" w:color="a52319"/>
        </w:tcBorders>
      </w:tcPr>
    </w:tblStylePr>
    <w:tblStylePr w:type="band1Horz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  <w:insideV w:val="single" w:sz="8" w:space="0" w:color="a52319"/>
        </w:tcBorders>
        <w:shd w:val="clear" w:color="auto" w:fill="f4beba"/>
      </w:tcPr>
    </w:tblStylePr>
    <w:tblStylePr w:type="band2Horz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  <w:insideV w:val="single" w:sz="8" w:space="0" w:color="a52319"/>
        </w:tcBorders>
      </w:tcPr>
    </w:tblStylePr>
    <w:tblStylePr w:type="firstCol">
      <w:pPr/>
      <w:rPr>
        <w:rFonts w:ascii="Rockwell" w:cs="宋体" w:eastAsia="宋体" w:hAnsi="Rockwell"/>
        <w:b/>
        <w:bCs/>
      </w:rPr>
      <w:tcPr>
        <w:tcBorders/>
      </w:tcPr>
    </w:tblStylePr>
    <w:tblStylePr w:type="lastCol">
      <w:pPr/>
      <w:rPr>
        <w:rFonts w:ascii="Rockwell" w:cs="宋体" w:eastAsia="宋体" w:hAnsi="Rockwell"/>
        <w:b/>
        <w:bCs/>
      </w:rPr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blStylePr w:type="band1Vert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  <w:shd w:val="clear" w:color="auto" w:fill="f4beba"/>
      </w:tcPr>
    </w:tblStylePr>
    <w:tcPr>
      <w:tcBorders/>
    </w:tcPr>
  </w:style>
  <w:style w:type="table" w:styleId="style159">
    <w:name w:val="Light List"/>
    <w:basedOn w:val="style105"/>
    <w:next w:val="style159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cPr>
      <w:tcBorders/>
    </w:tcPr>
  </w:style>
  <w:style w:type="table" w:styleId="style173">
    <w:name w:val="Light List Accent 1"/>
    <w:basedOn w:val="style105"/>
    <w:next w:val="style173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07fab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blStylePr w:type="band1Horz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07fab"/>
          <w:left w:val="single" w:sz="8" w:space="0" w:color="007fab"/>
          <w:bottom w:val="single" w:sz="8" w:space="0" w:color="007fab"/>
          <w:right w:val="single" w:sz="8" w:space="0" w:color="007fab"/>
        </w:tcBorders>
      </w:tcPr>
    </w:tblStylePr>
    <w:tcPr>
      <w:tcBorders/>
    </w:tcPr>
  </w:style>
  <w:style w:type="table" w:styleId="style191">
    <w:name w:val="Light List Accent 2"/>
    <w:basedOn w:val="style105"/>
    <w:next w:val="style191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11498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blStylePr w:type="band1Horz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114980"/>
          <w:left w:val="single" w:sz="8" w:space="0" w:color="114980"/>
          <w:bottom w:val="single" w:sz="8" w:space="0" w:color="114980"/>
          <w:right w:val="single" w:sz="8" w:space="0" w:color="114980"/>
        </w:tcBorders>
      </w:tcPr>
    </w:tblStylePr>
    <w:tcPr>
      <w:tcBorders/>
    </w:tcPr>
  </w:style>
  <w:style w:type="table" w:styleId="style205">
    <w:name w:val="Light List Accent 3"/>
    <w:basedOn w:val="style105"/>
    <w:next w:val="style205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017a8e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blStylePr w:type="band1Horz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017a8e"/>
          <w:left w:val="single" w:sz="8" w:space="0" w:color="017a8e"/>
          <w:bottom w:val="single" w:sz="8" w:space="0" w:color="017a8e"/>
          <w:right w:val="single" w:sz="8" w:space="0" w:color="017a8e"/>
        </w:tcBorders>
      </w:tcPr>
    </w:tblStylePr>
    <w:tcPr>
      <w:tcBorders/>
    </w:tcPr>
  </w:style>
  <w:style w:type="table" w:styleId="style219">
    <w:name w:val="Light List Accent 4"/>
    <w:basedOn w:val="style105"/>
    <w:next w:val="style219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565445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blStylePr w:type="band1Horz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565445"/>
          <w:left w:val="single" w:sz="8" w:space="0" w:color="565445"/>
          <w:bottom w:val="single" w:sz="8" w:space="0" w:color="565445"/>
          <w:right w:val="single" w:sz="8" w:space="0" w:color="565445"/>
        </w:tcBorders>
      </w:tcPr>
    </w:tblStylePr>
    <w:tcPr>
      <w:tcBorders/>
    </w:tcPr>
  </w:style>
  <w:style w:type="table" w:styleId="style233">
    <w:name w:val="Light List Accent 5"/>
    <w:basedOn w:val="style105"/>
    <w:next w:val="style233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7e314c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band1Horz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7e314c"/>
          <w:left w:val="single" w:sz="8" w:space="0" w:color="7e314c"/>
          <w:bottom w:val="single" w:sz="8" w:space="0" w:color="7e314c"/>
          <w:right w:val="single" w:sz="8" w:space="0" w:color="7e314c"/>
        </w:tcBorders>
      </w:tcPr>
    </w:tblStylePr>
    <w:tcPr>
      <w:tcBorders/>
    </w:tcPr>
  </w:style>
  <w:style w:type="table" w:styleId="style247">
    <w:name w:val="Light List Accent 6"/>
    <w:basedOn w:val="style105"/>
    <w:next w:val="style247"/>
    <w:uiPriority w:val="61"/>
    <w:pPr>
      <w:spacing w:after="0"/>
    </w:pPr>
    <w:rPr/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/>
        <w:shd w:val="clear" w:color="auto" w:fill="a5231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blStylePr w:type="band1Horz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top w:val="single" w:sz="8" w:space="0" w:color="a52319"/>
          <w:left w:val="single" w:sz="8" w:space="0" w:color="a52319"/>
          <w:bottom w:val="single" w:sz="8" w:space="0" w:color="a52319"/>
          <w:right w:val="single" w:sz="8" w:space="0" w:color="a52319"/>
        </w:tcBorders>
      </w:tcPr>
    </w:tblStylePr>
    <w:tcPr>
      <w:tcBorders/>
    </w:tcPr>
  </w:style>
  <w:style w:type="table" w:styleId="style158">
    <w:name w:val="Light Shading"/>
    <w:basedOn w:val="style105"/>
    <w:next w:val="style158"/>
    <w:uiPriority w:val="60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table" w:styleId="style172">
    <w:name w:val="Light Shading Accent 1"/>
    <w:basedOn w:val="style105"/>
    <w:next w:val="style172"/>
    <w:uiPriority w:val="60"/>
    <w:pPr>
      <w:spacing w:after="0"/>
    </w:pPr>
    <w:rPr>
      <w:color w:val="005e80"/>
    </w:rPr>
    <w:tblPr>
      <w:tblStyleRowBandSize w:val="1"/>
      <w:tblStyleColBandSize w:val="1"/>
      <w:tblBorders>
        <w:top w:val="single" w:sz="8" w:space="0" w:color="007fab"/>
        <w:bottom w:val="single" w:sz="8" w:space="0" w:color="007fab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7fab"/>
          <w:left w:val="nil"/>
          <w:bottom w:val="single" w:sz="8" w:space="0" w:color="007fab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7fab"/>
          <w:left w:val="nil"/>
          <w:bottom w:val="single" w:sz="8" w:space="0" w:color="007fab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be9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be9ff"/>
      </w:tcPr>
    </w:tblStylePr>
    <w:tcPr>
      <w:tcBorders/>
    </w:tcPr>
  </w:style>
  <w:style w:type="table" w:styleId="style190">
    <w:name w:val="Light Shading Accent 2"/>
    <w:basedOn w:val="style105"/>
    <w:next w:val="style190"/>
    <w:uiPriority w:val="60"/>
    <w:pPr>
      <w:spacing w:after="0"/>
    </w:pPr>
    <w:rPr>
      <w:color w:val="0c365f"/>
    </w:rPr>
    <w:tblPr>
      <w:tblStyleRowBandSize w:val="1"/>
      <w:tblStyleColBandSize w:val="1"/>
      <w:tblBorders>
        <w:top w:val="single" w:sz="8" w:space="0" w:color="114980"/>
        <w:bottom w:val="single" w:sz="8" w:space="0" w:color="114980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114980"/>
          <w:left w:val="nil"/>
          <w:bottom w:val="single" w:sz="8" w:space="0" w:color="11498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114980"/>
          <w:left w:val="nil"/>
          <w:bottom w:val="single" w:sz="8" w:space="0" w:color="11498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fd1f4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fd1f4"/>
      </w:tcPr>
    </w:tblStylePr>
    <w:tcPr>
      <w:tcBorders/>
    </w:tcPr>
  </w:style>
  <w:style w:type="table" w:styleId="style204">
    <w:name w:val="Light Shading Accent 3"/>
    <w:basedOn w:val="style105"/>
    <w:next w:val="style204"/>
    <w:uiPriority w:val="60"/>
    <w:pPr>
      <w:spacing w:after="0"/>
    </w:pPr>
    <w:rPr>
      <w:color w:val="005a6a"/>
    </w:rPr>
    <w:tblPr>
      <w:tblStyleRowBandSize w:val="1"/>
      <w:tblStyleColBandSize w:val="1"/>
      <w:tblBorders>
        <w:top w:val="single" w:sz="8" w:space="0" w:color="017a8e"/>
        <w:bottom w:val="single" w:sz="8" w:space="0" w:color="017a8e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17a8e"/>
          <w:left w:val="nil"/>
          <w:bottom w:val="single" w:sz="8" w:space="0" w:color="017a8e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17a8e"/>
          <w:left w:val="nil"/>
          <w:bottom w:val="single" w:sz="8" w:space="0" w:color="017a8e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4f1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4f1fe"/>
      </w:tcPr>
    </w:tblStylePr>
    <w:tcPr>
      <w:tcBorders/>
    </w:tcPr>
  </w:style>
  <w:style w:type="table" w:styleId="style218">
    <w:name w:val="Light Shading Accent 4"/>
    <w:basedOn w:val="style105"/>
    <w:next w:val="style218"/>
    <w:uiPriority w:val="60"/>
    <w:pPr>
      <w:spacing w:after="0"/>
    </w:pPr>
    <w:rPr>
      <w:color w:val="403e33"/>
    </w:rPr>
    <w:tblPr>
      <w:tblStyleRowBandSize w:val="1"/>
      <w:tblStyleColBandSize w:val="1"/>
      <w:tblBorders>
        <w:top w:val="single" w:sz="8" w:space="0" w:color="565445"/>
        <w:bottom w:val="single" w:sz="8" w:space="0" w:color="565445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565445"/>
          <w:left w:val="nil"/>
          <w:bottom w:val="single" w:sz="8" w:space="0" w:color="565445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565445"/>
          <w:left w:val="nil"/>
          <w:bottom w:val="single" w:sz="8" w:space="0" w:color="565445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7d6c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7d6ce"/>
      </w:tcPr>
    </w:tblStylePr>
    <w:tcPr>
      <w:tcBorders/>
    </w:tcPr>
  </w:style>
  <w:style w:type="table" w:styleId="style232">
    <w:name w:val="Light Shading Accent 5"/>
    <w:basedOn w:val="style105"/>
    <w:next w:val="style232"/>
    <w:uiPriority w:val="60"/>
    <w:pPr>
      <w:spacing w:after="0"/>
    </w:pPr>
    <w:rPr>
      <w:color w:val="5e2438"/>
    </w:rPr>
    <w:tblPr>
      <w:tblStyleRowBandSize w:val="1"/>
      <w:tblStyleColBandSize w:val="1"/>
      <w:tblBorders>
        <w:top w:val="single" w:sz="8" w:space="0" w:color="7e314c"/>
        <w:bottom w:val="single" w:sz="8" w:space="0" w:color="7e314c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7e314c"/>
          <w:left w:val="nil"/>
          <w:bottom w:val="single" w:sz="8" w:space="0" w:color="7e314c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7e314c"/>
          <w:left w:val="nil"/>
          <w:bottom w:val="single" w:sz="8" w:space="0" w:color="7e314c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cPr>
      <w:tcBorders/>
    </w:tcPr>
  </w:style>
  <w:style w:type="table" w:styleId="style246">
    <w:name w:val="Light Shading Accent 6"/>
    <w:basedOn w:val="style105"/>
    <w:next w:val="style246"/>
    <w:uiPriority w:val="60"/>
    <w:pPr>
      <w:spacing w:after="0"/>
    </w:pPr>
    <w:rPr>
      <w:color w:val="7b1a12"/>
    </w:rPr>
    <w:tblPr>
      <w:tblStyleRowBandSize w:val="1"/>
      <w:tblStyleColBandSize w:val="1"/>
      <w:tblBorders>
        <w:top w:val="single" w:sz="8" w:space="0" w:color="a52319"/>
        <w:bottom w:val="single" w:sz="8" w:space="0" w:color="a52319"/>
      </w:tblBorders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a52319"/>
          <w:left w:val="nil"/>
          <w:bottom w:val="single" w:sz="8" w:space="0" w:color="a52319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a52319"/>
          <w:left w:val="nil"/>
          <w:bottom w:val="single" w:sz="8" w:space="0" w:color="a52319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4beba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4beba"/>
      </w:tcPr>
    </w:tblStylePr>
    <w:tcPr>
      <w:tcBorders/>
    </w:tcPr>
  </w:style>
  <w:style w:type="character" w:styleId="style40">
    <w:name w:val="line number"/>
    <w:basedOn w:val="style65"/>
    <w:next w:val="style40"/>
    <w:uiPriority w:val="99"/>
  </w:style>
  <w:style w:type="paragraph" w:styleId="style47">
    <w:name w:val="List"/>
    <w:basedOn w:val="style0"/>
    <w:next w:val="style47"/>
    <w:uiPriority w:val="99"/>
    <w:pPr>
      <w:ind w:left="360" w:hanging="360"/>
      <w:contextualSpacing/>
    </w:pPr>
    <w:rPr/>
  </w:style>
  <w:style w:type="paragraph" w:styleId="style50">
    <w:name w:val="List 2"/>
    <w:basedOn w:val="style0"/>
    <w:next w:val="style50"/>
    <w:uiPriority w:val="99"/>
    <w:pPr>
      <w:ind w:left="720" w:hanging="360"/>
      <w:contextualSpacing/>
    </w:pPr>
    <w:rPr/>
  </w:style>
  <w:style w:type="paragraph" w:styleId="style51">
    <w:name w:val="List 3"/>
    <w:basedOn w:val="style0"/>
    <w:next w:val="style51"/>
    <w:uiPriority w:val="99"/>
    <w:pPr>
      <w:ind w:left="1080" w:hanging="360"/>
      <w:contextualSpacing/>
    </w:pPr>
    <w:rPr/>
  </w:style>
  <w:style w:type="paragraph" w:styleId="style52">
    <w:name w:val="List 4"/>
    <w:basedOn w:val="style0"/>
    <w:next w:val="style52"/>
    <w:uiPriority w:val="99"/>
    <w:pPr>
      <w:ind w:left="1440" w:hanging="360"/>
      <w:contextualSpacing/>
    </w:pPr>
    <w:rPr/>
  </w:style>
  <w:style w:type="paragraph" w:styleId="style53">
    <w:name w:val="List 5"/>
    <w:basedOn w:val="style0"/>
    <w:next w:val="style53"/>
    <w:uiPriority w:val="99"/>
    <w:pPr>
      <w:ind w:left="1800" w:hanging="360"/>
      <w:contextualSpacing/>
    </w:pPr>
    <w:rPr/>
  </w:style>
  <w:style w:type="paragraph" w:styleId="style56">
    <w:name w:val="List Bullet 4"/>
    <w:basedOn w:val="style0"/>
    <w:next w:val="style56"/>
    <w:uiPriority w:val="99"/>
    <w:pPr>
      <w:numPr>
        <w:ilvl w:val="0"/>
        <w:numId w:val="3"/>
      </w:numPr>
      <w:contextualSpacing/>
    </w:pPr>
    <w:rPr/>
  </w:style>
  <w:style w:type="paragraph" w:styleId="style57">
    <w:name w:val="List Bullet 5"/>
    <w:basedOn w:val="style0"/>
    <w:next w:val="style57"/>
    <w:uiPriority w:val="99"/>
    <w:pPr>
      <w:numPr>
        <w:ilvl w:val="0"/>
        <w:numId w:val="4"/>
      </w:numPr>
      <w:contextualSpacing/>
    </w:pPr>
    <w:rPr/>
  </w:style>
  <w:style w:type="paragraph" w:styleId="style68">
    <w:name w:val="List Continue"/>
    <w:basedOn w:val="style0"/>
    <w:next w:val="style68"/>
    <w:uiPriority w:val="99"/>
    <w:pPr>
      <w:spacing w:after="120"/>
      <w:ind w:left="360"/>
      <w:contextualSpacing/>
    </w:pPr>
    <w:rPr/>
  </w:style>
  <w:style w:type="paragraph" w:styleId="style69">
    <w:name w:val="List Continue 2"/>
    <w:basedOn w:val="style0"/>
    <w:next w:val="style69"/>
    <w:uiPriority w:val="99"/>
    <w:pPr>
      <w:spacing w:after="120"/>
      <w:ind w:left="720"/>
      <w:contextualSpacing/>
    </w:pPr>
    <w:rPr/>
  </w:style>
  <w:style w:type="paragraph" w:styleId="style70">
    <w:name w:val="List Continue 3"/>
    <w:basedOn w:val="style0"/>
    <w:next w:val="style70"/>
    <w:uiPriority w:val="99"/>
    <w:pPr>
      <w:spacing w:after="120"/>
      <w:ind w:left="1080"/>
      <w:contextualSpacing/>
    </w:pPr>
    <w:rPr/>
  </w:style>
  <w:style w:type="paragraph" w:styleId="style71">
    <w:name w:val="List Continue 4"/>
    <w:basedOn w:val="style0"/>
    <w:next w:val="style71"/>
    <w:uiPriority w:val="99"/>
    <w:pPr>
      <w:spacing w:after="120"/>
      <w:ind w:left="1440"/>
      <w:contextualSpacing/>
    </w:pPr>
    <w:rPr/>
  </w:style>
  <w:style w:type="paragraph" w:styleId="style72">
    <w:name w:val="List Continue 5"/>
    <w:basedOn w:val="style0"/>
    <w:next w:val="style72"/>
    <w:uiPriority w:val="99"/>
    <w:pPr>
      <w:spacing w:after="120"/>
      <w:ind w:left="1800"/>
      <w:contextualSpacing/>
    </w:pPr>
    <w:rPr/>
  </w:style>
  <w:style w:type="paragraph" w:styleId="style58">
    <w:name w:val="List Number 2"/>
    <w:basedOn w:val="style0"/>
    <w:next w:val="style58"/>
    <w:uiPriority w:val="99"/>
    <w:pPr>
      <w:numPr>
        <w:ilvl w:val="0"/>
        <w:numId w:val="5"/>
      </w:numPr>
      <w:contextualSpacing/>
    </w:pPr>
    <w:rPr/>
  </w:style>
  <w:style w:type="paragraph" w:styleId="style59">
    <w:name w:val="List Number 3"/>
    <w:basedOn w:val="style0"/>
    <w:next w:val="style59"/>
    <w:uiPriority w:val="99"/>
    <w:pPr>
      <w:numPr>
        <w:ilvl w:val="0"/>
        <w:numId w:val="6"/>
      </w:numPr>
      <w:contextualSpacing/>
    </w:pPr>
    <w:rPr/>
  </w:style>
  <w:style w:type="paragraph" w:styleId="style60">
    <w:name w:val="List Number 4"/>
    <w:basedOn w:val="style0"/>
    <w:next w:val="style60"/>
    <w:uiPriority w:val="99"/>
    <w:pPr>
      <w:numPr>
        <w:ilvl w:val="0"/>
        <w:numId w:val="7"/>
      </w:numPr>
      <w:contextualSpacing/>
    </w:pPr>
    <w:rPr/>
  </w:style>
  <w:style w:type="paragraph" w:styleId="style61">
    <w:name w:val="List Number 5"/>
    <w:basedOn w:val="style0"/>
    <w:next w:val="style61"/>
    <w:uiPriority w:val="99"/>
    <w:pPr>
      <w:numPr>
        <w:ilvl w:val="0"/>
        <w:numId w:val="8"/>
      </w:numPr>
      <w:contextualSpacing/>
    </w:pPr>
    <w:r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table" w:customStyle="1" w:styleId="style4182">
    <w:name w:val="List Table 1 Light"/>
    <w:basedOn w:val="style105"/>
    <w:next w:val="style4182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666666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83">
    <w:name w:val="List Table 1 Light Accent 1"/>
    <w:basedOn w:val="style105"/>
    <w:next w:val="style4183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33ca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33caff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84">
    <w:name w:val="List Table 1 Light Accent 2"/>
    <w:basedOn w:val="style105"/>
    <w:next w:val="style4184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3d91e5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3d91e5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85">
    <w:name w:val="List Table 1 Light Accent 3"/>
    <w:basedOn w:val="style105"/>
    <w:next w:val="style4185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24ddfd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24ddfd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86">
    <w:name w:val="List Table 1 Light Accent 4"/>
    <w:basedOn w:val="style105"/>
    <w:next w:val="style4186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a09d88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a09d88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87">
    <w:name w:val="List Table 1 Light Accent 5"/>
    <w:basedOn w:val="style105"/>
    <w:next w:val="style4187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c66e8d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c66e8d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88">
    <w:name w:val="List Table 1 Light Accent 6"/>
    <w:basedOn w:val="style105"/>
    <w:next w:val="style4188"/>
    <w:uiPriority w:val="46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bottom w:val="single" w:sz="4" w:space="0" w:color="e56258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e56258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89">
    <w:name w:val="List Table 2"/>
    <w:basedOn w:val="style105"/>
    <w:next w:val="style4189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190">
    <w:name w:val="List Table 2 Accent 1"/>
    <w:basedOn w:val="style105"/>
    <w:next w:val="style4190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33caff"/>
        <w:bottom w:val="single" w:sz="4" w:space="0" w:color="33caff"/>
        <w:insideH w:val="single" w:sz="4" w:space="0" w:color="33caff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191">
    <w:name w:val="List Table 2 Accent 2"/>
    <w:basedOn w:val="style105"/>
    <w:next w:val="style4191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3d91e5"/>
        <w:bottom w:val="single" w:sz="4" w:space="0" w:color="3d91e5"/>
        <w:insideH w:val="single" w:sz="4" w:space="0" w:color="3d91e5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192">
    <w:name w:val="List Table 2 Accent 3"/>
    <w:basedOn w:val="style105"/>
    <w:next w:val="style4192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24ddfd"/>
        <w:bottom w:val="single" w:sz="4" w:space="0" w:color="24ddfd"/>
        <w:insideH w:val="single" w:sz="4" w:space="0" w:color="24ddfd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193">
    <w:name w:val="List Table 2 Accent 4"/>
    <w:basedOn w:val="style105"/>
    <w:next w:val="style4193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a09d88"/>
        <w:bottom w:val="single" w:sz="4" w:space="0" w:color="a09d88"/>
        <w:insideH w:val="single" w:sz="4" w:space="0" w:color="a09d88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194">
    <w:name w:val="List Table 2 Accent 5"/>
    <w:basedOn w:val="style105"/>
    <w:next w:val="style4194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c66e8d"/>
        <w:bottom w:val="single" w:sz="4" w:space="0" w:color="c66e8d"/>
        <w:insideH w:val="single" w:sz="4" w:space="0" w:color="c66e8d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195">
    <w:name w:val="List Table 2 Accent 6"/>
    <w:basedOn w:val="style105"/>
    <w:next w:val="style4195"/>
    <w:uiPriority w:val="47"/>
    <w:pPr>
      <w:spacing w:after="0"/>
    </w:pPr>
    <w:rPr/>
    <w:tblPr>
      <w:tblStyleRowBandSize w:val="1"/>
      <w:tblStyleColBandSize w:val="1"/>
      <w:tblBorders>
        <w:top w:val="single" w:sz="4" w:space="0" w:color="e56258"/>
        <w:bottom w:val="single" w:sz="4" w:space="0" w:color="e56258"/>
        <w:insideH w:val="single" w:sz="4" w:space="0" w:color="e56258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196">
    <w:name w:val="List Table 3"/>
    <w:basedOn w:val="style105"/>
    <w:next w:val="style4196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000000"/>
      </w:tcPr>
    </w:tblStylePr>
    <w:tblStylePr w:type="lastRow">
      <w:pPr/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000000"/>
          <w:left w:val="nil"/>
        </w:tcBorders>
      </w:tcPr>
    </w:tblStylePr>
    <w:tblStylePr w:type="swCell">
      <w:pPr/>
      <w:tblPr/>
      <w:tcPr>
        <w:tcBorders>
          <w:top w:val="double" w:sz="4" w:space="0" w:color="000000"/>
          <w:right w:val="nil"/>
        </w:tcBorders>
      </w:tcPr>
    </w:tblStylePr>
    <w:tcPr>
      <w:tcBorders/>
    </w:tcPr>
  </w:style>
  <w:style w:type="table" w:customStyle="1" w:styleId="style4197">
    <w:name w:val="List Table 3 Accent 1"/>
    <w:basedOn w:val="style105"/>
    <w:next w:val="style4197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007fab"/>
        <w:left w:val="single" w:sz="4" w:space="0" w:color="007fab"/>
        <w:bottom w:val="single" w:sz="4" w:space="0" w:color="007fab"/>
        <w:right w:val="single" w:sz="4" w:space="0" w:color="007fab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007fab"/>
      </w:tcPr>
    </w:tblStylePr>
    <w:tblStylePr w:type="lastRow">
      <w:pPr/>
      <w:rPr>
        <w:b/>
        <w:bCs/>
      </w:rPr>
      <w:tblPr/>
      <w:tcPr>
        <w:tcBorders>
          <w:top w:val="double" w:sz="4" w:space="0" w:color="007fab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007fab"/>
          <w:bottom w:val="single" w:sz="4" w:space="0" w:color="007fab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007fab"/>
          <w:right w:val="single" w:sz="4" w:space="0" w:color="007fab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007fab"/>
          <w:left w:val="nil"/>
        </w:tcBorders>
      </w:tcPr>
    </w:tblStylePr>
    <w:tblStylePr w:type="swCell">
      <w:pPr/>
      <w:tblPr/>
      <w:tcPr>
        <w:tcBorders>
          <w:top w:val="double" w:sz="4" w:space="0" w:color="007fab"/>
          <w:right w:val="nil"/>
        </w:tcBorders>
      </w:tcPr>
    </w:tblStylePr>
    <w:tcPr>
      <w:tcBorders/>
    </w:tcPr>
  </w:style>
  <w:style w:type="table" w:customStyle="1" w:styleId="style4198">
    <w:name w:val="List Table 3 Accent 2"/>
    <w:basedOn w:val="style105"/>
    <w:next w:val="style4198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114980"/>
        <w:left w:val="single" w:sz="4" w:space="0" w:color="114980"/>
        <w:bottom w:val="single" w:sz="4" w:space="0" w:color="114980"/>
        <w:right w:val="single" w:sz="4" w:space="0" w:color="114980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114980"/>
      </w:tcPr>
    </w:tblStylePr>
    <w:tblStylePr w:type="lastRow">
      <w:pPr/>
      <w:rPr>
        <w:b/>
        <w:bCs/>
      </w:rPr>
      <w:tblPr/>
      <w:tcPr>
        <w:tcBorders>
          <w:top w:val="double" w:sz="4" w:space="0" w:color="114980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114980"/>
          <w:bottom w:val="single" w:sz="4" w:space="0" w:color="114980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114980"/>
          <w:right w:val="single" w:sz="4" w:space="0" w:color="114980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114980"/>
          <w:left w:val="nil"/>
        </w:tcBorders>
      </w:tcPr>
    </w:tblStylePr>
    <w:tblStylePr w:type="swCell">
      <w:pPr/>
      <w:tblPr/>
      <w:tcPr>
        <w:tcBorders>
          <w:top w:val="double" w:sz="4" w:space="0" w:color="114980"/>
          <w:right w:val="nil"/>
        </w:tcBorders>
      </w:tcPr>
    </w:tblStylePr>
    <w:tcPr>
      <w:tcBorders/>
    </w:tcPr>
  </w:style>
  <w:style w:type="table" w:customStyle="1" w:styleId="style4199">
    <w:name w:val="List Table 3 Accent 3"/>
    <w:basedOn w:val="style105"/>
    <w:next w:val="style4199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017a8e"/>
        <w:left w:val="single" w:sz="4" w:space="0" w:color="017a8e"/>
        <w:bottom w:val="single" w:sz="4" w:space="0" w:color="017a8e"/>
        <w:right w:val="single" w:sz="4" w:space="0" w:color="017a8e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017a8e"/>
      </w:tcPr>
    </w:tblStylePr>
    <w:tblStylePr w:type="lastRow">
      <w:pPr/>
      <w:rPr>
        <w:b/>
        <w:bCs/>
      </w:rPr>
      <w:tblPr/>
      <w:tcPr>
        <w:tcBorders>
          <w:top w:val="double" w:sz="4" w:space="0" w:color="017a8e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017a8e"/>
          <w:bottom w:val="single" w:sz="4" w:space="0" w:color="017a8e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017a8e"/>
          <w:right w:val="single" w:sz="4" w:space="0" w:color="017a8e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017a8e"/>
          <w:left w:val="nil"/>
        </w:tcBorders>
      </w:tcPr>
    </w:tblStylePr>
    <w:tblStylePr w:type="swCell">
      <w:pPr/>
      <w:tblPr/>
      <w:tcPr>
        <w:tcBorders>
          <w:top w:val="double" w:sz="4" w:space="0" w:color="017a8e"/>
          <w:right w:val="nil"/>
        </w:tcBorders>
      </w:tcPr>
    </w:tblStylePr>
    <w:tcPr>
      <w:tcBorders/>
    </w:tcPr>
  </w:style>
  <w:style w:type="table" w:customStyle="1" w:styleId="style4200">
    <w:name w:val="List Table 3 Accent 4"/>
    <w:basedOn w:val="style105"/>
    <w:next w:val="style4200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565445"/>
        <w:left w:val="single" w:sz="4" w:space="0" w:color="565445"/>
        <w:bottom w:val="single" w:sz="4" w:space="0" w:color="565445"/>
        <w:right w:val="single" w:sz="4" w:space="0" w:color="565445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565445"/>
      </w:tcPr>
    </w:tblStylePr>
    <w:tblStylePr w:type="lastRow">
      <w:pPr/>
      <w:rPr>
        <w:b/>
        <w:bCs/>
      </w:rPr>
      <w:tblPr/>
      <w:tcPr>
        <w:tcBorders>
          <w:top w:val="double" w:sz="4" w:space="0" w:color="565445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565445"/>
          <w:bottom w:val="single" w:sz="4" w:space="0" w:color="565445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565445"/>
          <w:right w:val="single" w:sz="4" w:space="0" w:color="565445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565445"/>
          <w:left w:val="nil"/>
        </w:tcBorders>
      </w:tcPr>
    </w:tblStylePr>
    <w:tblStylePr w:type="swCell">
      <w:pPr/>
      <w:tblPr/>
      <w:tcPr>
        <w:tcBorders>
          <w:top w:val="double" w:sz="4" w:space="0" w:color="565445"/>
          <w:right w:val="nil"/>
        </w:tcBorders>
      </w:tcPr>
    </w:tblStylePr>
    <w:tcPr>
      <w:tcBorders/>
    </w:tcPr>
  </w:style>
  <w:style w:type="table" w:customStyle="1" w:styleId="style4201">
    <w:name w:val="List Table 3 Accent 5"/>
    <w:basedOn w:val="style105"/>
    <w:next w:val="style4201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7e314c"/>
        <w:left w:val="single" w:sz="4" w:space="0" w:color="7e314c"/>
        <w:bottom w:val="single" w:sz="4" w:space="0" w:color="7e314c"/>
        <w:right w:val="single" w:sz="4" w:space="0" w:color="7e314c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7e314c"/>
      </w:tcPr>
    </w:tblStylePr>
    <w:tblStylePr w:type="lastRow">
      <w:pPr/>
      <w:rPr>
        <w:b/>
        <w:bCs/>
      </w:rPr>
      <w:tblPr/>
      <w:tcPr>
        <w:tcBorders>
          <w:top w:val="double" w:sz="4" w:space="0" w:color="7e314c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7e314c"/>
          <w:bottom w:val="single" w:sz="4" w:space="0" w:color="7e314c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7e314c"/>
          <w:right w:val="single" w:sz="4" w:space="0" w:color="7e314c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7e314c"/>
          <w:left w:val="nil"/>
        </w:tcBorders>
      </w:tcPr>
    </w:tblStylePr>
    <w:tblStylePr w:type="swCell">
      <w:pPr/>
      <w:tblPr/>
      <w:tcPr>
        <w:tcBorders>
          <w:top w:val="double" w:sz="4" w:space="0" w:color="7e314c"/>
          <w:right w:val="nil"/>
        </w:tcBorders>
      </w:tcPr>
    </w:tblStylePr>
    <w:tcPr>
      <w:tcBorders/>
    </w:tcPr>
  </w:style>
  <w:style w:type="table" w:customStyle="1" w:styleId="style4202">
    <w:name w:val="List Table 3 Accent 6"/>
    <w:basedOn w:val="style105"/>
    <w:next w:val="style4202"/>
    <w:uiPriority w:val="48"/>
    <w:pPr>
      <w:spacing w:after="0"/>
    </w:pPr>
    <w:rPr/>
    <w:tblPr>
      <w:tblStyleRowBandSize w:val="1"/>
      <w:tblStyleColBandSize w:val="1"/>
      <w:tblBorders>
        <w:top w:val="single" w:sz="4" w:space="0" w:color="a52319"/>
        <w:left w:val="single" w:sz="4" w:space="0" w:color="a52319"/>
        <w:bottom w:val="single" w:sz="4" w:space="0" w:color="a52319"/>
        <w:right w:val="single" w:sz="4" w:space="0" w:color="a52319"/>
      </w:tblBorders>
    </w:tblPr>
    <w:tblStylePr w:type="firstRow">
      <w:pPr/>
      <w:rPr>
        <w:b/>
        <w:bCs/>
        <w:color w:val="ffffff"/>
      </w:rPr>
      <w:tblPr/>
      <w:tcPr>
        <w:tcBorders/>
        <w:shd w:val="clear" w:color="auto" w:fill="a52319"/>
      </w:tcPr>
    </w:tblStylePr>
    <w:tblStylePr w:type="lastRow">
      <w:pPr/>
      <w:rPr>
        <w:b/>
        <w:bCs/>
      </w:rPr>
      <w:tblPr/>
      <w:tcPr>
        <w:tcBorders>
          <w:top w:val="double" w:sz="4" w:space="0" w:color="a52319"/>
        </w:tcBorders>
        <w:shd w:val="clear" w:color="auto" w:fill="ffffff"/>
      </w:tcPr>
    </w:tblStylePr>
    <w:tblStylePr w:type="band1Horz">
      <w:pPr/>
      <w:tblPr/>
      <w:tcPr>
        <w:tcBorders>
          <w:top w:val="single" w:sz="4" w:space="0" w:color="a52319"/>
          <w:bottom w:val="single" w:sz="4" w:space="0" w:color="a52319"/>
          <w:insideH w:val="nil"/>
        </w:tcBorders>
      </w:tcPr>
    </w:tblStylePr>
    <w:tblStylePr w:type="firstCol">
      <w:pPr/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pPr/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pPr/>
      <w:tblPr/>
      <w:tcPr>
        <w:tcBorders>
          <w:left w:val="single" w:sz="4" w:space="0" w:color="a52319"/>
          <w:right w:val="single" w:sz="4" w:space="0" w:color="a52319"/>
        </w:tcBorders>
      </w:tcPr>
    </w:tblStylePr>
    <w:tblStylePr w:type="neCell">
      <w:pPr/>
      <w:tblPr/>
      <w:tcPr>
        <w:tcBorders>
          <w:left w:val="nil"/>
          <w:bottom w:val="nil"/>
        </w:tcBorders>
      </w:tcPr>
    </w:tblStylePr>
    <w:tblStylePr w:type="nwCell">
      <w:pPr/>
      <w:tblPr/>
      <w:tcPr>
        <w:tcBorders>
          <w:bottom w:val="nil"/>
          <w:right w:val="nil"/>
        </w:tcBorders>
      </w:tcPr>
    </w:tblStylePr>
    <w:tblStylePr w:type="seCell">
      <w:pPr/>
      <w:tblPr/>
      <w:tcPr>
        <w:tcBorders>
          <w:top w:val="double" w:sz="4" w:space="0" w:color="a52319"/>
          <w:left w:val="nil"/>
        </w:tcBorders>
      </w:tcPr>
    </w:tblStylePr>
    <w:tblStylePr w:type="swCell">
      <w:pPr/>
      <w:tblPr/>
      <w:tcPr>
        <w:tcBorders>
          <w:top w:val="double" w:sz="4" w:space="0" w:color="a52319"/>
          <w:right w:val="nil"/>
        </w:tcBorders>
      </w:tcPr>
    </w:tblStylePr>
    <w:tcPr>
      <w:tcBorders/>
    </w:tcPr>
  </w:style>
  <w:style w:type="table" w:customStyle="1" w:styleId="style4203">
    <w:name w:val="List Table 4"/>
    <w:basedOn w:val="style105"/>
    <w:next w:val="style4203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pPr/>
      <w:rPr>
        <w:b/>
        <w:bCs/>
      </w:rPr>
      <w:tblPr/>
      <w:tcPr>
        <w:tcBorders>
          <w:top w:val="double" w:sz="4" w:space="0" w:color="666666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204">
    <w:name w:val="List Table 4 Accent 1"/>
    <w:basedOn w:val="style105"/>
    <w:next w:val="style4204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3caff"/>
        <w:left w:val="single" w:sz="4" w:space="0" w:color="33caff"/>
        <w:bottom w:val="single" w:sz="4" w:space="0" w:color="33caff"/>
        <w:right w:val="single" w:sz="4" w:space="0" w:color="33caff"/>
        <w:insideH w:val="single" w:sz="4" w:space="0" w:color="33caff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07fab"/>
          <w:left w:val="single" w:sz="4" w:space="0" w:color="007fab"/>
          <w:bottom w:val="single" w:sz="4" w:space="0" w:color="007fab"/>
          <w:right w:val="single" w:sz="4" w:space="0" w:color="007fab"/>
          <w:insideH w:val="nil"/>
        </w:tcBorders>
        <w:shd w:val="clear" w:color="auto" w:fill="007fab"/>
      </w:tcPr>
    </w:tblStylePr>
    <w:tblStylePr w:type="lastRow">
      <w:pPr/>
      <w:rPr>
        <w:b/>
        <w:bCs/>
      </w:rPr>
      <w:tblPr/>
      <w:tcPr>
        <w:tcBorders>
          <w:top w:val="double" w:sz="4" w:space="0" w:color="33caff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205">
    <w:name w:val="List Table 4 Accent 2"/>
    <w:basedOn w:val="style105"/>
    <w:next w:val="style4205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3d91e5"/>
        <w:left w:val="single" w:sz="4" w:space="0" w:color="3d91e5"/>
        <w:bottom w:val="single" w:sz="4" w:space="0" w:color="3d91e5"/>
        <w:right w:val="single" w:sz="4" w:space="0" w:color="3d91e5"/>
        <w:insideH w:val="single" w:sz="4" w:space="0" w:color="3d91e5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114980"/>
          <w:left w:val="single" w:sz="4" w:space="0" w:color="114980"/>
          <w:bottom w:val="single" w:sz="4" w:space="0" w:color="114980"/>
          <w:right w:val="single" w:sz="4" w:space="0" w:color="114980"/>
          <w:insideH w:val="nil"/>
        </w:tcBorders>
        <w:shd w:val="clear" w:color="auto" w:fill="114980"/>
      </w:tcPr>
    </w:tblStylePr>
    <w:tblStylePr w:type="lastRow">
      <w:pPr/>
      <w:rPr>
        <w:b/>
        <w:bCs/>
      </w:rPr>
      <w:tblPr/>
      <w:tcPr>
        <w:tcBorders>
          <w:top w:val="double" w:sz="4" w:space="0" w:color="3d91e5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206">
    <w:name w:val="List Table 4 Accent 3"/>
    <w:basedOn w:val="style105"/>
    <w:next w:val="style4206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24ddfd"/>
        <w:left w:val="single" w:sz="4" w:space="0" w:color="24ddfd"/>
        <w:bottom w:val="single" w:sz="4" w:space="0" w:color="24ddfd"/>
        <w:right w:val="single" w:sz="4" w:space="0" w:color="24ddfd"/>
        <w:insideH w:val="single" w:sz="4" w:space="0" w:color="24ddf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017a8e"/>
          <w:left w:val="single" w:sz="4" w:space="0" w:color="017a8e"/>
          <w:bottom w:val="single" w:sz="4" w:space="0" w:color="017a8e"/>
          <w:right w:val="single" w:sz="4" w:space="0" w:color="017a8e"/>
          <w:insideH w:val="nil"/>
        </w:tcBorders>
        <w:shd w:val="clear" w:color="auto" w:fill="017a8e"/>
      </w:tcPr>
    </w:tblStylePr>
    <w:tblStylePr w:type="lastRow">
      <w:pPr/>
      <w:rPr>
        <w:b/>
        <w:bCs/>
      </w:rPr>
      <w:tblPr/>
      <w:tcPr>
        <w:tcBorders>
          <w:top w:val="double" w:sz="4" w:space="0" w:color="24ddfd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207">
    <w:name w:val="List Table 4 Accent 4"/>
    <w:basedOn w:val="style105"/>
    <w:next w:val="style4207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a09d88"/>
        <w:left w:val="single" w:sz="4" w:space="0" w:color="a09d88"/>
        <w:bottom w:val="single" w:sz="4" w:space="0" w:color="a09d88"/>
        <w:right w:val="single" w:sz="4" w:space="0" w:color="a09d88"/>
        <w:insideH w:val="single" w:sz="4" w:space="0" w:color="a09d8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565445"/>
          <w:left w:val="single" w:sz="4" w:space="0" w:color="565445"/>
          <w:bottom w:val="single" w:sz="4" w:space="0" w:color="565445"/>
          <w:right w:val="single" w:sz="4" w:space="0" w:color="565445"/>
          <w:insideH w:val="nil"/>
        </w:tcBorders>
        <w:shd w:val="clear" w:color="auto" w:fill="565445"/>
      </w:tcPr>
    </w:tblStylePr>
    <w:tblStylePr w:type="lastRow">
      <w:pPr/>
      <w:rPr>
        <w:b/>
        <w:bCs/>
      </w:rPr>
      <w:tblPr/>
      <w:tcPr>
        <w:tcBorders>
          <w:top w:val="double" w:sz="4" w:space="0" w:color="a09d88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208">
    <w:name w:val="List Table 4 Accent 5"/>
    <w:basedOn w:val="style105"/>
    <w:next w:val="style4208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c66e8d"/>
        <w:left w:val="single" w:sz="4" w:space="0" w:color="c66e8d"/>
        <w:bottom w:val="single" w:sz="4" w:space="0" w:color="c66e8d"/>
        <w:right w:val="single" w:sz="4" w:space="0" w:color="c66e8d"/>
        <w:insideH w:val="single" w:sz="4" w:space="0" w:color="c66e8d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7e314c"/>
          <w:left w:val="single" w:sz="4" w:space="0" w:color="7e314c"/>
          <w:bottom w:val="single" w:sz="4" w:space="0" w:color="7e314c"/>
          <w:right w:val="single" w:sz="4" w:space="0" w:color="7e314c"/>
          <w:insideH w:val="nil"/>
        </w:tcBorders>
        <w:shd w:val="clear" w:color="auto" w:fill="7e314c"/>
      </w:tcPr>
    </w:tblStylePr>
    <w:tblStylePr w:type="lastRow">
      <w:pPr/>
      <w:rPr>
        <w:b/>
        <w:bCs/>
      </w:rPr>
      <w:tblPr/>
      <w:tcPr>
        <w:tcBorders>
          <w:top w:val="double" w:sz="4" w:space="0" w:color="c66e8d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209">
    <w:name w:val="List Table 4 Accent 6"/>
    <w:basedOn w:val="style105"/>
    <w:next w:val="style4209"/>
    <w:uiPriority w:val="49"/>
    <w:pPr>
      <w:spacing w:after="0"/>
    </w:pPr>
    <w:rPr/>
    <w:tblPr>
      <w:tblStyleRowBandSize w:val="1"/>
      <w:tblStyleColBandSize w:val="1"/>
      <w:tblBorders>
        <w:top w:val="single" w:sz="4" w:space="0" w:color="e56258"/>
        <w:left w:val="single" w:sz="4" w:space="0" w:color="e56258"/>
        <w:bottom w:val="single" w:sz="4" w:space="0" w:color="e56258"/>
        <w:right w:val="single" w:sz="4" w:space="0" w:color="e56258"/>
        <w:insideH w:val="single" w:sz="4" w:space="0" w:color="e56258"/>
      </w:tblBorders>
    </w:tblPr>
    <w:tblStylePr w:type="firstRow">
      <w:pPr/>
      <w:rPr>
        <w:b/>
        <w:bCs/>
        <w:color w:val="ffffff"/>
      </w:rPr>
      <w:tblPr/>
      <w:tcPr>
        <w:tcBorders>
          <w:top w:val="single" w:sz="4" w:space="0" w:color="a52319"/>
          <w:left w:val="single" w:sz="4" w:space="0" w:color="a52319"/>
          <w:bottom w:val="single" w:sz="4" w:space="0" w:color="a52319"/>
          <w:right w:val="single" w:sz="4" w:space="0" w:color="a52319"/>
          <w:insideH w:val="nil"/>
        </w:tcBorders>
        <w:shd w:val="clear" w:color="auto" w:fill="a52319"/>
      </w:tcPr>
    </w:tblStylePr>
    <w:tblStylePr w:type="lastRow">
      <w:pPr/>
      <w:rPr>
        <w:b/>
        <w:bCs/>
      </w:rPr>
      <w:tblPr/>
      <w:tcPr>
        <w:tcBorders>
          <w:top w:val="double" w:sz="4" w:space="0" w:color="e56258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210">
    <w:name w:val="List Table 5 Dark"/>
    <w:basedOn w:val="style105"/>
    <w:next w:val="style4210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  <w:shd w:val="clear" w:color="auto" w:fill="000000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000000"/>
    </w:tcPr>
  </w:style>
  <w:style w:type="table" w:customStyle="1" w:styleId="style4211">
    <w:name w:val="List Table 5 Dark Accent 1"/>
    <w:basedOn w:val="style105"/>
    <w:next w:val="style4211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007fab"/>
        <w:left w:val="single" w:sz="24" w:space="0" w:color="007fab"/>
        <w:bottom w:val="single" w:sz="24" w:space="0" w:color="007fab"/>
        <w:right w:val="single" w:sz="24" w:space="0" w:color="007fab"/>
      </w:tblBorders>
      <w:shd w:val="clear" w:color="auto" w:fill="007fab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007fab"/>
    </w:tcPr>
  </w:style>
  <w:style w:type="table" w:customStyle="1" w:styleId="style4212">
    <w:name w:val="List Table 5 Dark Accent 2"/>
    <w:basedOn w:val="style105"/>
    <w:next w:val="style4212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114980"/>
        <w:left w:val="single" w:sz="24" w:space="0" w:color="114980"/>
        <w:bottom w:val="single" w:sz="24" w:space="0" w:color="114980"/>
        <w:right w:val="single" w:sz="24" w:space="0" w:color="114980"/>
      </w:tblBorders>
      <w:shd w:val="clear" w:color="auto" w:fill="114980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114980"/>
    </w:tcPr>
  </w:style>
  <w:style w:type="table" w:customStyle="1" w:styleId="style4213">
    <w:name w:val="List Table 5 Dark Accent 3"/>
    <w:basedOn w:val="style105"/>
    <w:next w:val="style4213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017a8e"/>
        <w:left w:val="single" w:sz="24" w:space="0" w:color="017a8e"/>
        <w:bottom w:val="single" w:sz="24" w:space="0" w:color="017a8e"/>
        <w:right w:val="single" w:sz="24" w:space="0" w:color="017a8e"/>
      </w:tblBorders>
      <w:shd w:val="clear" w:color="auto" w:fill="017a8e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017a8e"/>
    </w:tcPr>
  </w:style>
  <w:style w:type="table" w:customStyle="1" w:styleId="style4214">
    <w:name w:val="List Table 5 Dark Accent 4"/>
    <w:basedOn w:val="style105"/>
    <w:next w:val="style4214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565445"/>
        <w:left w:val="single" w:sz="24" w:space="0" w:color="565445"/>
        <w:bottom w:val="single" w:sz="24" w:space="0" w:color="565445"/>
        <w:right w:val="single" w:sz="24" w:space="0" w:color="565445"/>
      </w:tblBorders>
      <w:shd w:val="clear" w:color="auto" w:fill="565445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565445"/>
    </w:tcPr>
  </w:style>
  <w:style w:type="table" w:customStyle="1" w:styleId="style4215">
    <w:name w:val="List Table 5 Dark Accent 5"/>
    <w:basedOn w:val="style105"/>
    <w:next w:val="style4215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7e314c"/>
        <w:left w:val="single" w:sz="24" w:space="0" w:color="7e314c"/>
        <w:bottom w:val="single" w:sz="24" w:space="0" w:color="7e314c"/>
        <w:right w:val="single" w:sz="24" w:space="0" w:color="7e314c"/>
      </w:tblBorders>
      <w:shd w:val="clear" w:color="auto" w:fill="7e314c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7e314c"/>
    </w:tcPr>
  </w:style>
  <w:style w:type="table" w:customStyle="1" w:styleId="style4216">
    <w:name w:val="List Table 5 Dark Accent 6"/>
    <w:basedOn w:val="style105"/>
    <w:next w:val="style4216"/>
    <w:uiPriority w:val="50"/>
    <w:pPr>
      <w:spacing w:after="0"/>
    </w:pPr>
    <w:rPr>
      <w:color w:val="ffffff"/>
    </w:rPr>
    <w:tblPr>
      <w:tblStyleRowBandSize w:val="1"/>
      <w:tblStyleColBandSize w:val="1"/>
      <w:tblBorders>
        <w:top w:val="single" w:sz="24" w:space="0" w:color="a52319"/>
        <w:left w:val="single" w:sz="24" w:space="0" w:color="a52319"/>
        <w:bottom w:val="single" w:sz="24" w:space="0" w:color="a52319"/>
        <w:right w:val="single" w:sz="24" w:space="0" w:color="a52319"/>
      </w:tblBorders>
      <w:shd w:val="clear" w:color="auto" w:fill="a52319"/>
    </w:tblPr>
    <w:tblStylePr w:type="firstRow">
      <w:pPr/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ffffff"/>
        </w:tcBorders>
      </w:tcPr>
    </w:tblStylePr>
    <w:tblStylePr w:type="band1Horz">
      <w:pPr/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firstCol">
      <w:pPr/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pPr/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pPr/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top w:val="nil"/>
          <w:left w:val="nil"/>
        </w:tcBorders>
      </w:tcPr>
    </w:tblStylePr>
    <w:tblStylePr w:type="swCell">
      <w:pPr/>
      <w:tblPr/>
      <w:tcPr>
        <w:tcBorders>
          <w:top w:val="nil"/>
          <w:right w:val="nil"/>
        </w:tcBorders>
      </w:tcPr>
    </w:tblStylePr>
    <w:tcPr>
      <w:tcBorders/>
      <w:shd w:val="clear" w:color="auto" w:fill="a52319"/>
    </w:tcPr>
  </w:style>
  <w:style w:type="table" w:customStyle="1" w:styleId="style4217">
    <w:name w:val="List Table 6 Colorful"/>
    <w:basedOn w:val="style105"/>
    <w:next w:val="style4217"/>
    <w:uiPriority w:val="51"/>
    <w:pPr>
      <w:spacing w:after="0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pPr/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000000"/>
        </w:tcBorders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ccccc"/>
      </w:tcPr>
    </w:tblStylePr>
    <w:tcPr>
      <w:tcBorders/>
    </w:tcPr>
  </w:style>
  <w:style w:type="table" w:customStyle="1" w:styleId="style4218">
    <w:name w:val="List Table 6 Colorful Accent 1"/>
    <w:basedOn w:val="style105"/>
    <w:next w:val="style4218"/>
    <w:uiPriority w:val="51"/>
    <w:pPr>
      <w:spacing w:after="0"/>
    </w:pPr>
    <w:rPr>
      <w:color w:val="005e80"/>
    </w:rPr>
    <w:tblPr>
      <w:tblStyleRowBandSize w:val="1"/>
      <w:tblStyleColBandSize w:val="1"/>
      <w:tblBorders>
        <w:top w:val="single" w:sz="4" w:space="0" w:color="007fab"/>
        <w:bottom w:val="single" w:sz="4" w:space="0" w:color="007fab"/>
      </w:tblBorders>
    </w:tblPr>
    <w:tblStylePr w:type="firstRow">
      <w:pPr/>
      <w:rPr>
        <w:b/>
        <w:bCs/>
      </w:rPr>
      <w:tblPr/>
      <w:tcPr>
        <w:tcBorders>
          <w:bottom w:val="single" w:sz="4" w:space="0" w:color="007fab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007fab"/>
        </w:tcBorders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bedff"/>
      </w:tcPr>
    </w:tblStylePr>
    <w:tcPr>
      <w:tcBorders/>
    </w:tcPr>
  </w:style>
  <w:style w:type="table" w:customStyle="1" w:styleId="style4219">
    <w:name w:val="List Table 6 Colorful Accent 2"/>
    <w:basedOn w:val="style105"/>
    <w:next w:val="style4219"/>
    <w:uiPriority w:val="51"/>
    <w:pPr>
      <w:spacing w:after="0"/>
    </w:pPr>
    <w:rPr>
      <w:color w:val="0c365f"/>
    </w:rPr>
    <w:tblPr>
      <w:tblStyleRowBandSize w:val="1"/>
      <w:tblStyleColBandSize w:val="1"/>
      <w:tblBorders>
        <w:top w:val="single" w:sz="4" w:space="0" w:color="114980"/>
        <w:bottom w:val="single" w:sz="4" w:space="0" w:color="114980"/>
      </w:tblBorders>
    </w:tblPr>
    <w:tblStylePr w:type="firstRow">
      <w:pPr/>
      <w:rPr>
        <w:b/>
        <w:bCs/>
      </w:rPr>
      <w:tblPr/>
      <w:tcPr>
        <w:tcBorders>
          <w:bottom w:val="single" w:sz="4" w:space="0" w:color="114980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114980"/>
        </w:tcBorders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edaf6"/>
      </w:tcPr>
    </w:tblStylePr>
    <w:tcPr>
      <w:tcBorders/>
    </w:tcPr>
  </w:style>
  <w:style w:type="table" w:customStyle="1" w:styleId="style4220">
    <w:name w:val="List Table 6 Colorful Accent 3"/>
    <w:basedOn w:val="style105"/>
    <w:next w:val="style4220"/>
    <w:uiPriority w:val="51"/>
    <w:pPr>
      <w:spacing w:after="0"/>
    </w:pPr>
    <w:rPr>
      <w:color w:val="005a6a"/>
    </w:rPr>
    <w:tblPr>
      <w:tblStyleRowBandSize w:val="1"/>
      <w:tblStyleColBandSize w:val="1"/>
      <w:tblBorders>
        <w:top w:val="single" w:sz="4" w:space="0" w:color="017a8e"/>
        <w:bottom w:val="single" w:sz="4" w:space="0" w:color="017a8e"/>
      </w:tblBorders>
    </w:tblPr>
    <w:tblStylePr w:type="firstRow">
      <w:pPr/>
      <w:rPr>
        <w:b/>
        <w:bCs/>
      </w:rPr>
      <w:tblPr/>
      <w:tcPr>
        <w:tcBorders>
          <w:bottom w:val="single" w:sz="4" w:space="0" w:color="017a8e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017a8e"/>
        </w:tcBorders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5f3fe"/>
      </w:tcPr>
    </w:tblStylePr>
    <w:tcPr>
      <w:tcBorders/>
    </w:tcPr>
  </w:style>
  <w:style w:type="table" w:customStyle="1" w:styleId="style4221">
    <w:name w:val="List Table 6 Colorful Accent 4"/>
    <w:basedOn w:val="style105"/>
    <w:next w:val="style4221"/>
    <w:uiPriority w:val="51"/>
    <w:pPr>
      <w:spacing w:after="0"/>
    </w:pPr>
    <w:rPr>
      <w:color w:val="403e33"/>
    </w:rPr>
    <w:tblPr>
      <w:tblStyleRowBandSize w:val="1"/>
      <w:tblStyleColBandSize w:val="1"/>
      <w:tblBorders>
        <w:top w:val="single" w:sz="4" w:space="0" w:color="565445"/>
        <w:bottom w:val="single" w:sz="4" w:space="0" w:color="565445"/>
      </w:tblBorders>
    </w:tblPr>
    <w:tblStylePr w:type="firstRow">
      <w:pPr/>
      <w:rPr>
        <w:b/>
        <w:bCs/>
      </w:rPr>
      <w:tblPr/>
      <w:tcPr>
        <w:tcBorders>
          <w:bottom w:val="single" w:sz="4" w:space="0" w:color="565445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565445"/>
        </w:tcBorders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fded7"/>
      </w:tcPr>
    </w:tblStylePr>
    <w:tcPr>
      <w:tcBorders/>
    </w:tcPr>
  </w:style>
  <w:style w:type="table" w:customStyle="1" w:styleId="style4222">
    <w:name w:val="List Table 6 Colorful Accent 5"/>
    <w:basedOn w:val="style105"/>
    <w:next w:val="style4222"/>
    <w:uiPriority w:val="51"/>
    <w:pPr>
      <w:spacing w:after="0"/>
    </w:pPr>
    <w:rPr>
      <w:color w:val="5e2438"/>
    </w:rPr>
    <w:tblPr>
      <w:tblStyleRowBandSize w:val="1"/>
      <w:tblStyleColBandSize w:val="1"/>
      <w:tblBorders>
        <w:top w:val="single" w:sz="4" w:space="0" w:color="7e314c"/>
        <w:bottom w:val="single" w:sz="4" w:space="0" w:color="7e314c"/>
      </w:tblBorders>
    </w:tblPr>
    <w:tblStylePr w:type="firstRow">
      <w:pPr/>
      <w:rPr>
        <w:b/>
        <w:bCs/>
      </w:rPr>
      <w:tblPr/>
      <w:tcPr>
        <w:tcBorders>
          <w:bottom w:val="single" w:sz="4" w:space="0" w:color="7e314c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7e314c"/>
        </w:tcBorders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cced9"/>
      </w:tcPr>
    </w:tblStylePr>
    <w:tcPr>
      <w:tcBorders/>
    </w:tcPr>
  </w:style>
  <w:style w:type="table" w:customStyle="1" w:styleId="style4223">
    <w:name w:val="List Table 6 Colorful Accent 6"/>
    <w:basedOn w:val="style105"/>
    <w:next w:val="style4223"/>
    <w:uiPriority w:val="51"/>
    <w:pPr>
      <w:spacing w:after="0"/>
    </w:pPr>
    <w:rPr>
      <w:color w:val="7b1a12"/>
    </w:rPr>
    <w:tblPr>
      <w:tblStyleRowBandSize w:val="1"/>
      <w:tblStyleColBandSize w:val="1"/>
      <w:tblBorders>
        <w:top w:val="single" w:sz="4" w:space="0" w:color="a52319"/>
        <w:bottom w:val="single" w:sz="4" w:space="0" w:color="a52319"/>
      </w:tblBorders>
    </w:tblPr>
    <w:tblStylePr w:type="firstRow">
      <w:pPr/>
      <w:rPr>
        <w:b/>
        <w:bCs/>
      </w:rPr>
      <w:tblPr/>
      <w:tcPr>
        <w:tcBorders>
          <w:bottom w:val="single" w:sz="4" w:space="0" w:color="a52319"/>
        </w:tcBorders>
      </w:tcPr>
    </w:tblStylePr>
    <w:tblStylePr w:type="lastRow">
      <w:pPr/>
      <w:rPr>
        <w:b/>
        <w:bCs/>
      </w:rPr>
      <w:tblPr/>
      <w:tcPr>
        <w:tcBorders>
          <w:top w:val="double" w:sz="4" w:space="0" w:color="a52319"/>
        </w:tcBorders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6cac7"/>
      </w:tcPr>
    </w:tblStylePr>
    <w:tcPr>
      <w:tcBorders/>
    </w:tcPr>
  </w:style>
  <w:style w:type="table" w:customStyle="1" w:styleId="style4224">
    <w:name w:val="List Table 7 Colorful"/>
    <w:basedOn w:val="style105"/>
    <w:next w:val="style4224"/>
    <w:uiPriority w:val="52"/>
    <w:pPr>
      <w:spacing w:after="0"/>
    </w:pPr>
    <w:rPr>
      <w:color w:val="000000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cccccc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cccccc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5">
    <w:name w:val="List Table 7 Colorful Accent 1"/>
    <w:basedOn w:val="style105"/>
    <w:next w:val="style4225"/>
    <w:uiPriority w:val="52"/>
    <w:pPr>
      <w:spacing w:after="0"/>
    </w:pPr>
    <w:rPr>
      <w:color w:val="005e80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007fab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007fab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bedff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007fab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007fab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bedff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6">
    <w:name w:val="List Table 7 Colorful Accent 2"/>
    <w:basedOn w:val="style105"/>
    <w:next w:val="style4226"/>
    <w:uiPriority w:val="52"/>
    <w:pPr>
      <w:spacing w:after="0"/>
    </w:pPr>
    <w:rPr>
      <w:color w:val="0c365f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114980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114980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edaf6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114980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114980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edaf6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7">
    <w:name w:val="List Table 7 Colorful Accent 3"/>
    <w:basedOn w:val="style105"/>
    <w:next w:val="style4227"/>
    <w:uiPriority w:val="52"/>
    <w:pPr>
      <w:spacing w:after="0"/>
    </w:pPr>
    <w:rPr>
      <w:color w:val="005a6a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017a8e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017a8e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b5f3fe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017a8e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017a8e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b5f3fe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8">
    <w:name w:val="List Table 7 Colorful Accent 4"/>
    <w:basedOn w:val="style105"/>
    <w:next w:val="style4228"/>
    <w:uiPriority w:val="52"/>
    <w:pPr>
      <w:spacing w:after="0"/>
    </w:pPr>
    <w:rPr>
      <w:color w:val="403e33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565445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565445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fded7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565445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565445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dfded7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29">
    <w:name w:val="List Table 7 Colorful Accent 5"/>
    <w:basedOn w:val="style105"/>
    <w:next w:val="style4229"/>
    <w:uiPriority w:val="52"/>
    <w:pPr>
      <w:spacing w:after="0"/>
    </w:pPr>
    <w:rPr>
      <w:color w:val="5e2438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7e314c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7e314c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ecced9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7e314c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7e314c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ecced9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30">
    <w:name w:val="List Table 7 Colorful Accent 6"/>
    <w:basedOn w:val="style105"/>
    <w:next w:val="style4230"/>
    <w:uiPriority w:val="52"/>
    <w:pPr>
      <w:spacing w:after="0"/>
    </w:pPr>
    <w:rPr>
      <w:color w:val="7b1a12"/>
    </w:rPr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a52319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a52319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6cac7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a52319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a52319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6cac7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table" w:styleId="style165">
    <w:name w:val="Medium Grid 1"/>
    <w:basedOn w:val="style105"/>
    <w:next w:val="style165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shd w:val="clear" w:color="auto" w:fill="c0c0c0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404040"/>
        </w:tcBorders>
      </w:tcPr>
    </w:tblStylePr>
    <w:tblStylePr w:type="band1Horz">
      <w:pPr/>
      <w:tblPr/>
      <w:tcPr>
        <w:tcBorders/>
        <w:shd w:val="clear" w:color="auto" w:fill="80808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808080"/>
      </w:tcPr>
    </w:tblStylePr>
    <w:tcPr>
      <w:tcBorders/>
      <w:shd w:val="clear" w:color="auto" w:fill="c0c0c0"/>
    </w:tcPr>
  </w:style>
  <w:style w:type="table" w:styleId="style183">
    <w:name w:val="Medium Grid 1 Accent 1"/>
    <w:basedOn w:val="style105"/>
    <w:next w:val="style183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01bdff"/>
        <w:left w:val="single" w:sz="8" w:space="0" w:color="01bdff"/>
        <w:bottom w:val="single" w:sz="8" w:space="0" w:color="01bdff"/>
        <w:right w:val="single" w:sz="8" w:space="0" w:color="01bdff"/>
        <w:insideH w:val="single" w:sz="8" w:space="0" w:color="01bdff"/>
        <w:insideV w:val="single" w:sz="8" w:space="0" w:color="01bdff"/>
      </w:tblBorders>
      <w:shd w:val="clear" w:color="auto" w:fill="abe9ff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01bdff"/>
        </w:tcBorders>
      </w:tcPr>
    </w:tblStylePr>
    <w:tblStylePr w:type="band1Horz">
      <w:pPr/>
      <w:tblPr/>
      <w:tcPr>
        <w:tcBorders/>
        <w:shd w:val="clear" w:color="auto" w:fill="56d3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56d3ff"/>
      </w:tcPr>
    </w:tblStylePr>
    <w:tcPr>
      <w:tcBorders/>
      <w:shd w:val="clear" w:color="auto" w:fill="abe9ff"/>
    </w:tcPr>
  </w:style>
  <w:style w:type="table" w:styleId="style197">
    <w:name w:val="Medium Grid 1 Accent 2"/>
    <w:basedOn w:val="style105"/>
    <w:next w:val="style197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1b76d0"/>
        <w:left w:val="single" w:sz="8" w:space="0" w:color="1b76d0"/>
        <w:bottom w:val="single" w:sz="8" w:space="0" w:color="1b76d0"/>
        <w:right w:val="single" w:sz="8" w:space="0" w:color="1b76d0"/>
        <w:insideH w:val="single" w:sz="8" w:space="0" w:color="1b76d0"/>
        <w:insideV w:val="single" w:sz="8" w:space="0" w:color="1b76d0"/>
      </w:tblBorders>
      <w:shd w:val="clear" w:color="auto" w:fill="afd1f4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1b76d0"/>
        </w:tcBorders>
      </w:tcPr>
    </w:tblStylePr>
    <w:tblStylePr w:type="band1Horz">
      <w:pPr/>
      <w:tblPr/>
      <w:tcPr>
        <w:tcBorders/>
        <w:shd w:val="clear" w:color="auto" w:fill="5ea4e9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5ea4e9"/>
      </w:tcPr>
    </w:tblStylePr>
    <w:tcPr>
      <w:tcBorders/>
      <w:shd w:val="clear" w:color="auto" w:fill="afd1f4"/>
    </w:tcPr>
  </w:style>
  <w:style w:type="table" w:styleId="style211">
    <w:name w:val="Medium Grid 1 Accent 3"/>
    <w:basedOn w:val="style105"/>
    <w:next w:val="style211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01c7e9"/>
        <w:left w:val="single" w:sz="8" w:space="0" w:color="01c7e9"/>
        <w:bottom w:val="single" w:sz="8" w:space="0" w:color="01c7e9"/>
        <w:right w:val="single" w:sz="8" w:space="0" w:color="01c7e9"/>
        <w:insideH w:val="single" w:sz="8" w:space="0" w:color="01c7e9"/>
        <w:insideV w:val="single" w:sz="8" w:space="0" w:color="01c7e9"/>
      </w:tblBorders>
      <w:shd w:val="clear" w:color="auto" w:fill="a4f1fe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01c7e9"/>
        </w:tcBorders>
      </w:tcPr>
    </w:tblStylePr>
    <w:tblStylePr w:type="band1Horz">
      <w:pPr/>
      <w:tblPr/>
      <w:tcPr>
        <w:tcBorders/>
        <w:shd w:val="clear" w:color="auto" w:fill="49e3fd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49e3fd"/>
      </w:tcPr>
    </w:tblStylePr>
    <w:tcPr>
      <w:tcBorders/>
      <w:shd w:val="clear" w:color="auto" w:fill="a4f1fe"/>
    </w:tcPr>
  </w:style>
  <w:style w:type="table" w:styleId="style225">
    <w:name w:val="Medium Grid 1 Accent 4"/>
    <w:basedOn w:val="style105"/>
    <w:next w:val="style225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87846c"/>
        <w:left w:val="single" w:sz="8" w:space="0" w:color="87846c"/>
        <w:bottom w:val="single" w:sz="8" w:space="0" w:color="87846c"/>
        <w:right w:val="single" w:sz="8" w:space="0" w:color="87846c"/>
        <w:insideH w:val="single" w:sz="8" w:space="0" w:color="87846c"/>
        <w:insideV w:val="single" w:sz="8" w:space="0" w:color="87846c"/>
      </w:tblBorders>
      <w:shd w:val="clear" w:color="auto" w:fill="d7d6ce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87846c"/>
        </w:tcBorders>
      </w:tcPr>
    </w:tblStylePr>
    <w:tblStylePr w:type="band1Horz">
      <w:pPr/>
      <w:tblPr/>
      <w:tcPr>
        <w:tcBorders/>
        <w:shd w:val="clear" w:color="auto" w:fill="b0ad9c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b0ad9c"/>
      </w:tcPr>
    </w:tblStylePr>
    <w:tcPr>
      <w:tcBorders/>
      <w:shd w:val="clear" w:color="auto" w:fill="d7d6ce"/>
    </w:tcPr>
  </w:style>
  <w:style w:type="table" w:styleId="style239">
    <w:name w:val="Medium Grid 1 Accent 5"/>
    <w:basedOn w:val="style105"/>
    <w:next w:val="style239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b84a70"/>
        <w:left w:val="single" w:sz="8" w:space="0" w:color="b84a70"/>
        <w:bottom w:val="single" w:sz="8" w:space="0" w:color="b84a70"/>
        <w:right w:val="single" w:sz="8" w:space="0" w:color="b84a70"/>
        <w:insideH w:val="single" w:sz="8" w:space="0" w:color="b84a70"/>
        <w:insideV w:val="single" w:sz="8" w:space="0" w:color="b84a70"/>
      </w:tblBorders>
      <w:shd w:val="clear" w:color="auto" w:fill="e7c3cf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b84a70"/>
        </w:tcBorders>
      </w:tcPr>
    </w:tblStylePr>
    <w:tblStylePr w:type="band1Horz">
      <w:pPr/>
      <w:tblPr/>
      <w:tcPr>
        <w:tcBorders/>
        <w:shd w:val="clear" w:color="auto" w:fill="d086a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086a0"/>
      </w:tcPr>
    </w:tblStylePr>
    <w:tcPr>
      <w:tcBorders/>
      <w:shd w:val="clear" w:color="auto" w:fill="e7c3cf"/>
    </w:tcPr>
  </w:style>
  <w:style w:type="table" w:styleId="style253">
    <w:name w:val="Medium Grid 1 Accent 6"/>
    <w:basedOn w:val="style105"/>
    <w:next w:val="style253"/>
    <w:uiPriority w:val="67"/>
    <w:pPr>
      <w:spacing w:after="0"/>
    </w:pPr>
    <w:rPr/>
    <w:tblPr>
      <w:tblStyleRowBandSize w:val="1"/>
      <w:tblStyleColBandSize w:val="1"/>
      <w:tblBorders>
        <w:top w:val="single" w:sz="8" w:space="0" w:color="df3a2e"/>
        <w:left w:val="single" w:sz="8" w:space="0" w:color="df3a2e"/>
        <w:bottom w:val="single" w:sz="8" w:space="0" w:color="df3a2e"/>
        <w:right w:val="single" w:sz="8" w:space="0" w:color="df3a2e"/>
        <w:insideH w:val="single" w:sz="8" w:space="0" w:color="df3a2e"/>
        <w:insideV w:val="single" w:sz="8" w:space="0" w:color="df3a2e"/>
      </w:tblBorders>
      <w:shd w:val="clear" w:color="auto" w:fill="f4beba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single" w:sz="18" w:space="0" w:color="df3a2e"/>
        </w:tcBorders>
      </w:tcPr>
    </w:tblStylePr>
    <w:tblStylePr w:type="band1Horz">
      <w:pPr/>
      <w:tblPr/>
      <w:tcPr>
        <w:tcBorders/>
        <w:shd w:val="clear" w:color="auto" w:fill="ea7c74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a7c74"/>
      </w:tcPr>
    </w:tblStylePr>
    <w:tcPr>
      <w:tcBorders/>
      <w:shd w:val="clear" w:color="auto" w:fill="f4beba"/>
    </w:tcPr>
  </w:style>
  <w:style w:type="table" w:styleId="style166">
    <w:name w:val="Medium Grid 2"/>
    <w:basedOn w:val="style105"/>
    <w:next w:val="style166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shd w:val="clear" w:color="auto" w:fill="c0c0c0"/>
    </w:tblPr>
    <w:tblStylePr w:type="firstRow">
      <w:pPr/>
      <w:rPr>
        <w:b/>
        <w:bCs/>
        <w:color w:val="000000"/>
      </w:rPr>
      <w:tblPr/>
      <w:tcPr>
        <w:tcBorders/>
        <w:shd w:val="clear" w:color="auto" w:fill="e6e6e6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pPr/>
      <w:tblPr/>
      <w:tcPr>
        <w:tcBorders/>
        <w:shd w:val="clear" w:color="auto" w:fill="80808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c0c0c0"/>
    </w:tcPr>
  </w:style>
  <w:style w:type="table" w:styleId="style184">
    <w:name w:val="Medium Grid 2 Accent 1"/>
    <w:basedOn w:val="style105"/>
    <w:next w:val="style184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  <w:insideH w:val="single" w:sz="8" w:space="0" w:color="007fab"/>
        <w:insideV w:val="single" w:sz="8" w:space="0" w:color="007fab"/>
      </w:tblBorders>
      <w:shd w:val="clear" w:color="auto" w:fill="abe9ff"/>
    </w:tblPr>
    <w:tblStylePr w:type="firstRow">
      <w:pPr/>
      <w:rPr>
        <w:b/>
        <w:bCs/>
        <w:color w:val="000000"/>
      </w:rPr>
      <w:tblPr/>
      <w:tcPr>
        <w:tcBorders/>
        <w:shd w:val="clear" w:color="auto" w:fill="ddf6ff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07fab"/>
          <w:insideV w:val="single" w:sz="6" w:space="0" w:color="007fab"/>
        </w:tcBorders>
        <w:shd w:val="clear" w:color="auto" w:fill="56d3ff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dff"/>
      </w:tcPr>
    </w:tblStylePr>
    <w:tblStylePr w:type="band1Vert">
      <w:pPr/>
      <w:tblPr/>
      <w:tcPr>
        <w:tcBorders/>
        <w:shd w:val="clear" w:color="auto" w:fill="56d3ff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abe9ff"/>
    </w:tcPr>
  </w:style>
  <w:style w:type="table" w:styleId="style198">
    <w:name w:val="Medium Grid 2 Accent 2"/>
    <w:basedOn w:val="style105"/>
    <w:next w:val="style198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  <w:insideH w:val="single" w:sz="8" w:space="0" w:color="114980"/>
        <w:insideV w:val="single" w:sz="8" w:space="0" w:color="114980"/>
      </w:tblBorders>
      <w:shd w:val="clear" w:color="auto" w:fill="afd1f4"/>
    </w:tblPr>
    <w:tblStylePr w:type="firstRow">
      <w:pPr/>
      <w:rPr>
        <w:b/>
        <w:bCs/>
        <w:color w:val="000000"/>
      </w:rPr>
      <w:tblPr/>
      <w:tcPr>
        <w:tcBorders/>
        <w:shd w:val="clear" w:color="auto" w:fill="dfedfa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114980"/>
          <w:insideV w:val="single" w:sz="6" w:space="0" w:color="114980"/>
        </w:tcBorders>
        <w:shd w:val="clear" w:color="auto" w:fill="5ea4e9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daf6"/>
      </w:tcPr>
    </w:tblStylePr>
    <w:tblStylePr w:type="band1Vert">
      <w:pPr/>
      <w:tblPr/>
      <w:tcPr>
        <w:tcBorders/>
        <w:shd w:val="clear" w:color="auto" w:fill="5ea4e9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afd1f4"/>
    </w:tcPr>
  </w:style>
  <w:style w:type="table" w:styleId="style212">
    <w:name w:val="Medium Grid 2 Accent 3"/>
    <w:basedOn w:val="style105"/>
    <w:next w:val="style212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  <w:insideH w:val="single" w:sz="8" w:space="0" w:color="017a8e"/>
        <w:insideV w:val="single" w:sz="8" w:space="0" w:color="017a8e"/>
      </w:tblBorders>
      <w:shd w:val="clear" w:color="auto" w:fill="a4f1fe"/>
    </w:tblPr>
    <w:tblStylePr w:type="firstRow">
      <w:pPr/>
      <w:rPr>
        <w:b/>
        <w:bCs/>
        <w:color w:val="000000"/>
      </w:rPr>
      <w:tblPr/>
      <w:tcPr>
        <w:tcBorders/>
        <w:shd w:val="clear" w:color="auto" w:fill="dbf9fe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017a8e"/>
          <w:insideV w:val="single" w:sz="6" w:space="0" w:color="017a8e"/>
        </w:tcBorders>
        <w:shd w:val="clear" w:color="auto" w:fill="49e3fd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f3fe"/>
      </w:tcPr>
    </w:tblStylePr>
    <w:tblStylePr w:type="band1Vert">
      <w:pPr/>
      <w:tblPr/>
      <w:tcPr>
        <w:tcBorders/>
        <w:shd w:val="clear" w:color="auto" w:fill="49e3fd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a4f1fe"/>
    </w:tcPr>
  </w:style>
  <w:style w:type="table" w:styleId="style226">
    <w:name w:val="Medium Grid 2 Accent 4"/>
    <w:basedOn w:val="style105"/>
    <w:next w:val="style226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  <w:insideH w:val="single" w:sz="8" w:space="0" w:color="565445"/>
        <w:insideV w:val="single" w:sz="8" w:space="0" w:color="565445"/>
      </w:tblBorders>
      <w:shd w:val="clear" w:color="auto" w:fill="d7d6ce"/>
    </w:tblPr>
    <w:tblStylePr w:type="firstRow">
      <w:pPr/>
      <w:rPr>
        <w:b/>
        <w:bCs/>
        <w:color w:val="000000"/>
      </w:rPr>
      <w:tblPr/>
      <w:tcPr>
        <w:tcBorders/>
        <w:shd w:val="clear" w:color="auto" w:fill="efefeb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565445"/>
          <w:insideV w:val="single" w:sz="6" w:space="0" w:color="565445"/>
        </w:tcBorders>
        <w:shd w:val="clear" w:color="auto" w:fill="b0ad9c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ed7"/>
      </w:tcPr>
    </w:tblStylePr>
    <w:tblStylePr w:type="band1Vert">
      <w:pPr/>
      <w:tblPr/>
      <w:tcPr>
        <w:tcBorders/>
        <w:shd w:val="clear" w:color="auto" w:fill="b0ad9c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d7d6ce"/>
    </w:tcPr>
  </w:style>
  <w:style w:type="table" w:styleId="style240">
    <w:name w:val="Medium Grid 2 Accent 5"/>
    <w:basedOn w:val="style105"/>
    <w:next w:val="style240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  <w:insideH w:val="single" w:sz="8" w:space="0" w:color="7e314c"/>
        <w:insideV w:val="single" w:sz="8" w:space="0" w:color="7e314c"/>
      </w:tblBorders>
      <w:shd w:val="clear" w:color="auto" w:fill="e7c3cf"/>
    </w:tblPr>
    <w:tblStylePr w:type="firstRow">
      <w:pPr/>
      <w:rPr>
        <w:b/>
        <w:bCs/>
        <w:color w:val="000000"/>
      </w:rPr>
      <w:tblPr/>
      <w:tcPr>
        <w:tcBorders/>
        <w:shd w:val="clear" w:color="auto" w:fill="f5e7ec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7e314c"/>
          <w:insideV w:val="single" w:sz="6" w:space="0" w:color="7e314c"/>
        </w:tcBorders>
        <w:shd w:val="clear" w:color="auto" w:fill="d086a0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/>
      </w:tcPr>
    </w:tblStylePr>
    <w:tblStylePr w:type="band1Vert">
      <w:pPr/>
      <w:tblPr/>
      <w:tcPr>
        <w:tcBorders/>
        <w:shd w:val="clear" w:color="auto" w:fill="d086a0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e7c3cf"/>
    </w:tcPr>
  </w:style>
  <w:style w:type="table" w:styleId="style254">
    <w:name w:val="Medium Grid 2 Accent 6"/>
    <w:basedOn w:val="style105"/>
    <w:next w:val="style254"/>
    <w:uiPriority w:val="68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  <w:insideH w:val="single" w:sz="8" w:space="0" w:color="a52319"/>
        <w:insideV w:val="single" w:sz="8" w:space="0" w:color="a52319"/>
      </w:tblBorders>
      <w:shd w:val="clear" w:color="auto" w:fill="f4beba"/>
    </w:tblPr>
    <w:tblStylePr w:type="firstRow">
      <w:pPr/>
      <w:rPr>
        <w:b/>
        <w:bCs/>
        <w:color w:val="000000"/>
      </w:rPr>
      <w:tblPr/>
      <w:tcPr>
        <w:tcBorders/>
        <w:shd w:val="clear" w:color="auto" w:fill="fae5e3"/>
      </w:tcPr>
    </w:tblStylePr>
    <w:tblStylePr w:type="lastRow">
      <w:pPr/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insideH w:val="single" w:sz="6" w:space="0" w:color="a52319"/>
          <w:insideV w:val="single" w:sz="6" w:space="0" w:color="a52319"/>
        </w:tcBorders>
        <w:shd w:val="clear" w:color="auto" w:fill="ea7c74"/>
      </w:tcPr>
    </w:tblStylePr>
    <w:tblStylePr w:type="firstCol">
      <w:pPr/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pPr/>
      <w:rPr>
        <w:b w:val="false"/>
        <w:bCs w:val="false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ac7"/>
      </w:tcPr>
    </w:tblStylePr>
    <w:tblStylePr w:type="band1Vert">
      <w:pPr/>
      <w:tblPr/>
      <w:tcPr>
        <w:tcBorders/>
        <w:shd w:val="clear" w:color="auto" w:fill="ea7c74"/>
      </w:tcPr>
    </w:tblStylePr>
    <w:tblStylePr w:type="nwCell">
      <w:pPr/>
      <w:tblPr/>
      <w:tcPr>
        <w:tcBorders/>
        <w:shd w:val="clear" w:color="auto" w:fill="ffffff"/>
      </w:tcPr>
    </w:tblStylePr>
    <w:tcPr>
      <w:tcBorders/>
      <w:shd w:val="clear" w:color="auto" w:fill="f4beba"/>
    </w:tcPr>
  </w:style>
  <w:style w:type="table" w:styleId="style167">
    <w:name w:val="Medium Grid 3"/>
    <w:basedOn w:val="style105"/>
    <w:next w:val="style167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c0c0c0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cPr>
      <w:tcBorders/>
      <w:shd w:val="clear" w:color="auto" w:fill="c0c0c0"/>
    </w:tcPr>
  </w:style>
  <w:style w:type="table" w:styleId="style185">
    <w:name w:val="Medium Grid 3 Accent 1"/>
    <w:basedOn w:val="style105"/>
    <w:next w:val="style185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abe9ff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7fab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7fab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56d3ff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7fab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7fab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56d3ff"/>
      </w:tcPr>
    </w:tblStylePr>
    <w:tcPr>
      <w:tcBorders/>
      <w:shd w:val="clear" w:color="auto" w:fill="abe9ff"/>
    </w:tcPr>
  </w:style>
  <w:style w:type="table" w:styleId="style199">
    <w:name w:val="Medium Grid 3 Accent 2"/>
    <w:basedOn w:val="style105"/>
    <w:next w:val="style199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afd1f4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14980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114980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5ea4e9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114980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114980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5ea4e9"/>
      </w:tcPr>
    </w:tblStylePr>
    <w:tcPr>
      <w:tcBorders/>
      <w:shd w:val="clear" w:color="auto" w:fill="afd1f4"/>
    </w:tcPr>
  </w:style>
  <w:style w:type="table" w:styleId="style213">
    <w:name w:val="Medium Grid 3 Accent 3"/>
    <w:basedOn w:val="style105"/>
    <w:next w:val="style213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a4f1fe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17a8e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17a8e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49e3fd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17a8e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17a8e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49e3fd"/>
      </w:tcPr>
    </w:tblStylePr>
    <w:tcPr>
      <w:tcBorders/>
      <w:shd w:val="clear" w:color="auto" w:fill="a4f1fe"/>
    </w:tcPr>
  </w:style>
  <w:style w:type="table" w:styleId="style227">
    <w:name w:val="Medium Grid 3 Accent 4"/>
    <w:basedOn w:val="style105"/>
    <w:next w:val="style227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d7d6ce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65445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65445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0ad9c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65445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65445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0ad9c"/>
      </w:tcPr>
    </w:tblStylePr>
    <w:tcPr>
      <w:tcBorders/>
      <w:shd w:val="clear" w:color="auto" w:fill="d7d6ce"/>
    </w:tcPr>
  </w:style>
  <w:style w:type="table" w:styleId="style241">
    <w:name w:val="Medium Grid 3 Accent 5"/>
    <w:basedOn w:val="style105"/>
    <w:next w:val="style241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e7c3cf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e314c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e314c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086a0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e314c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e314c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086a0"/>
      </w:tcPr>
    </w:tblStylePr>
    <w:tcPr>
      <w:tcBorders/>
      <w:shd w:val="clear" w:color="auto" w:fill="e7c3cf"/>
    </w:tcPr>
  </w:style>
  <w:style w:type="table" w:styleId="style255">
    <w:name w:val="Medium Grid 3 Accent 6"/>
    <w:basedOn w:val="style105"/>
    <w:next w:val="style255"/>
    <w:uiPriority w:val="69"/>
    <w:pPr>
      <w:spacing w:after="0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shd w:val="clear" w:color="auto" w:fill="f4beba"/>
    </w:tblPr>
    <w:tblStylePr w:type="firstRow">
      <w:pPr/>
      <w:rPr>
        <w:b/>
        <w:bCs/>
        <w:i w:val="false"/>
        <w:iCs w:val="false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2319"/>
      </w:tcPr>
    </w:tblStylePr>
    <w:tblStylePr w:type="lastRow">
      <w:pPr/>
      <w:rPr>
        <w:b/>
        <w:bCs/>
        <w:i w:val="false"/>
        <w:iCs w:val="false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2319"/>
      </w:tcPr>
    </w:tblStylePr>
    <w:tblStylePr w:type="band1Horz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ea7c74"/>
      </w:tcPr>
    </w:tblStylePr>
    <w:tblStylePr w:type="firstCol">
      <w:pPr/>
      <w:rPr>
        <w:b/>
        <w:bCs/>
        <w:i w:val="false"/>
        <w:iCs w:val="false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2319"/>
      </w:tcPr>
    </w:tblStylePr>
    <w:tblStylePr w:type="lastCol">
      <w:pPr/>
      <w:rPr>
        <w:b/>
        <w:bCs/>
        <w:i w:val="false"/>
        <w:iCs w:val="false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2319"/>
      </w:tcPr>
    </w:tblStylePr>
    <w:tblStylePr w:type="band1Vert">
      <w:pPr/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ea7c74"/>
      </w:tcPr>
    </w:tblStylePr>
    <w:tcPr>
      <w:tcBorders/>
      <w:shd w:val="clear" w:color="auto" w:fill="f4beba"/>
    </w:tcPr>
  </w:style>
  <w:style w:type="table" w:styleId="style163">
    <w:name w:val="Medium List 1"/>
    <w:basedOn w:val="style105"/>
    <w:next w:val="style163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Horz">
      <w:pPr/>
      <w:tblPr/>
      <w:tcPr>
        <w:tcBorders/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7">
    <w:name w:val="Medium List 1 Accent 1"/>
    <w:basedOn w:val="style105"/>
    <w:next w:val="style177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07fab"/>
        <w:bottom w:val="single" w:sz="8" w:space="0" w:color="007fab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007fab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007fab"/>
          <w:bottom w:val="single" w:sz="8" w:space="0" w:color="007fab"/>
        </w:tcBorders>
      </w:tcPr>
    </w:tblStylePr>
    <w:tblStylePr w:type="band1Horz">
      <w:pPr/>
      <w:tblPr/>
      <w:tcPr>
        <w:tcBorders/>
        <w:shd w:val="clear" w:color="auto" w:fill="abe9f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07fab"/>
          <w:bottom w:val="single" w:sz="8" w:space="0" w:color="007fab"/>
        </w:tcBorders>
      </w:tcPr>
    </w:tblStylePr>
    <w:tblStylePr w:type="band1Vert">
      <w:pPr/>
      <w:tblPr/>
      <w:tcPr>
        <w:tcBorders/>
        <w:shd w:val="clear" w:color="auto" w:fill="abe9ff"/>
      </w:tcPr>
    </w:tblStylePr>
    <w:tcPr>
      <w:tcBorders/>
    </w:tcPr>
  </w:style>
  <w:style w:type="table" w:styleId="style195">
    <w:name w:val="Medium List 1 Accent 2"/>
    <w:basedOn w:val="style105"/>
    <w:next w:val="style195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114980"/>
        <w:bottom w:val="single" w:sz="8" w:space="0" w:color="114980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114980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114980"/>
          <w:bottom w:val="single" w:sz="8" w:space="0" w:color="114980"/>
        </w:tcBorders>
      </w:tcPr>
    </w:tblStylePr>
    <w:tblStylePr w:type="band1Horz">
      <w:pPr/>
      <w:tblPr/>
      <w:tcPr>
        <w:tcBorders/>
        <w:shd w:val="clear" w:color="auto" w:fill="afd1f4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114980"/>
          <w:bottom w:val="single" w:sz="8" w:space="0" w:color="114980"/>
        </w:tcBorders>
      </w:tcPr>
    </w:tblStylePr>
    <w:tblStylePr w:type="band1Vert">
      <w:pPr/>
      <w:tblPr/>
      <w:tcPr>
        <w:tcBorders/>
        <w:shd w:val="clear" w:color="auto" w:fill="afd1f4"/>
      </w:tcPr>
    </w:tblStylePr>
    <w:tcPr>
      <w:tcBorders/>
    </w:tcPr>
  </w:style>
  <w:style w:type="table" w:styleId="style209">
    <w:name w:val="Medium List 1 Accent 3"/>
    <w:basedOn w:val="style105"/>
    <w:next w:val="style209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017a8e"/>
        <w:bottom w:val="single" w:sz="8" w:space="0" w:color="017a8e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017a8e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017a8e"/>
          <w:bottom w:val="single" w:sz="8" w:space="0" w:color="017a8e"/>
        </w:tcBorders>
      </w:tcPr>
    </w:tblStylePr>
    <w:tblStylePr w:type="band1Horz">
      <w:pPr/>
      <w:tblPr/>
      <w:tcPr>
        <w:tcBorders/>
        <w:shd w:val="clear" w:color="auto" w:fill="a4f1f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017a8e"/>
          <w:bottom w:val="single" w:sz="8" w:space="0" w:color="017a8e"/>
        </w:tcBorders>
      </w:tcPr>
    </w:tblStylePr>
    <w:tblStylePr w:type="band1Vert">
      <w:pPr/>
      <w:tblPr/>
      <w:tcPr>
        <w:tcBorders/>
        <w:shd w:val="clear" w:color="auto" w:fill="a4f1fe"/>
      </w:tcPr>
    </w:tblStylePr>
    <w:tcPr>
      <w:tcBorders/>
    </w:tcPr>
  </w:style>
  <w:style w:type="table" w:styleId="style223">
    <w:name w:val="Medium List 1 Accent 4"/>
    <w:basedOn w:val="style105"/>
    <w:next w:val="style223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565445"/>
        <w:bottom w:val="single" w:sz="8" w:space="0" w:color="565445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565445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565445"/>
          <w:bottom w:val="single" w:sz="8" w:space="0" w:color="565445"/>
        </w:tcBorders>
      </w:tcPr>
    </w:tblStylePr>
    <w:tblStylePr w:type="band1Horz">
      <w:pPr/>
      <w:tblPr/>
      <w:tcPr>
        <w:tcBorders/>
        <w:shd w:val="clear" w:color="auto" w:fill="d7d6c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565445"/>
          <w:bottom w:val="single" w:sz="8" w:space="0" w:color="565445"/>
        </w:tcBorders>
      </w:tcPr>
    </w:tblStylePr>
    <w:tblStylePr w:type="band1Vert">
      <w:pPr/>
      <w:tblPr/>
      <w:tcPr>
        <w:tcBorders/>
        <w:shd w:val="clear" w:color="auto" w:fill="d7d6ce"/>
      </w:tcPr>
    </w:tblStylePr>
    <w:tcPr>
      <w:tcBorders/>
    </w:tcPr>
  </w:style>
  <w:style w:type="table" w:styleId="style237">
    <w:name w:val="Medium List 1 Accent 5"/>
    <w:basedOn w:val="style105"/>
    <w:next w:val="style237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7e314c"/>
        <w:bottom w:val="single" w:sz="8" w:space="0" w:color="7e314c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7e314c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7e314c"/>
          <w:bottom w:val="single" w:sz="8" w:space="0" w:color="7e314c"/>
        </w:tcBorders>
      </w:tcPr>
    </w:tblStylePr>
    <w:tblStylePr w:type="band1Horz">
      <w:pPr/>
      <w:tblPr/>
      <w:tcPr>
        <w:tcBorders/>
        <w:shd w:val="clear" w:color="auto" w:fill="e7c3cf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7e314c"/>
          <w:bottom w:val="single" w:sz="8" w:space="0" w:color="7e314c"/>
        </w:tcBorders>
      </w:tcPr>
    </w:tblStylePr>
    <w:tblStylePr w:type="band1Vert">
      <w:pPr/>
      <w:tblPr/>
      <w:tcPr>
        <w:tcBorders/>
        <w:shd w:val="clear" w:color="auto" w:fill="e7c3cf"/>
      </w:tcPr>
    </w:tblStylePr>
    <w:tcPr>
      <w:tcBorders/>
    </w:tcPr>
  </w:style>
  <w:style w:type="table" w:styleId="style251">
    <w:name w:val="Medium List 1 Accent 6"/>
    <w:basedOn w:val="style105"/>
    <w:next w:val="style251"/>
    <w:uiPriority w:val="65"/>
    <w:pPr>
      <w:spacing w:after="0"/>
    </w:pPr>
    <w:rPr>
      <w:color w:val="000000"/>
    </w:rPr>
    <w:tblPr>
      <w:tblStyleRowBandSize w:val="1"/>
      <w:tblStyleColBandSize w:val="1"/>
      <w:tblBorders>
        <w:top w:val="single" w:sz="8" w:space="0" w:color="a52319"/>
        <w:bottom w:val="single" w:sz="8" w:space="0" w:color="a52319"/>
      </w:tblBorders>
    </w:tblPr>
    <w:tblStylePr w:type="firstRow">
      <w:pPr/>
      <w:rPr>
        <w:rFonts w:ascii="Rockwell" w:cs="宋体" w:eastAsia="宋体" w:hAnsi="Rockwell"/>
      </w:rPr>
      <w:tblPr/>
      <w:tcPr>
        <w:tcBorders>
          <w:top w:val="nil"/>
          <w:bottom w:val="single" w:sz="8" w:space="0" w:color="a52319"/>
        </w:tcBorders>
      </w:tcPr>
    </w:tblStylePr>
    <w:tblStylePr w:type="lastRow">
      <w:pPr/>
      <w:rPr>
        <w:b/>
        <w:bCs/>
        <w:color w:val="111111"/>
      </w:rPr>
      <w:tblPr/>
      <w:tcPr>
        <w:tcBorders>
          <w:top w:val="single" w:sz="8" w:space="0" w:color="a52319"/>
          <w:bottom w:val="single" w:sz="8" w:space="0" w:color="a52319"/>
        </w:tcBorders>
      </w:tcPr>
    </w:tblStylePr>
    <w:tblStylePr w:type="band1Horz">
      <w:pPr/>
      <w:tblPr/>
      <w:tcPr>
        <w:tcBorders/>
        <w:shd w:val="clear" w:color="auto" w:fill="f4beba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blPr/>
      <w:tcPr>
        <w:tcBorders>
          <w:top w:val="single" w:sz="8" w:space="0" w:color="a52319"/>
          <w:bottom w:val="single" w:sz="8" w:space="0" w:color="a52319"/>
        </w:tcBorders>
      </w:tcPr>
    </w:tblStylePr>
    <w:tblStylePr w:type="band1Vert">
      <w:pPr/>
      <w:tblPr/>
      <w:tcPr>
        <w:tcBorders/>
        <w:shd w:val="clear" w:color="auto" w:fill="f4beba"/>
      </w:tcPr>
    </w:tblStylePr>
    <w:tcPr>
      <w:tcBorders/>
    </w:tcPr>
  </w:style>
  <w:style w:type="table" w:styleId="style164">
    <w:name w:val="Medium List 2"/>
    <w:basedOn w:val="style105"/>
    <w:next w:val="style164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82">
    <w:name w:val="Medium List 2 Accent 1"/>
    <w:basedOn w:val="style105"/>
    <w:next w:val="style182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07fab"/>
        <w:left w:val="single" w:sz="8" w:space="0" w:color="007fab"/>
        <w:bottom w:val="single" w:sz="8" w:space="0" w:color="007fab"/>
        <w:right w:val="single" w:sz="8" w:space="0" w:color="007fab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07fab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abe9ff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07fab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07fab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be9ff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96">
    <w:name w:val="Medium List 2 Accent 2"/>
    <w:basedOn w:val="style105"/>
    <w:next w:val="style196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114980"/>
        <w:left w:val="single" w:sz="8" w:space="0" w:color="114980"/>
        <w:bottom w:val="single" w:sz="8" w:space="0" w:color="114980"/>
        <w:right w:val="single" w:sz="8" w:space="0" w:color="114980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114980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afd1f4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114980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11498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fd1f4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10">
    <w:name w:val="Medium List 2 Accent 3"/>
    <w:basedOn w:val="style105"/>
    <w:next w:val="style210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017a8e"/>
        <w:left w:val="single" w:sz="8" w:space="0" w:color="017a8e"/>
        <w:bottom w:val="single" w:sz="8" w:space="0" w:color="017a8e"/>
        <w:right w:val="single" w:sz="8" w:space="0" w:color="017a8e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017a8e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a4f1fe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017a8e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017a8e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a4f1fe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24">
    <w:name w:val="Medium List 2 Accent 4"/>
    <w:basedOn w:val="style105"/>
    <w:next w:val="style224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565445"/>
        <w:left w:val="single" w:sz="8" w:space="0" w:color="565445"/>
        <w:bottom w:val="single" w:sz="8" w:space="0" w:color="565445"/>
        <w:right w:val="single" w:sz="8" w:space="0" w:color="565445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565445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d7d6ce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565445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56544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7d6ce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38">
    <w:name w:val="Medium List 2 Accent 5"/>
    <w:basedOn w:val="style105"/>
    <w:next w:val="style238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7e314c"/>
        <w:left w:val="single" w:sz="8" w:space="0" w:color="7e314c"/>
        <w:bottom w:val="single" w:sz="8" w:space="0" w:color="7e314c"/>
        <w:right w:val="single" w:sz="8" w:space="0" w:color="7e314c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7e314c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e7c3cf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7e314c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7e314c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e7c3cf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252">
    <w:name w:val="Medium List 2 Accent 6"/>
    <w:basedOn w:val="style105"/>
    <w:next w:val="style252"/>
    <w:uiPriority w:val="66"/>
    <w:pPr>
      <w:spacing w:after="0"/>
    </w:pPr>
    <w:rPr>
      <w:rFonts w:ascii="Rockwell" w:cs="宋体" w:eastAsia="宋体" w:hAnsi="Rockwell"/>
      <w:color w:val="000000"/>
    </w:rPr>
    <w:tblPr>
      <w:tblStyleRowBandSize w:val="1"/>
      <w:tblStyleColBandSize w:val="1"/>
      <w:tblBorders>
        <w:top w:val="single" w:sz="8" w:space="0" w:color="a52319"/>
        <w:left w:val="single" w:sz="8" w:space="0" w:color="a52319"/>
        <w:bottom w:val="single" w:sz="8" w:space="0" w:color="a52319"/>
        <w:right w:val="single" w:sz="8" w:space="0" w:color="a52319"/>
      </w:tblBorders>
    </w:tblPr>
    <w:tblStylePr w:type="firstRow">
      <w:pPr/>
      <w:rPr>
        <w:sz w:val="24"/>
        <w:szCs w:val="24"/>
      </w:rPr>
      <w:tblPr/>
      <w:tcPr>
        <w:tcBorders>
          <w:top w:val="nil"/>
          <w:left w:val="nil"/>
          <w:bottom w:val="single" w:sz="24" w:space="0" w:color="a52319"/>
          <w:right w:val="nil"/>
          <w:insideH w:val="nil"/>
          <w:insideV w:val="nil"/>
        </w:tcBorders>
        <w:shd w:val="clear" w:color="auto" w:fill="ffffff"/>
      </w:tcPr>
    </w:tblStylePr>
    <w:tblStylePr w:type="lastRow">
      <w:pPr/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>
          <w:top w:val="nil"/>
          <w:bottom w:val="nil"/>
          <w:insideH w:val="nil"/>
          <w:insideV w:val="nil"/>
        </w:tcBorders>
        <w:shd w:val="clear" w:color="auto" w:fill="f4beba"/>
      </w:tcPr>
    </w:tblStylePr>
    <w:tblStylePr w:type="firstCol">
      <w:pPr/>
      <w:tblPr/>
      <w:tcPr>
        <w:tcBorders>
          <w:top w:val="nil"/>
          <w:left w:val="nil"/>
          <w:bottom w:val="nil"/>
          <w:right w:val="single" w:sz="8" w:space="0" w:color="a52319"/>
          <w:insideH w:val="nil"/>
          <w:insideV w:val="nil"/>
        </w:tcBorders>
        <w:shd w:val="clear" w:color="auto" w:fill="ffffff"/>
      </w:tcPr>
    </w:tblStylePr>
    <w:tblStylePr w:type="lastCol">
      <w:pPr/>
      <w:tblPr/>
      <w:tcPr>
        <w:tcBorders>
          <w:top w:val="nil"/>
          <w:left w:val="single" w:sz="8" w:space="0" w:color="a5231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f4beba"/>
      </w:tcPr>
    </w:tblStylePr>
    <w:tblStylePr w:type="nwCell">
      <w:pPr/>
      <w:tblPr/>
      <w:tcPr>
        <w:tcBorders/>
        <w:shd w:val="clear" w:color="auto" w:fill="ffffff"/>
      </w:tcPr>
    </w:tblStylePr>
    <w:tblStylePr w:type="swCell">
      <w:pPr/>
      <w:tblPr/>
      <w:tcPr>
        <w:tcBorders>
          <w:top w:val="nil"/>
        </w:tcBorders>
      </w:tcPr>
    </w:tblStylePr>
    <w:tcPr>
      <w:tcBorders/>
    </w:tcPr>
  </w:style>
  <w:style w:type="table" w:styleId="style161">
    <w:name w:val="Medium Shading 1"/>
    <w:basedOn w:val="style105"/>
    <w:next w:val="style161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c0c0c0"/>
      </w:tcPr>
    </w:tblStylePr>
    <w:tcPr>
      <w:tcBorders/>
    </w:tcPr>
  </w:style>
  <w:style w:type="table" w:styleId="style175">
    <w:name w:val="Medium Shading 1 Accent 1"/>
    <w:basedOn w:val="style105"/>
    <w:next w:val="style175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01bdff"/>
        <w:left w:val="single" w:sz="8" w:space="0" w:color="01bdff"/>
        <w:bottom w:val="single" w:sz="8" w:space="0" w:color="01bdff"/>
        <w:right w:val="single" w:sz="8" w:space="0" w:color="01bdff"/>
        <w:insideH w:val="single" w:sz="8" w:space="0" w:color="01bdff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01bdff"/>
          <w:left w:val="single" w:sz="8" w:space="0" w:color="01bdff"/>
          <w:bottom w:val="single" w:sz="8" w:space="0" w:color="01bdff"/>
          <w:right w:val="single" w:sz="8" w:space="0" w:color="01bdff"/>
          <w:insideH w:val="nil"/>
          <w:insideV w:val="nil"/>
        </w:tcBorders>
        <w:shd w:val="clear" w:color="auto" w:fill="007fab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1bdff"/>
          <w:left w:val="single" w:sz="8" w:space="0" w:color="01bdff"/>
          <w:bottom w:val="single" w:sz="8" w:space="0" w:color="01bdff"/>
          <w:right w:val="single" w:sz="8" w:space="0" w:color="01bdff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abe9ff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be9ff"/>
      </w:tcPr>
    </w:tblStylePr>
    <w:tcPr>
      <w:tcBorders/>
    </w:tcPr>
  </w:style>
  <w:style w:type="table" w:styleId="style193">
    <w:name w:val="Medium Shading 1 Accent 2"/>
    <w:basedOn w:val="style105"/>
    <w:next w:val="style193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1b76d0"/>
        <w:left w:val="single" w:sz="8" w:space="0" w:color="1b76d0"/>
        <w:bottom w:val="single" w:sz="8" w:space="0" w:color="1b76d0"/>
        <w:right w:val="single" w:sz="8" w:space="0" w:color="1b76d0"/>
        <w:insideH w:val="single" w:sz="8" w:space="0" w:color="1b76d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1b76d0"/>
          <w:left w:val="single" w:sz="8" w:space="0" w:color="1b76d0"/>
          <w:bottom w:val="single" w:sz="8" w:space="0" w:color="1b76d0"/>
          <w:right w:val="single" w:sz="8" w:space="0" w:color="1b76d0"/>
          <w:insideH w:val="nil"/>
          <w:insideV w:val="nil"/>
        </w:tcBorders>
        <w:shd w:val="clear" w:color="auto" w:fill="114980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1b76d0"/>
          <w:left w:val="single" w:sz="8" w:space="0" w:color="1b76d0"/>
          <w:bottom w:val="single" w:sz="8" w:space="0" w:color="1b76d0"/>
          <w:right w:val="single" w:sz="8" w:space="0" w:color="1b76d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afd1f4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fd1f4"/>
      </w:tcPr>
    </w:tblStylePr>
    <w:tcPr>
      <w:tcBorders/>
    </w:tcPr>
  </w:style>
  <w:style w:type="table" w:styleId="style207">
    <w:name w:val="Medium Shading 1 Accent 3"/>
    <w:basedOn w:val="style105"/>
    <w:next w:val="style207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01c7e9"/>
        <w:left w:val="single" w:sz="8" w:space="0" w:color="01c7e9"/>
        <w:bottom w:val="single" w:sz="8" w:space="0" w:color="01c7e9"/>
        <w:right w:val="single" w:sz="8" w:space="0" w:color="01c7e9"/>
        <w:insideH w:val="single" w:sz="8" w:space="0" w:color="01c7e9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01c7e9"/>
          <w:left w:val="single" w:sz="8" w:space="0" w:color="01c7e9"/>
          <w:bottom w:val="single" w:sz="8" w:space="0" w:color="01c7e9"/>
          <w:right w:val="single" w:sz="8" w:space="0" w:color="01c7e9"/>
          <w:insideH w:val="nil"/>
          <w:insideV w:val="nil"/>
        </w:tcBorders>
        <w:shd w:val="clear" w:color="auto" w:fill="017a8e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01c7e9"/>
          <w:left w:val="single" w:sz="8" w:space="0" w:color="01c7e9"/>
          <w:bottom w:val="single" w:sz="8" w:space="0" w:color="01c7e9"/>
          <w:right w:val="single" w:sz="8" w:space="0" w:color="01c7e9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a4f1fe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a4f1fe"/>
      </w:tcPr>
    </w:tblStylePr>
    <w:tcPr>
      <w:tcBorders/>
    </w:tcPr>
  </w:style>
  <w:style w:type="table" w:styleId="style221">
    <w:name w:val="Medium Shading 1 Accent 4"/>
    <w:basedOn w:val="style105"/>
    <w:next w:val="style221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87846c"/>
        <w:left w:val="single" w:sz="8" w:space="0" w:color="87846c"/>
        <w:bottom w:val="single" w:sz="8" w:space="0" w:color="87846c"/>
        <w:right w:val="single" w:sz="8" w:space="0" w:color="87846c"/>
        <w:insideH w:val="single" w:sz="8" w:space="0" w:color="87846c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87846c"/>
          <w:left w:val="single" w:sz="8" w:space="0" w:color="87846c"/>
          <w:bottom w:val="single" w:sz="8" w:space="0" w:color="87846c"/>
          <w:right w:val="single" w:sz="8" w:space="0" w:color="87846c"/>
          <w:insideH w:val="nil"/>
          <w:insideV w:val="nil"/>
        </w:tcBorders>
        <w:shd w:val="clear" w:color="auto" w:fill="565445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87846c"/>
          <w:left w:val="single" w:sz="8" w:space="0" w:color="87846c"/>
          <w:bottom w:val="single" w:sz="8" w:space="0" w:color="87846c"/>
          <w:right w:val="single" w:sz="8" w:space="0" w:color="87846c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d7d6ce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d7d6ce"/>
      </w:tcPr>
    </w:tblStylePr>
    <w:tcPr>
      <w:tcBorders/>
    </w:tcPr>
  </w:style>
  <w:style w:type="table" w:styleId="style235">
    <w:name w:val="Medium Shading 1 Accent 5"/>
    <w:basedOn w:val="style105"/>
    <w:next w:val="style235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b84a70"/>
        <w:left w:val="single" w:sz="8" w:space="0" w:color="b84a70"/>
        <w:bottom w:val="single" w:sz="8" w:space="0" w:color="b84a70"/>
        <w:right w:val="single" w:sz="8" w:space="0" w:color="b84a70"/>
        <w:insideH w:val="single" w:sz="8" w:space="0" w:color="b84a70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b84a70"/>
          <w:left w:val="single" w:sz="8" w:space="0" w:color="b84a70"/>
          <w:bottom w:val="single" w:sz="8" w:space="0" w:color="b84a70"/>
          <w:right w:val="single" w:sz="8" w:space="0" w:color="b84a70"/>
          <w:insideH w:val="nil"/>
          <w:insideV w:val="nil"/>
        </w:tcBorders>
        <w:shd w:val="clear" w:color="auto" w:fill="7e314c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b84a70"/>
          <w:left w:val="single" w:sz="8" w:space="0" w:color="b84a70"/>
          <w:bottom w:val="single" w:sz="8" w:space="0" w:color="b84a70"/>
          <w:right w:val="single" w:sz="8" w:space="0" w:color="b84a70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e7c3cf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e7c3cf"/>
      </w:tcPr>
    </w:tblStylePr>
    <w:tcPr>
      <w:tcBorders/>
    </w:tcPr>
  </w:style>
  <w:style w:type="table" w:styleId="style249">
    <w:name w:val="Medium Shading 1 Accent 6"/>
    <w:basedOn w:val="style105"/>
    <w:next w:val="style249"/>
    <w:uiPriority w:val="63"/>
    <w:pPr>
      <w:spacing w:after="0"/>
    </w:pPr>
    <w:rPr/>
    <w:tblPr>
      <w:tblStyleRowBandSize w:val="1"/>
      <w:tblStyleColBandSize w:val="1"/>
      <w:tblBorders>
        <w:top w:val="single" w:sz="8" w:space="0" w:color="df3a2e"/>
        <w:left w:val="single" w:sz="8" w:space="0" w:color="df3a2e"/>
        <w:bottom w:val="single" w:sz="8" w:space="0" w:color="df3a2e"/>
        <w:right w:val="single" w:sz="8" w:space="0" w:color="df3a2e"/>
        <w:insideH w:val="single" w:sz="8" w:space="0" w:color="df3a2e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8" w:space="0" w:color="df3a2e"/>
          <w:left w:val="single" w:sz="8" w:space="0" w:color="df3a2e"/>
          <w:bottom w:val="single" w:sz="8" w:space="0" w:color="df3a2e"/>
          <w:right w:val="single" w:sz="8" w:space="0" w:color="df3a2e"/>
          <w:insideH w:val="nil"/>
          <w:insideV w:val="nil"/>
        </w:tcBorders>
        <w:shd w:val="clear" w:color="auto" w:fill="a52319"/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double" w:sz="6" w:space="0" w:color="df3a2e"/>
          <w:left w:val="single" w:sz="8" w:space="0" w:color="df3a2e"/>
          <w:bottom w:val="single" w:sz="8" w:space="0" w:color="df3a2e"/>
          <w:right w:val="single" w:sz="8" w:space="0" w:color="df3a2e"/>
          <w:insideH w:val="nil"/>
          <w:insideV w:val="nil"/>
        </w:tcBorders>
      </w:tcPr>
    </w:tblStylePr>
    <w:tblStylePr w:type="band1Horz">
      <w:pPr/>
      <w:tblPr/>
      <w:tcPr>
        <w:tcBorders>
          <w:insideH w:val="nil"/>
          <w:insideV w:val="nil"/>
        </w:tcBorders>
        <w:shd w:val="clear" w:color="auto" w:fill="f4beba"/>
      </w:tcPr>
    </w:tblStylePr>
    <w:tblStylePr w:type="band2Horz">
      <w:pPr/>
      <w:tblPr/>
      <w:tcPr>
        <w:tcBorders>
          <w:insideH w:val="nil"/>
          <w:insideV w:val="nil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4beba"/>
      </w:tcPr>
    </w:tblStylePr>
    <w:tcPr>
      <w:tcBorders/>
    </w:tcPr>
  </w:style>
  <w:style w:type="table" w:styleId="style162">
    <w:name w:val="Medium Shading 2"/>
    <w:basedOn w:val="style105"/>
    <w:next w:val="style162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176">
    <w:name w:val="Medium Shading 2 Accent 1"/>
    <w:basedOn w:val="style105"/>
    <w:next w:val="style176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7fab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fab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7fab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194">
    <w:name w:val="Medium Shading 2 Accent 2"/>
    <w:basedOn w:val="style105"/>
    <w:next w:val="style194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14980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980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14980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08">
    <w:name w:val="Medium Shading 2 Accent 3"/>
    <w:basedOn w:val="style105"/>
    <w:next w:val="style208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17a8e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17a8e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17a8e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22">
    <w:name w:val="Medium Shading 2 Accent 4"/>
    <w:basedOn w:val="style105"/>
    <w:next w:val="style222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5445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445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5445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36">
    <w:name w:val="Medium Shading 2 Accent 5"/>
    <w:basedOn w:val="style105"/>
    <w:next w:val="style236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table" w:styleId="style250">
    <w:name w:val="Medium Shading 2 Accent 6"/>
    <w:basedOn w:val="style105"/>
    <w:next w:val="style250"/>
    <w:uiPriority w:val="64"/>
    <w:pPr>
      <w:spacing w:after="0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Rule="auto" w:line="24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2319"/>
      </w:tcPr>
    </w:tblStylePr>
    <w:tblStylePr w:type="lastRow">
      <w:pPr>
        <w:spacing w:before="0" w:after="0" w:lineRule="auto" w:line="24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d8d8d8"/>
      </w:tcPr>
    </w:tblStylePr>
    <w:tblStylePr w:type="firstCol">
      <w:pPr/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2319"/>
      </w:tcPr>
    </w:tblStylePr>
    <w:tblStylePr w:type="lastCol">
      <w:pPr/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2319"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neCell">
      <w:pPr/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pPr/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cPr>
      <w:tcBorders/>
    </w:tcPr>
  </w:style>
  <w:style w:type="paragraph" w:styleId="style73">
    <w:name w:val="Message Header"/>
    <w:basedOn w:val="style0"/>
    <w:next w:val="style73"/>
    <w:link w:val="style4231"/>
    <w:uiPriority w:val="99"/>
    <w:pPr>
      <w:pBdr>
        <w:left w:val="single" w:sz="6" w:space="1" w:color="auto"/>
        <w:right w:val="single" w:sz="6" w:space="1" w:color="auto"/>
        <w:top w:val="single" w:sz="6" w:space="1" w:color="auto"/>
        <w:bottom w:val="single" w:sz="6" w:space="1" w:color="auto"/>
      </w:pBdr>
      <w:shd w:val="pct20" w:color="auto" w:fill="auto"/>
      <w:spacing w:after="0"/>
      <w:ind w:left="1080" w:hanging="1080"/>
    </w:pPr>
    <w:rPr>
      <w:rFonts w:ascii="Rockwell" w:cs="宋体" w:eastAsia="宋体" w:hAnsi="Rockwell"/>
      <w:sz w:val="24"/>
      <w:szCs w:val="24"/>
    </w:rPr>
  </w:style>
  <w:style w:type="character" w:customStyle="1" w:styleId="style4231">
    <w:name w:val="Message Header Char"/>
    <w:basedOn w:val="style65"/>
    <w:next w:val="style4231"/>
    <w:link w:val="style73"/>
    <w:uiPriority w:val="99"/>
    <w:rPr>
      <w:rFonts w:ascii="Rockwell" w:cs="宋体" w:eastAsia="宋体" w:hAnsi="Rockwell"/>
      <w:sz w:val="24"/>
      <w:szCs w:val="24"/>
      <w:shd w:val="pct20" w:color="auto" w:fill="auto"/>
    </w:rPr>
  </w:style>
  <w:style w:type="paragraph" w:styleId="style157">
    <w:name w:val="No Spacing"/>
    <w:next w:val="style157"/>
    <w:qFormat/>
    <w:uiPriority w:val="1"/>
    <w:pPr>
      <w:spacing w:after="0"/>
    </w:pPr>
    <w:rPr/>
  </w:style>
  <w:style w:type="paragraph" w:styleId="style94">
    <w:name w:val="Normal (Web)"/>
    <w:basedOn w:val="style0"/>
    <w:next w:val="style94"/>
    <w:uiPriority w:val="99"/>
    <w:pPr/>
    <w:rPr>
      <w:rFonts w:ascii="Times New Roman" w:cs="Times New Roman" w:hAnsi="Times New Roman"/>
      <w:sz w:val="24"/>
      <w:szCs w:val="24"/>
    </w:rPr>
  </w:style>
  <w:style w:type="paragraph" w:styleId="style28">
    <w:name w:val="Normal Indent"/>
    <w:basedOn w:val="style0"/>
    <w:next w:val="style28"/>
    <w:uiPriority w:val="99"/>
    <w:pPr>
      <w:ind w:left="720"/>
    </w:pPr>
    <w:rPr/>
  </w:style>
  <w:style w:type="paragraph" w:styleId="style79">
    <w:name w:val="Note Heading"/>
    <w:basedOn w:val="style0"/>
    <w:next w:val="style0"/>
    <w:link w:val="style4232"/>
    <w:uiPriority w:val="99"/>
    <w:pPr>
      <w:spacing w:after="0"/>
    </w:pPr>
    <w:rPr/>
  </w:style>
  <w:style w:type="character" w:customStyle="1" w:styleId="style4232">
    <w:name w:val="Note Heading Char"/>
    <w:basedOn w:val="style65"/>
    <w:next w:val="style4232"/>
    <w:link w:val="style79"/>
    <w:uiPriority w:val="99"/>
  </w:style>
  <w:style w:type="character" w:styleId="style41">
    <w:name w:val="page number"/>
    <w:basedOn w:val="style65"/>
    <w:next w:val="style41"/>
    <w:uiPriority w:val="99"/>
  </w:style>
  <w:style w:type="table" w:customStyle="1" w:styleId="style4233">
    <w:name w:val="Plain Table 1"/>
    <w:basedOn w:val="style105"/>
    <w:next w:val="style4233"/>
    <w:uiPriority w:val="41"/>
    <w:pPr>
      <w:spacing w:after="0"/>
    </w:pPr>
    <w:rPr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blPr/>
      <w:tcPr>
        <w:tcBorders>
          <w:top w:val="double" w:sz="4" w:space="0" w:color="bfbfbf"/>
        </w:tcBorders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2f2f2"/>
      </w:tcPr>
    </w:tblStylePr>
    <w:tcPr>
      <w:tcBorders/>
    </w:tcPr>
  </w:style>
  <w:style w:type="table" w:customStyle="1" w:styleId="style4234">
    <w:name w:val="Plain Table 2"/>
    <w:basedOn w:val="style105"/>
    <w:next w:val="style4234"/>
    <w:uiPriority w:val="42"/>
    <w:pPr>
      <w:spacing w:after="0"/>
    </w:pPr>
    <w:rPr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pPr/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pPr/>
      <w:rPr>
        <w:b/>
        <w:bCs/>
      </w:rPr>
      <w:tblPr/>
      <w:tcPr>
        <w:tcBorders>
          <w:top w:val="single" w:sz="4" w:space="0" w:color="7f7f7f"/>
        </w:tcBorders>
      </w:tcPr>
    </w:tblStylePr>
    <w:tblStylePr w:type="band1Horz">
      <w:pPr/>
      <w:tblPr/>
      <w:tcPr>
        <w:tcBorders>
          <w:top w:val="single" w:sz="4" w:space="0" w:color="7f7f7f"/>
          <w:bottom w:val="single" w:sz="4" w:space="0" w:color="7f7f7f"/>
        </w:tcBorders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pPr/>
      <w:tblPr/>
      <w:tcPr>
        <w:tcBorders>
          <w:left w:val="single" w:sz="4" w:space="0" w:color="7f7f7f"/>
          <w:right w:val="single" w:sz="4" w:space="0" w:color="7f7f7f"/>
        </w:tcBorders>
      </w:tcPr>
    </w:tblStylePr>
    <w:tcPr>
      <w:tcBorders/>
    </w:tcPr>
  </w:style>
  <w:style w:type="table" w:customStyle="1" w:styleId="style4235">
    <w:name w:val="Plain Table 3"/>
    <w:basedOn w:val="style105"/>
    <w:next w:val="style4235"/>
    <w:uiPriority w:val="43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pPr/>
      <w:rPr>
        <w:b/>
        <w:bCs/>
        <w:caps/>
      </w:rPr>
      <w:tblPr/>
      <w:tcPr>
        <w:tcBorders>
          <w:top w:val="nil"/>
        </w:tcBorders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/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pPr/>
      <w:rPr>
        <w:b/>
        <w:bCs/>
        <w:caps/>
      </w:rPr>
      <w:tblPr/>
      <w:tcPr>
        <w:tcBorders>
          <w:left w:val="nil"/>
        </w:tcBorders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cPr>
      <w:tcBorders/>
    </w:tcPr>
  </w:style>
  <w:style w:type="table" w:customStyle="1" w:styleId="style4236">
    <w:name w:val="Plain Table 4"/>
    <w:basedOn w:val="style105"/>
    <w:next w:val="style4236"/>
    <w:uiPriority w:val="44"/>
    <w:pPr>
      <w:spacing w:after="0"/>
    </w:pPr>
    <w:rPr/>
    <w:tblPr>
      <w:tblStyleRowBandSize w:val="1"/>
      <w:tblStyleColBandSize w:val="1"/>
    </w:tblPr>
    <w:tblStylePr w:type="firstRow">
      <w:pPr/>
      <w:rPr>
        <w:b/>
        <w:bCs/>
      </w:rPr>
      <w:tcPr>
        <w:tcBorders/>
      </w:tcPr>
    </w:tblStylePr>
    <w:tblStylePr w:type="lastRow">
      <w:pPr/>
      <w:rPr>
        <w:b/>
        <w:bCs/>
      </w:rPr>
      <w:tcPr>
        <w:tcBorders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/>
        <w:shd w:val="clear" w:color="auto" w:fill="f2f2f2"/>
      </w:tcPr>
    </w:tblStylePr>
    <w:tcPr>
      <w:tcBorders/>
    </w:tcPr>
  </w:style>
  <w:style w:type="table" w:customStyle="1" w:styleId="style4237">
    <w:name w:val="Plain Table 5"/>
    <w:basedOn w:val="style105"/>
    <w:next w:val="style4237"/>
    <w:uiPriority w:val="45"/>
    <w:pPr>
      <w:spacing w:after="0"/>
    </w:pPr>
    <w:rPr/>
    <w:tblPr>
      <w:tblStyleRowBandSize w:val="1"/>
      <w:tblStyleColBandSize w:val="1"/>
    </w:tblPr>
    <w:tblStylePr w:type="firstRow">
      <w:pPr/>
      <w:rPr>
        <w:rFonts w:ascii="Rockwell" w:cs="宋体" w:eastAsia="宋体" w:hAnsi="Rockwell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pPr/>
      <w:rPr>
        <w:rFonts w:ascii="Rockwell" w:cs="宋体" w:eastAsia="宋体" w:hAnsi="Rockwell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band1Horz">
      <w:pPr/>
      <w:tblPr/>
      <w:tcPr>
        <w:tcBorders/>
        <w:shd w:val="clear" w:color="auto" w:fill="f2f2f2"/>
      </w:tcPr>
    </w:tblStylePr>
    <w:tblStylePr w:type="firstCol">
      <w:pPr>
        <w:jc w:val="right"/>
      </w:pPr>
      <w:rPr>
        <w:rFonts w:ascii="Rockwell" w:cs="宋体" w:eastAsia="宋体" w:hAnsi="Rockwell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pPr/>
      <w:rPr>
        <w:rFonts w:ascii="Rockwell" w:cs="宋体" w:eastAsia="宋体" w:hAnsi="Rockwell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pPr/>
      <w:tblPr/>
      <w:tcPr>
        <w:tcBorders/>
        <w:shd w:val="clear" w:color="auto" w:fill="f2f2f2"/>
      </w:tcPr>
    </w:tblStylePr>
    <w:tblStylePr w:type="neCell">
      <w:pPr/>
      <w:tblPr/>
      <w:tcPr>
        <w:tcBorders>
          <w:left w:val="nil"/>
        </w:tcBorders>
      </w:tcPr>
    </w:tblStylePr>
    <w:tblStylePr w:type="nwCell">
      <w:pPr/>
      <w:tblPr/>
      <w:tcPr>
        <w:tcBorders>
          <w:right w:val="nil"/>
        </w:tcBorders>
      </w:tcPr>
    </w:tblStylePr>
    <w:tblStylePr w:type="seCell">
      <w:pPr/>
      <w:tblPr/>
      <w:tcPr>
        <w:tcBorders>
          <w:left w:val="nil"/>
        </w:tcBorders>
      </w:tcPr>
    </w:tblStylePr>
    <w:tblStylePr w:type="swCell">
      <w:pPr/>
      <w:tblPr/>
      <w:tcPr>
        <w:tcBorders>
          <w:right w:val="nil"/>
        </w:tcBorders>
      </w:tcPr>
    </w:tblStylePr>
    <w:tcPr>
      <w:tcBorders/>
    </w:tcPr>
  </w:style>
  <w:style w:type="paragraph" w:styleId="style75">
    <w:name w:val="Salutation"/>
    <w:basedOn w:val="style0"/>
    <w:next w:val="style0"/>
    <w:link w:val="style4238"/>
    <w:uiPriority w:val="99"/>
    <w:pPr/>
  </w:style>
  <w:style w:type="character" w:customStyle="1" w:styleId="style4238">
    <w:name w:val="Salutation Char"/>
    <w:basedOn w:val="style65"/>
    <w:next w:val="style4238"/>
    <w:link w:val="style75"/>
    <w:uiPriority w:val="99"/>
  </w:style>
  <w:style w:type="paragraph" w:styleId="style64">
    <w:name w:val="Signature"/>
    <w:basedOn w:val="style0"/>
    <w:next w:val="style64"/>
    <w:link w:val="style4239"/>
    <w:uiPriority w:val="99"/>
    <w:pPr>
      <w:spacing w:after="0"/>
      <w:ind w:left="4320"/>
    </w:pPr>
    <w:rPr/>
  </w:style>
  <w:style w:type="character" w:customStyle="1" w:styleId="style4239">
    <w:name w:val="Signature Char"/>
    <w:basedOn w:val="style65"/>
    <w:next w:val="style4239"/>
    <w:link w:val="style64"/>
    <w:uiPriority w:val="99"/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character" w:styleId="style260">
    <w:name w:val="Subtle Emphasis"/>
    <w:basedOn w:val="style65"/>
    <w:next w:val="style260"/>
    <w:qFormat/>
    <w:uiPriority w:val="19"/>
    <w:rPr>
      <w:i/>
      <w:iCs/>
      <w:color w:val="404040"/>
    </w:rPr>
  </w:style>
  <w:style w:type="character" w:styleId="style262">
    <w:name w:val="Subtle Reference"/>
    <w:basedOn w:val="style65"/>
    <w:next w:val="style262"/>
    <w:qFormat/>
    <w:uiPriority w:val="31"/>
    <w:rPr>
      <w:smallCaps/>
      <w:color w:val="5a5a5a"/>
    </w:rPr>
  </w:style>
  <w:style w:type="table" w:styleId="style142">
    <w:name w:val="Table 3D effects 1"/>
    <w:basedOn w:val="style105"/>
    <w:next w:val="style142"/>
    <w:uiPriority w:val="99"/>
    <w:pPr/>
    <w:rPr>
      <w:color w:val="auto"/>
    </w:rPr>
    <w:tblPr>
      <w:shd w:val="solid" w:color="c0c0c0" w:fill="ffffff"/>
    </w:tblPr>
    <w:tblStylePr w:type="firstRow">
      <w:pPr/>
      <w:rPr>
        <w:b/>
        <w:bCs/>
        <w:color w:val="800080"/>
      </w:rPr>
      <w:tblPr/>
      <w:tcPr>
        <w:tcBorders>
          <w:tl2br w:val="none" w:sz="0" w:space="0" w:color="auto"/>
          <w:tr2bl w:val="none" w:sz="0" w:space="0" w:color="auto"/>
          <w:bottom w:val="single" w:sz="6" w:space="0" w:color="80808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ffffff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right w:val="single" w:sz="6" w:space="0" w:color="80808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left w:val="single" w:sz="6" w:space="0" w:color="ffffff"/>
        </w:tcBorders>
      </w:tcPr>
    </w:tblStylePr>
    <w:tblStylePr w:type="neCell">
      <w:pPr/>
      <w:tblPr/>
      <w:tcPr>
        <w:tcBorders>
          <w:tl2br w:val="none" w:sz="0" w:space="0" w:color="auto"/>
          <w:tr2bl w:val="none" w:sz="0" w:space="0" w:color="auto"/>
          <w:left w:val="none" w:sz="0" w:space="0" w:color="auto"/>
          <w:bottom w:val="none" w:sz="0" w:space="0" w:color="auto"/>
        </w:tcBorders>
      </w:tcPr>
    </w:tblStylePr>
    <w:tblStylePr w:type="nwCell">
      <w:pPr/>
      <w:tblPr/>
      <w:tcPr>
        <w:tcBorders>
          <w:tl2br w:val="none" w:sz="0" w:space="0" w:color="auto"/>
          <w:tr2bl w:val="none" w:sz="0" w:space="0" w:color="auto"/>
          <w:bottom w:val="none" w:sz="0" w:space="0" w:color="auto"/>
          <w:right w:val="none" w:sz="0" w:space="0" w:color="auto"/>
        </w:tcBorders>
      </w:tcPr>
    </w:tblStylePr>
    <w:tblStylePr w:type="seCell">
      <w:pPr/>
      <w:tblPr/>
      <w:tcPr>
        <w:tcBorders>
          <w:tl2br w:val="none" w:sz="0" w:space="0" w:color="auto"/>
          <w:tr2bl w:val="none" w:sz="0" w:space="0" w:color="auto"/>
          <w:top w:val="none" w:sz="0" w:space="0" w:color="auto"/>
          <w:left w:val="none" w:sz="0" w:space="0" w:color="auto"/>
        </w:tcBorders>
      </w:tcPr>
    </w:tblStylePr>
    <w:tblStylePr w:type="swCell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  <w:top w:val="none" w:sz="0" w:space="0" w:color="auto"/>
          <w:right w:val="none" w:sz="0" w:space="0" w:color="auto"/>
        </w:tcBorders>
      </w:tcPr>
    </w:tblStylePr>
    <w:tcPr>
      <w:tcBorders/>
      <w:shd w:val="solid" w:color="c0c0c0" w:fill="ffffff"/>
    </w:tcPr>
  </w:style>
  <w:style w:type="table" w:styleId="style143">
    <w:name w:val="Table 3D effects 2"/>
    <w:basedOn w:val="style105"/>
    <w:next w:val="style143"/>
    <w:uiPriority w:val="99"/>
    <w:pPr/>
    <w:rPr>
      <w:color w:val="auto"/>
    </w:rPr>
    <w:tblPr>
      <w:tblStyleRowBandSize w:val="1"/>
      <w:shd w:val="solid" w:color="c0c0c0" w:fill="ffffff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  <w:top w:val="single" w:sz="6" w:space="0" w:color="808080"/>
          <w:bottom w:val="single" w:sz="6" w:space="0" w:color="ffffff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right w:val="single" w:sz="6" w:space="0" w:color="ffffff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solid" w:color="c0c0c0" w:fill="ffffff"/>
    </w:tcPr>
  </w:style>
  <w:style w:type="table" w:styleId="style144">
    <w:name w:val="Table 3D effects 3"/>
    <w:basedOn w:val="style105"/>
    <w:next w:val="style144"/>
    <w:uiPriority w:val="99"/>
    <w:pPr/>
    <w:rPr>
      <w:color w:val="auto"/>
    </w:rPr>
    <w:tblPr>
      <w:tblStyleRowBandSize w:val="1"/>
      <w:tblStyleColBandSize w:val="1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  <w:top w:val="single" w:sz="6" w:space="0" w:color="808080"/>
          <w:bottom w:val="single" w:sz="6" w:space="0" w:color="ffffff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right w:val="single" w:sz="6" w:space="0" w:color="ffffff"/>
        </w:tcBorders>
      </w:tcPr>
    </w:tblStylePr>
    <w:tblStylePr w:type="band1Vert">
      <w:pPr/>
      <w:rPr>
        <w:color w:val="auto"/>
      </w:rPr>
      <w:tblPr/>
      <w:tcPr>
        <w:tcBorders/>
        <w:shd w:val="solid" w:color="c0c0c0" w:fill="ffffff"/>
      </w:tcPr>
    </w:tblStylePr>
    <w:tblStylePr w:type="band2Vert">
      <w:pPr/>
      <w:rPr>
        <w:color w:val="auto"/>
      </w:rPr>
      <w:tblPr/>
      <w:tcPr>
        <w:tcBorders/>
        <w:shd w:val="pct50" w:color="c0c0c0" w:fill="ffffff"/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14">
    <w:name w:val="Table Classic 1"/>
    <w:basedOn w:val="style105"/>
    <w:next w:val="style114"/>
    <w:uiPriority w:val="99"/>
    <w:pPr/>
    <w:rPr>
      <w:color w:val="auto"/>
    </w:rPr>
    <w:tblPr>
      <w:tblBorders>
        <w:top w:val="single" w:sz="12" w:space="0" w:color="000000"/>
        <w:bottom w:val="single" w:sz="12" w:space="0" w:color="000000"/>
      </w:tblBorders>
      <w:shd w:val="clear" w:color="auto" w:fill="auto"/>
    </w:tblPr>
    <w:tblStylePr w:type="firstRow">
      <w:pPr/>
      <w:rPr>
        <w:i/>
        <w:iCs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</w:tcPr>
    </w:tblStylePr>
    <w:tblStylePr w:type="la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right w:val="single" w:sz="6" w:space="0" w:color="000000"/>
        </w:tcBorders>
      </w:tcPr>
    </w:tblStylePr>
    <w:tblStylePr w:type="neCell">
      <w:pPr/>
      <w:rPr>
        <w:b/>
        <w:bCs/>
        <w:i w:val="false"/>
        <w:i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15">
    <w:name w:val="Table Classic 2"/>
    <w:basedOn w:val="style105"/>
    <w:next w:val="style115"/>
    <w:uiPriority w:val="99"/>
    <w:pPr/>
    <w:rPr>
      <w:color w:val="auto"/>
    </w:rPr>
    <w:tblPr>
      <w:tblBorders>
        <w:top w:val="single" w:sz="12" w:space="0" w:color="000000"/>
        <w:bottom w:val="single" w:sz="12" w:space="0" w:color="000000"/>
      </w:tblBorders>
      <w:shd w:val="clear" w:color="auto" w:fill="auto"/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800080" w:fill="ffffff"/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16">
    <w:name w:val="Table Classic 3"/>
    <w:basedOn w:val="style105"/>
    <w:next w:val="style116"/>
    <w:uiPriority w:val="99"/>
    <w:pPr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shd w:val="solid" w:color="c0c0c0" w:fill="ffffff"/>
    </w:tblPr>
    <w:tblStylePr w:type="firstRow">
      <w:pPr/>
      <w:rPr>
        <w:b/>
        <w:bCs/>
        <w:i/>
        <w:i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000080" w:fill="ffffff"/>
      </w:tcPr>
    </w:tblStylePr>
    <w:tblStylePr w:type="lastRow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  <w:shd w:val="solid" w:color="ffffff" w:fill="ffffff"/>
      </w:tcPr>
    </w:tblStylePr>
    <w:tblStylePr w:type="firstCol">
      <w:pPr/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solid" w:color="c0c0c0" w:fill="ffffff"/>
    </w:tcPr>
  </w:style>
  <w:style w:type="table" w:styleId="style117">
    <w:name w:val="Table Classic 4"/>
    <w:basedOn w:val="style105"/>
    <w:next w:val="style117"/>
    <w:uiPriority w:val="99"/>
    <w:pPr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shd w:val="clear" w:color="auto" w:fill="auto"/>
    </w:tblPr>
    <w:tblStylePr w:type="firstRow">
      <w:pPr/>
      <w:rPr>
        <w:b/>
        <w:bCs/>
        <w:i/>
        <w:i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50" w:color="000080" w:fill="ffffff"/>
      </w:tcPr>
    </w:tblStylePr>
    <w:tblStylePr w:type="lastRow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50" w:color="0000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18">
    <w:name w:val="Table Colorful 1"/>
    <w:basedOn w:val="style105"/>
    <w:next w:val="style118"/>
    <w:uiPriority w:val="99"/>
    <w:pPr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shd w:val="solid" w:color="008080" w:fill="ffffff"/>
    </w:tblPr>
    <w:tblStylePr w:type="firstRow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pPr/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pPr/>
      <w:rPr>
        <w:b/>
        <w:bCs/>
        <w:i w:val="false"/>
        <w:i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solid" w:color="008080" w:fill="ffffff"/>
    </w:tcPr>
  </w:style>
  <w:style w:type="table" w:styleId="style119">
    <w:name w:val="Table Colorful 2"/>
    <w:basedOn w:val="style105"/>
    <w:next w:val="style119"/>
    <w:uiPriority w:val="99"/>
    <w:pPr/>
    <w:rPr>
      <w:color w:val="auto"/>
    </w:rPr>
    <w:tblPr>
      <w:tblBorders>
        <w:bottom w:val="single" w:sz="12" w:space="0" w:color="000000"/>
      </w:tblBorders>
      <w:shd w:val="pct20" w:color="ffff00" w:fill="ffffff"/>
    </w:tblPr>
    <w:tblStylePr w:type="firstRow">
      <w:pPr/>
      <w:rPr>
        <w:b/>
        <w:bCs/>
        <w:i/>
        <w:i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  <w:shd w:val="solid" w:color="800000" w:fill="ffffff"/>
      </w:tcPr>
    </w:tblStylePr>
    <w:tblStylePr w:type="firstCol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pPr/>
      <w:rPr>
        <w:b/>
        <w:bCs/>
        <w:i w:val="false"/>
        <w:i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pct20" w:color="ffff00" w:fill="ffffff"/>
    </w:tcPr>
  </w:style>
  <w:style w:type="table" w:styleId="style120">
    <w:name w:val="Table Colorful 3"/>
    <w:basedOn w:val="style105"/>
    <w:next w:val="style120"/>
    <w:uiPriority w:val="99"/>
    <w:pPr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shd w:val="pct25" w:color="008080" w:fill="ffffff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008080" w:fill="ffffff"/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cPr>
      <w:tcBorders/>
      <w:shd w:val="pct25" w:color="008080" w:fill="ffffff"/>
    </w:tcPr>
  </w:style>
  <w:style w:type="table" w:styleId="style121">
    <w:name w:val="Table Columns 1"/>
    <w:basedOn w:val="style105"/>
    <w:next w:val="style121"/>
    <w:uiPriority w:val="99"/>
    <w:pPr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bottom w:val="double" w:sz="6" w:space="0" w:color="000000"/>
        </w:tcBorders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pct25" w:color="000000" w:fill="ffffff"/>
      </w:tcPr>
    </w:tblStylePr>
    <w:tblStylePr w:type="band2Vert">
      <w:pPr/>
      <w:rPr>
        <w:color w:val="auto"/>
      </w:rPr>
      <w:tblPr/>
      <w:tcPr>
        <w:tcBorders/>
        <w:shd w:val="pct25" w:color="ffff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22">
    <w:name w:val="Table Columns 2"/>
    <w:basedOn w:val="style105"/>
    <w:next w:val="style122"/>
    <w:uiPriority w:val="99"/>
    <w:pPr/>
    <w:rPr>
      <w:b/>
      <w:bCs/>
      <w:color w:val="auto"/>
    </w:rPr>
    <w:tblPr>
      <w:tblStyleColBandSize w:val="1"/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/>
      <w:rPr>
        <w:b w:val="false"/>
        <w:bCs w:val="false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pct30" w:color="000000" w:fill="ffffff"/>
      </w:tcPr>
    </w:tblStylePr>
    <w:tblStylePr w:type="band2Vert">
      <w:pPr/>
      <w:rPr>
        <w:color w:val="auto"/>
      </w:rPr>
      <w:tblPr/>
      <w:tcPr>
        <w:tcBorders/>
        <w:shd w:val="pct25" w:color="00ff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23">
    <w:name w:val="Table Columns 3"/>
    <w:basedOn w:val="style105"/>
    <w:next w:val="style123"/>
    <w:uiPriority w:val="99"/>
    <w:pPr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top w:val="single" w:sz="6" w:space="0" w:color="000080"/>
        </w:tcBorders>
      </w:tcPr>
    </w:tblStylePr>
    <w:tblStylePr w:type="fir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solid" w:color="c0c0c0" w:fill="ffffff"/>
      </w:tcPr>
    </w:tblStylePr>
    <w:tblStylePr w:type="band2Vert">
      <w:pPr/>
      <w:rPr>
        <w:color w:val="auto"/>
      </w:rPr>
      <w:tblPr/>
      <w:tcPr>
        <w:tcBorders/>
        <w:shd w:val="pct10" w:color="0000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24">
    <w:name w:val="Table Columns 4"/>
    <w:basedOn w:val="style105"/>
    <w:next w:val="style124"/>
    <w:uiPriority w:val="99"/>
    <w:pPr/>
    <w:rPr>
      <w:color w:val="auto"/>
    </w:rPr>
    <w:tblPr>
      <w:tblStyleColBandSize w:val="1"/>
    </w:tblPr>
    <w:tblStylePr w:type="firstRow">
      <w:pPr/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pct50" w:color="008080" w:fill="ffffff"/>
      </w:tcPr>
    </w:tblStylePr>
    <w:tblStylePr w:type="band2Vert">
      <w:pPr/>
      <w:rPr>
        <w:color w:val="auto"/>
      </w:rPr>
      <w:tblPr/>
      <w:tcPr>
        <w:tcBorders/>
        <w:shd w:val="pct10" w:color="000000" w:fill="ffffff"/>
      </w:tcPr>
    </w:tblStylePr>
    <w:tcPr>
      <w:tcBorders/>
    </w:tcPr>
  </w:style>
  <w:style w:type="table" w:styleId="style125">
    <w:name w:val="Table Columns 5"/>
    <w:basedOn w:val="style105"/>
    <w:next w:val="style125"/>
    <w:uiPriority w:val="99"/>
    <w:pPr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  <w:bottom w:val="single" w:sz="6" w:space="0" w:color="808080"/>
        </w:tcBorders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6" w:space="0" w:color="80808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pPr/>
      <w:rPr>
        <w:color w:val="auto"/>
      </w:rPr>
      <w:tblPr/>
      <w:tcPr>
        <w:tcBorders/>
        <w:shd w:val="solid" w:color="c0c0c0" w:fill="ffffff"/>
      </w:tcPr>
    </w:tblStylePr>
    <w:tblStylePr w:type="band2Vert">
      <w:pPr/>
      <w:rPr>
        <w:color w:val="auto"/>
      </w:rPr>
      <w:tcPr>
        <w:tcBorders/>
      </w:tcPr>
    </w:tblStylePr>
    <w:tcPr>
      <w:tcBorders/>
    </w:tcPr>
  </w:style>
  <w:style w:type="table" w:styleId="style145">
    <w:name w:val="Table Contemporary"/>
    <w:basedOn w:val="style105"/>
    <w:next w:val="style145"/>
    <w:uiPriority w:val="99"/>
    <w:pPr/>
    <w:rPr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cPr>
      <w:tcBorders/>
    </w:tcPr>
  </w:style>
  <w:style w:type="table" w:styleId="style146">
    <w:name w:val="Table Elegant"/>
    <w:basedOn w:val="style105"/>
    <w:next w:val="style146"/>
    <w:uiPriority w:val="99"/>
    <w:pPr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6">
    <w:name w:val="Table Grid 1"/>
    <w:basedOn w:val="style105"/>
    <w:next w:val="style126"/>
    <w:uiPriority w:val="99"/>
    <w:pPr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lastRow">
      <w:pPr/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7">
    <w:name w:val="Table Grid 2"/>
    <w:basedOn w:val="style105"/>
    <w:next w:val="style127"/>
    <w:uiPriority w:val="99"/>
    <w:pPr/>
    <w:rPr>
      <w:color w:val="auto"/>
    </w:rPr>
    <w:tblPr>
      <w:tblBorders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8">
    <w:name w:val="Table Grid 3"/>
    <w:basedOn w:val="style105"/>
    <w:next w:val="style128"/>
    <w:uiPriority w:val="99"/>
    <w:pPr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shd w:val="clear" w:color="auto" w:fill="auto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30" w:color="ffff0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29">
    <w:name w:val="Table Grid 4"/>
    <w:basedOn w:val="style105"/>
    <w:next w:val="style129"/>
    <w:uiPriority w:val="99"/>
    <w:pPr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30" w:color="ffff00" w:fill="ffffff"/>
      </w:tcPr>
    </w:tblStylePr>
    <w:tblStylePr w:type="la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  <w:shd w:val="pct30" w:color="ffff00" w:fill="ffffff"/>
      </w:tcPr>
    </w:tblStylePr>
    <w:tblStylePr w:type="lastCol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0">
    <w:name w:val="Table Grid 5"/>
    <w:basedOn w:val="style105"/>
    <w:next w:val="style130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single" w:sz="6" w:space="0" w:color="000000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1">
    <w:name w:val="Table Grid 6"/>
    <w:basedOn w:val="style105"/>
    <w:next w:val="style131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</w:tcPr>
    </w:tblStylePr>
    <w:tblStylePr w:type="la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single" w:sz="6" w:space="0" w:color="000000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2">
    <w:name w:val="Table Grid 7"/>
    <w:basedOn w:val="style105"/>
    <w:next w:val="style132"/>
    <w:uiPriority w:val="99"/>
    <w:pPr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 w:val="false"/>
        <w:bCs w:val="false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pPr/>
      <w:tblPr/>
      <w:tcPr>
        <w:tcBorders>
          <w:tl2br w:val="single" w:sz="6" w:space="0" w:color="000000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3">
    <w:name w:val="Table Grid 8"/>
    <w:basedOn w:val="style105"/>
    <w:next w:val="style133"/>
    <w:uiPriority w:val="99"/>
    <w:pPr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shd w:val="clear" w:color="auto" w:fill="auto"/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customStyle="1" w:styleId="style4240">
    <w:name w:val="Grid Table Light"/>
    <w:basedOn w:val="style105"/>
    <w:next w:val="style4240"/>
    <w:uiPriority w:val="40"/>
    <w:pPr>
      <w:spacing w:after="0"/>
    </w:pPr>
    <w:rPr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tcBorders/>
    </w:tcPr>
  </w:style>
  <w:style w:type="table" w:styleId="style134">
    <w:name w:val="Table List 1"/>
    <w:basedOn w:val="style105"/>
    <w:next w:val="style134"/>
    <w:uiPriority w:val="99"/>
    <w:pPr/>
    <w:rPr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pPr/>
      <w:rPr>
        <w:b/>
        <w:bCs/>
        <w:i/>
        <w:iCs/>
        <w:color w:val="800000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c0c0c0" w:fill="ffffff"/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35">
    <w:name w:val="Table List 2"/>
    <w:basedOn w:val="style105"/>
    <w:next w:val="style135"/>
    <w:uiPriority w:val="99"/>
    <w:pPr/>
    <w:rPr/>
    <w:tblPr>
      <w:tblStyleRowBandSize w:val="2"/>
      <w:tblBorders>
        <w:bottom w:val="single" w:sz="12" w:space="0" w:color="808080"/>
      </w:tblBorders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75" w:color="008080" w:fill="008000"/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36">
    <w:name w:val="Table List 3"/>
    <w:basedOn w:val="style105"/>
    <w:next w:val="style136"/>
    <w:uiPriority w:val="99"/>
    <w:pPr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  <w:shd w:val="clear" w:color="auto" w:fill="auto"/>
    </w:tblPr>
    <w:tblStylePr w:type="firstRow">
      <w:pPr/>
      <w:rPr>
        <w:b/>
        <w:bCs/>
        <w:color w:val="000080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</w:tcPr>
    </w:tblStylePr>
    <w:tblStylePr w:type="swCell">
      <w:pPr/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7">
    <w:name w:val="Table List 4"/>
    <w:basedOn w:val="style105"/>
    <w:next w:val="style137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shd w:val="clear" w:color="auto" w:fill="auto"/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  <w:shd w:val="solid" w:color="808080" w:fill="ffffff"/>
      </w:tcPr>
    </w:tblStylePr>
    <w:tcPr>
      <w:tcBorders/>
      <w:shd w:val="clear" w:color="auto" w:fill="auto"/>
    </w:tcPr>
  </w:style>
  <w:style w:type="table" w:styleId="style138">
    <w:name w:val="Table List 5"/>
    <w:basedOn w:val="style105"/>
    <w:next w:val="style138"/>
    <w:uiPriority w:val="99"/>
    <w:pPr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shd w:val="clear" w:color="auto" w:fill="auto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39">
    <w:name w:val="Table List 6"/>
    <w:basedOn w:val="style105"/>
    <w:next w:val="style139"/>
    <w:uiPriority w:val="99"/>
    <w:pPr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shd w:val="pct50" w:color="000000" w:fill="ffffff"/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</w:tcPr>
    </w:tblStylePr>
    <w:tcPr>
      <w:tcBorders/>
      <w:shd w:val="pct50" w:color="000000" w:fill="ffffff"/>
    </w:tcPr>
  </w:style>
  <w:style w:type="table" w:styleId="style140">
    <w:name w:val="Table List 7"/>
    <w:basedOn w:val="style105"/>
    <w:next w:val="style140"/>
    <w:uiPriority w:val="99"/>
    <w:pPr/>
    <w:rPr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8000"/>
        </w:tcBorders>
        <w:shd w:val="solid" w:color="c0c0c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12" w:space="0" w:color="008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pPr/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41">
    <w:name w:val="Table List 8"/>
    <w:basedOn w:val="style105"/>
    <w:next w:val="style141"/>
    <w:uiPriority w:val="99"/>
    <w:pPr/>
    <w:rPr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pPr/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solid" w:color="ffff00" w:fill="ffffff"/>
      </w:tcPr>
    </w:tblStylePr>
    <w:tblStylePr w:type="la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band1Horz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pPr/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paragraph" w:styleId="style44">
    <w:name w:val="table of authorities"/>
    <w:basedOn w:val="style0"/>
    <w:next w:val="style0"/>
    <w:uiPriority w:val="99"/>
    <w:pPr>
      <w:spacing w:after="0"/>
      <w:ind w:left="220" w:hanging="220"/>
    </w:pPr>
    <w:rPr/>
  </w:style>
  <w:style w:type="paragraph" w:styleId="style35">
    <w:name w:val="table of figures"/>
    <w:basedOn w:val="style0"/>
    <w:next w:val="style0"/>
    <w:uiPriority w:val="99"/>
    <w:pPr>
      <w:spacing w:after="0"/>
    </w:pPr>
    <w:rPr/>
  </w:style>
  <w:style w:type="table" w:styleId="style147">
    <w:name w:val="Table Professional"/>
    <w:basedOn w:val="style105"/>
    <w:next w:val="style147"/>
    <w:uiPriority w:val="99"/>
    <w:pPr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shd w:val="clear" w:color="auto" w:fill="auto"/>
    </w:tblPr>
    <w:tblStylePr w:type="fir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cPr>
      <w:tcBorders/>
      <w:shd w:val="clear" w:color="auto" w:fill="auto"/>
    </w:tcPr>
  </w:style>
  <w:style w:type="table" w:styleId="style111">
    <w:name w:val="Table Simple 1"/>
    <w:basedOn w:val="style105"/>
    <w:next w:val="style111"/>
    <w:uiPriority w:val="99"/>
    <w:pPr/>
    <w:rPr>
      <w:color w:val="auto"/>
    </w:rPr>
    <w:tblPr>
      <w:tblBorders>
        <w:top w:val="single" w:sz="12" w:space="0" w:color="008000"/>
        <w:bottom w:val="single" w:sz="12" w:space="0" w:color="008000"/>
      </w:tblBorders>
      <w:shd w:val="clear" w:color="auto" w:fill="auto"/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6" w:space="0" w:color="008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8000"/>
        </w:tcBorders>
      </w:tcPr>
    </w:tblStylePr>
    <w:tcPr>
      <w:tcBorders/>
      <w:shd w:val="clear" w:color="auto" w:fill="auto"/>
    </w:tcPr>
  </w:style>
  <w:style w:type="table" w:styleId="style112">
    <w:name w:val="Table Simple 2"/>
    <w:basedOn w:val="style105"/>
    <w:next w:val="style112"/>
    <w:uiPriority w:val="99"/>
    <w:pPr/>
    <w:rPr/>
    <w:tblPr/>
    <w:tblStylePr w:type="firstRow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  <w:top w:val="single" w:sz="6" w:space="0" w:color="000000"/>
        </w:tcBorders>
      </w:tcPr>
    </w:tblStylePr>
    <w:tblStylePr w:type="fir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</w:tcPr>
    </w:tblStylePr>
    <w:tblStylePr w:type="lastCo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left w:val="single" w:sz="6" w:space="0" w:color="000000"/>
        </w:tcBorders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left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  <w:top w:val="none" w:sz="0" w:space="0" w:color="auto"/>
        </w:tcBorders>
      </w:tcPr>
    </w:tblStylePr>
    <w:tcPr>
      <w:tcBorders/>
    </w:tcPr>
  </w:style>
  <w:style w:type="table" w:styleId="style113">
    <w:name w:val="Table Simple 3"/>
    <w:basedOn w:val="style105"/>
    <w:next w:val="style113"/>
    <w:uiPriority w:val="99"/>
    <w:pPr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shd w:val="clear" w:color="auto" w:fill="auto"/>
    </w:tblPr>
    <w:tblStylePr w:type="firstRow">
      <w:pPr/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cPr>
      <w:tcBorders/>
      <w:shd w:val="clear" w:color="auto" w:fill="auto"/>
    </w:tcPr>
  </w:style>
  <w:style w:type="table" w:styleId="style148">
    <w:name w:val="Table Subtle 1"/>
    <w:basedOn w:val="style105"/>
    <w:next w:val="style148"/>
    <w:uiPriority w:val="99"/>
    <w:pPr/>
    <w:rPr/>
    <w:tblPr>
      <w:tblStyleRowBandSize w:val="1"/>
    </w:tblPr>
    <w:tblStylePr w:type="firstRow">
      <w:pPr/>
      <w:tblPr/>
      <w:tcPr>
        <w:tcBorders>
          <w:tl2br w:val="none" w:sz="0" w:space="0" w:color="auto"/>
          <w:tr2bl w:val="none" w:sz="0" w:space="0" w:color="auto"/>
          <w:top w:val="single" w:sz="6" w:space="0" w:color="000000"/>
          <w:bottom w:val="single" w:sz="12" w:space="0" w:color="000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  <w:shd w:val="pct25" w:color="800080" w:fill="ffffff"/>
      </w:tcPr>
    </w:tblStylePr>
    <w:tblStylePr w:type="band1Horz">
      <w:pPr/>
      <w:tblPr/>
      <w:tcPr>
        <w:tcBorders>
          <w:tl2br w:val="none" w:sz="0" w:space="0" w:color="auto"/>
          <w:tr2bl w:val="none" w:sz="0" w:space="0" w:color="auto"/>
          <w:bottom w:val="single" w:sz="6" w:space="0" w:color="000000"/>
        </w:tcBorders>
        <w:shd w:val="pct25" w:color="808000" w:fill="ffffff"/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left w:val="single" w:sz="12" w:space="0" w:color="000000"/>
        </w:tcBorders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49">
    <w:name w:val="Table Subtle 2"/>
    <w:basedOn w:val="style105"/>
    <w:next w:val="style149"/>
    <w:uiPriority w:val="99"/>
    <w:pPr/>
    <w:rPr/>
    <w:tblPr>
      <w:tblBorders>
        <w:left w:val="single" w:sz="6" w:space="0" w:color="000000"/>
        <w:right w:val="single" w:sz="6" w:space="0" w:color="000000"/>
      </w:tblBorders>
    </w:tblPr>
    <w:tblStylePr w:type="firstRow">
      <w:pPr/>
      <w:tblPr/>
      <w:tcPr>
        <w:tcBorders>
          <w:tl2br w:val="none" w:sz="0" w:space="0" w:color="auto"/>
          <w:tr2bl w:val="none" w:sz="0" w:space="0" w:color="auto"/>
          <w:bottom w:val="single" w:sz="12" w:space="0" w:color="000000"/>
        </w:tcBorders>
      </w:tcPr>
    </w:tblStylePr>
    <w:tblStylePr w:type="lastRow">
      <w:pPr/>
      <w:tblPr/>
      <w:tcPr>
        <w:tcBorders>
          <w:tl2br w:val="none" w:sz="0" w:space="0" w:color="auto"/>
          <w:tr2bl w:val="none" w:sz="0" w:space="0" w:color="auto"/>
          <w:top w:val="single" w:sz="12" w:space="0" w:color="000000"/>
        </w:tcBorders>
      </w:tcPr>
    </w:tblStylePr>
    <w:tblStylePr w:type="firstCol">
      <w:pPr/>
      <w:tblPr/>
      <w:tcPr>
        <w:tcBorders>
          <w:tl2br w:val="none" w:sz="0" w:space="0" w:color="auto"/>
          <w:tr2bl w:val="none" w:sz="0" w:space="0" w:color="auto"/>
          <w:right w:val="single" w:sz="12" w:space="0" w:color="000000"/>
        </w:tcBorders>
        <w:shd w:val="pct25" w:color="008000" w:fill="ffffff"/>
      </w:tcPr>
    </w:tblStylePr>
    <w:tblStylePr w:type="lastCol">
      <w:pPr/>
      <w:tblPr/>
      <w:tcPr>
        <w:tcBorders>
          <w:tl2br w:val="none" w:sz="0" w:space="0" w:color="auto"/>
          <w:tr2bl w:val="none" w:sz="0" w:space="0" w:color="auto"/>
          <w:left w:val="single" w:sz="12" w:space="0" w:color="000000"/>
        </w:tcBorders>
        <w:shd w:val="pct25" w:color="808000" w:fill="ffffff"/>
      </w:tcPr>
    </w:tblStylePr>
    <w:tblStylePr w:type="ne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pPr/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</w:tcPr>
  </w:style>
  <w:style w:type="table" w:styleId="style155">
    <w:name w:val="Table Theme"/>
    <w:basedOn w:val="style105"/>
    <w:next w:val="style155"/>
    <w:uiPriority w:val="9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styleId="style150">
    <w:name w:val="Table Web 1"/>
    <w:basedOn w:val="style105"/>
    <w:next w:val="style150"/>
    <w:uiPriority w:val="99"/>
    <w:pPr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51">
    <w:name w:val="Table Web 2"/>
    <w:basedOn w:val="style105"/>
    <w:next w:val="style151"/>
    <w:uiPriority w:val="99"/>
    <w:pPr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table" w:styleId="style152">
    <w:name w:val="Table Web 3"/>
    <w:basedOn w:val="style105"/>
    <w:next w:val="style152"/>
    <w:uiPriority w:val="99"/>
    <w:pPr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shd w:val="clear" w:color="auto" w:fill="auto"/>
    </w:tblPr>
    <w:tblStylePr w:type="firstRow">
      <w:pPr/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cPr>
      <w:tcBorders/>
      <w:shd w:val="clear" w:color="auto" w:fill="auto"/>
    </w:tcPr>
  </w:style>
  <w:style w:type="paragraph" w:styleId="style46">
    <w:name w:val="toa heading"/>
    <w:basedOn w:val="style0"/>
    <w:next w:val="style0"/>
    <w:uiPriority w:val="99"/>
    <w:pPr>
      <w:spacing w:before="120"/>
    </w:pPr>
    <w:rPr>
      <w:rFonts w:ascii="Rockwell" w:cs="宋体" w:eastAsia="宋体" w:hAnsi="Rockwell"/>
      <w:b/>
      <w:bCs/>
      <w:sz w:val="24"/>
      <w:szCs w:val="24"/>
    </w:rPr>
  </w:style>
  <w:style w:type="paragraph" w:styleId="style19">
    <w:name w:val="toc 1"/>
    <w:basedOn w:val="style0"/>
    <w:next w:val="style0"/>
    <w:uiPriority w:val="39"/>
    <w:pPr>
      <w:spacing w:after="100"/>
    </w:pPr>
    <w:rPr/>
  </w:style>
  <w:style w:type="paragraph" w:styleId="style20">
    <w:name w:val="toc 2"/>
    <w:basedOn w:val="style0"/>
    <w:next w:val="style0"/>
    <w:uiPriority w:val="39"/>
    <w:pPr>
      <w:spacing w:after="100"/>
      <w:ind w:left="220"/>
    </w:pPr>
    <w:rPr/>
  </w:style>
  <w:style w:type="paragraph" w:styleId="style21">
    <w:name w:val="toc 3"/>
    <w:basedOn w:val="style0"/>
    <w:next w:val="style0"/>
    <w:uiPriority w:val="39"/>
    <w:pPr>
      <w:spacing w:after="100"/>
      <w:ind w:left="440"/>
    </w:pPr>
    <w:rPr/>
  </w:style>
  <w:style w:type="paragraph" w:styleId="style22">
    <w:name w:val="toc 4"/>
    <w:basedOn w:val="style0"/>
    <w:next w:val="style0"/>
    <w:uiPriority w:val="39"/>
    <w:pPr>
      <w:spacing w:after="100"/>
      <w:ind w:left="660"/>
    </w:pPr>
    <w:rPr/>
  </w:style>
  <w:style w:type="paragraph" w:styleId="style23">
    <w:name w:val="toc 5"/>
    <w:basedOn w:val="style0"/>
    <w:next w:val="style0"/>
    <w:uiPriority w:val="39"/>
    <w:pPr>
      <w:spacing w:after="100"/>
      <w:ind w:left="880"/>
    </w:pPr>
    <w:rPr/>
  </w:style>
  <w:style w:type="paragraph" w:styleId="style24">
    <w:name w:val="toc 6"/>
    <w:basedOn w:val="style0"/>
    <w:next w:val="style0"/>
    <w:uiPriority w:val="39"/>
    <w:pPr>
      <w:spacing w:after="100"/>
      <w:ind w:left="1100"/>
    </w:pPr>
    <w:rPr/>
  </w:style>
  <w:style w:type="paragraph" w:styleId="style25">
    <w:name w:val="toc 7"/>
    <w:basedOn w:val="style0"/>
    <w:next w:val="style0"/>
    <w:uiPriority w:val="39"/>
    <w:pPr>
      <w:spacing w:after="100"/>
      <w:ind w:left="1320"/>
    </w:pPr>
    <w:rPr/>
  </w:style>
  <w:style w:type="paragraph" w:styleId="style26">
    <w:name w:val="toc 8"/>
    <w:basedOn w:val="style0"/>
    <w:next w:val="style0"/>
    <w:uiPriority w:val="39"/>
    <w:pPr>
      <w:spacing w:after="100"/>
      <w:ind w:left="1540"/>
    </w:pPr>
    <w:rPr/>
  </w:style>
  <w:style w:type="paragraph" w:styleId="style27">
    <w:name w:val="toc 9"/>
    <w:basedOn w:val="style0"/>
    <w:next w:val="style0"/>
    <w:uiPriority w:val="39"/>
    <w:pPr>
      <w:spacing w:after="100"/>
      <w:ind w:left="1760"/>
    </w:pPr>
    <w:rPr/>
  </w:style>
  <w:style w:type="paragraph" w:customStyle="1" w:styleId="style4241">
    <w:name w:val="Icons"/>
    <w:basedOn w:val="style0"/>
    <w:next w:val="style4241"/>
    <w:qFormat/>
    <w:uiPriority w:val="99"/>
    <w:pPr>
      <w:spacing w:after="40"/>
      <w:jc w:val="center"/>
    </w:pPr>
    <w:rPr>
      <w:color w:val="4c4c4c"/>
    </w:rPr>
  </w:style>
</w:styles>
</file>

<file path=word/_rels/document.xml.rels><?xml version="1.0" encoding="UTF-8"?>
<Relationships xmlns="http://schemas.openxmlformats.org/package/2006/relationships"><Relationship Id="rId11" Type="http://schemas.openxmlformats.org/officeDocument/2006/relationships/customXml" Target="../customXml/item3.xml"/><Relationship Id="rId10" Type="http://schemas.openxmlformats.org/officeDocument/2006/relationships/customXml" Target="../customXml/item2.xml"/><Relationship Id="rId13" Type="http://schemas.openxmlformats.org/officeDocument/2006/relationships/customXml" Target="../customXml/item5.xml"/><Relationship Id="rId12" Type="http://schemas.openxmlformats.org/officeDocument/2006/relationships/customXml" Target="../customXml/item4.xml"/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oter" Target="footer1.xml"/><Relationship Id="rId9" Type="http://schemas.openxmlformats.org/officeDocument/2006/relationships/customXml" Target="../customXml/item1.xml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1" ma:contentTypeDescription="Create a new document." ma:contentTypeScope="" ma:versionID="64dfb1555687e0874b4304b796b5b0c7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e6e4c555b5e194d05b7203de9c4567b3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4:TaxCatchAll" minOccurs="0"/>
                <xsd:element ref="ns2:ImageTagsTaxHTFiel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6EE5732D-675C-4563-90FA-A51DC1619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3AC855-ABB7-4F6B-85A3-963BBBF4F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E20A1D-9C02-42E2-B6FA-2D2BF2E7AA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1C58757B-2BE8-4D41-BB30-872E62D736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Human resources resume</Template>
  <TotalTime>0</TotalTime>
  <Words>206</Words>
  <Pages>2</Pages>
  <Characters>1402</Characters>
  <Application>WPS Office</Application>
  <DocSecurity>0</DocSecurity>
  <Paragraphs>43</Paragraphs>
  <ScaleCrop>false</ScaleCrop>
  <LinksUpToDate>false</LinksUpToDate>
  <CharactersWithSpaces>1588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2022-07-05T10:06:00Z</dcterms:created>
  <dc:creator>WPS Office</dc:creator>
  <lastModifiedBy>CPH2305</lastModifiedBy>
  <dcterms:modified xsi:type="dcterms:W3CDTF">2024-08-24T16:04:49Z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ICV">
    <vt:lpwstr>c638f023513a4d12b214a05b4434737f</vt:lpwstr>
  </property>
</Properties>
</file>